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9689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4A6C3B8F">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58805873" w:rsidR="00B65513" w:rsidRPr="0007110E" w:rsidRDefault="005F5EF1" w:rsidP="00E82667">
                <w:pPr>
                  <w:tabs>
                    <w:tab w:val="left" w:pos="426"/>
                  </w:tabs>
                  <w:spacing w:before="120"/>
                  <w:rPr>
                    <w:bCs/>
                    <w:lang w:val="en-IE" w:eastAsia="en-GB"/>
                  </w:rPr>
                </w:pPr>
                <w:r>
                  <w:rPr>
                    <w:bCs/>
                    <w:lang w:val="en-IE" w:eastAsia="en-GB"/>
                  </w:rPr>
                  <w:t>CNECT F2</w:t>
                </w:r>
              </w:p>
            </w:tc>
          </w:sdtContent>
        </w:sdt>
      </w:tr>
      <w:tr w:rsidR="00D96984" w:rsidRPr="00AF417C" w14:paraId="4B8EFB62" w14:textId="77777777" w:rsidTr="4A6C3B8F">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sdt>
              <w:sdtPr>
                <w:rPr>
                  <w:lang w:val="en-IE" w:eastAsia="en-GB"/>
                </w:rPr>
                <w:id w:val="-1952859825"/>
                <w:placeholder>
                  <w:docPart w:val="BC13CEDB315E4FB8A43329955ED66266"/>
                </w:placeholder>
              </w:sdtPr>
              <w:sdtEndPr>
                <w:rPr>
                  <w:bCs/>
                </w:rPr>
              </w:sdtEndPr>
              <w:sdtContent>
                <w:tc>
                  <w:tcPr>
                    <w:tcW w:w="5491" w:type="dxa"/>
                  </w:tcPr>
                  <w:p w14:paraId="26B6BD75" w14:textId="4FB7281E" w:rsidR="00D96984" w:rsidRPr="0007110E" w:rsidRDefault="005F5EF1" w:rsidP="4A6C3B8F">
                    <w:pPr>
                      <w:tabs>
                        <w:tab w:val="left" w:pos="426"/>
                      </w:tabs>
                      <w:spacing w:before="120"/>
                      <w:rPr>
                        <w:lang w:val="en-IE" w:eastAsia="en-GB"/>
                      </w:rPr>
                    </w:pPr>
                    <w:r w:rsidRPr="4A6C3B8F">
                      <w:rPr>
                        <w:lang w:val="en-IE" w:eastAsia="en-GB"/>
                      </w:rPr>
                      <w:t xml:space="preserve"> DSA Post </w:t>
                    </w:r>
                  </w:p>
                </w:tc>
              </w:sdtContent>
            </w:sdt>
          </w:sdtContent>
        </w:sdt>
      </w:tr>
      <w:tr w:rsidR="00E21DBD" w:rsidRPr="00AF417C" w14:paraId="4E8359D5" w14:textId="77777777" w:rsidTr="4A6C3B8F">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sdt>
                <w:sdtPr>
                  <w:rPr>
                    <w:lang w:val="en-IE" w:eastAsia="en-GB"/>
                  </w:rPr>
                  <w:id w:val="1515648652"/>
                  <w:placeholder>
                    <w:docPart w:val="4B5CF97663C24814BFEC6F9CE6E07C46"/>
                  </w:placeholder>
                </w:sdtPr>
                <w:sdtEndPr/>
                <w:sdtContent>
                  <w:p w14:paraId="714DA989" w14:textId="45765A34" w:rsidR="00E21DBD" w:rsidRPr="0007110E" w:rsidRDefault="005F5EF1" w:rsidP="00E82667">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14:paraId="34CF737A" w14:textId="139E0C88" w:rsidR="00E21DBD" w:rsidRPr="0007110E" w:rsidRDefault="3FD68F39" w:rsidP="4A6C3B8F">
            <w:pPr>
              <w:tabs>
                <w:tab w:val="left" w:pos="426"/>
              </w:tabs>
              <w:contextualSpacing/>
              <w:rPr>
                <w:lang w:val="en-IE" w:eastAsia="en-GB"/>
              </w:rPr>
            </w:pPr>
            <w:r w:rsidRPr="4A6C3B8F">
              <w:rPr>
                <w:lang w:val="en-IE" w:eastAsia="en-GB"/>
              </w:rPr>
              <w:t>in the course of</w:t>
            </w:r>
            <w:r w:rsidR="00E21DBD" w:rsidRPr="4A6C3B8F">
              <w:rPr>
                <w:lang w:val="en-IE" w:eastAsia="en-GB"/>
              </w:rPr>
              <w:t xml:space="preserve">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F5EF1" w:rsidRPr="4A6C3B8F">
                  <w:rPr>
                    <w:lang w:val="en-IE" w:eastAsia="en-GB"/>
                  </w:rPr>
                  <w:t>2025</w:t>
                </w:r>
              </w:sdtContent>
            </w:sdt>
          </w:p>
          <w:p w14:paraId="158DD156" w14:textId="24BF874F" w:rsidR="00E21DBD" w:rsidRPr="0007110E" w:rsidRDefault="0089689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4A6C3B8F">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0070F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4A6C3B8F">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1DCE0EF"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9689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9689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9689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C80E6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4A6C3B8F">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8B038A7"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9A32CA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89689B">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C63B650" w14:textId="77777777" w:rsidR="005F5EF1" w:rsidRDefault="005F5EF1" w:rsidP="005F5EF1">
          <w:pPr>
            <w:ind w:left="10" w:right="53"/>
          </w:pPr>
          <w:r w:rsidRPr="003B07C2">
            <w:rPr>
              <w:lang w:val="en-US"/>
            </w:rPr>
            <w:t>We are the Platforms Directorate at DG CONNECT</w:t>
          </w:r>
          <w:r>
            <w:t xml:space="preserve">, charged with enforcing the Digital Services Act. </w:t>
          </w:r>
        </w:p>
        <w:p w14:paraId="6855C23F" w14:textId="77777777" w:rsidR="005F5EF1" w:rsidRPr="003B07C2" w:rsidRDefault="005F5EF1" w:rsidP="005F5EF1">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14:paraId="3D09EB04" w14:textId="77777777" w:rsidR="005F5EF1" w:rsidRDefault="005F5EF1" w:rsidP="005F5EF1">
          <w:pPr>
            <w:ind w:left="10" w:right="53"/>
            <w:rPr>
              <w:lang w:val="en-US"/>
            </w:rPr>
          </w:pPr>
          <w:r w:rsidRPr="003B07C2">
            <w:rPr>
              <w:lang w:val="en-US"/>
            </w:rPr>
            <w:lastRenderedPageBreak/>
            <w:t>A major part of our work concerns the enforcement of the Digital Services Act. This is a growing, dynamic and highly motivated team of enforcers from a broad variety of background.</w:t>
          </w:r>
        </w:p>
        <w:p w14:paraId="4089C328" w14:textId="77777777" w:rsidR="005F5EF1" w:rsidRDefault="005F5EF1" w:rsidP="005F5EF1">
          <w:pPr>
            <w:ind w:left="10" w:right="53"/>
            <w:rPr>
              <w:lang w:val="en-US"/>
            </w:rPr>
          </w:pPr>
          <w:r>
            <w:rPr>
              <w:lang w:val="en-US"/>
            </w:rPr>
            <w:t>Why join us?</w:t>
          </w:r>
        </w:p>
        <w:p w14:paraId="0010B30C" w14:textId="77777777" w:rsidR="005F5EF1" w:rsidRPr="003B07C2" w:rsidRDefault="005F5EF1" w:rsidP="005F5EF1">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1BB17AD9" w14:textId="77777777" w:rsidR="005F5EF1" w:rsidRDefault="005F5EF1" w:rsidP="005F5EF1">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2C2A61D" w14:textId="77777777" w:rsidR="005F5EF1" w:rsidRDefault="005F5EF1" w:rsidP="005F5EF1">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DD0438" w14:textId="1E519B7F" w:rsidR="00E21DBD" w:rsidRDefault="005F5EF1" w:rsidP="005F5EF1">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C4AB098" w:rsidR="00E21DBD" w:rsidRDefault="005F5EF1" w:rsidP="00C504C7">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14:paraId="0C0D4B24" w14:textId="77777777" w:rsidR="005F5EF1" w:rsidRDefault="005F5EF1" w:rsidP="005F5EF1">
          <w:pPr>
            <w:rPr>
              <w:lang w:val="en-US" w:eastAsia="en-GB"/>
            </w:rPr>
          </w:pPr>
          <w:r>
            <w:rPr>
              <w:lang w:val="en-US" w:eastAsia="en-GB"/>
            </w:rPr>
            <w:t>Duties:</w:t>
          </w:r>
        </w:p>
        <w:p w14:paraId="75084C03" w14:textId="77777777" w:rsidR="005F5EF1" w:rsidRPr="00CB2D81" w:rsidRDefault="005F5EF1" w:rsidP="005F5EF1">
          <w:pPr>
            <w:rPr>
              <w:lang w:val="en-US" w:eastAsia="en-GB"/>
            </w:rPr>
          </w:pPr>
          <w:r w:rsidRPr="00CB2D81">
            <w:rPr>
              <w:lang w:val="en-US" w:eastAsia="en-GB"/>
            </w:rPr>
            <w:t>The tasks may include, but are not limited to:</w:t>
          </w:r>
        </w:p>
        <w:p w14:paraId="5A59082C"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the enforcement of the Digital Services Act, by establishing evidence-based approaches, guidelines and analytical frameworks;</w:t>
          </w:r>
        </w:p>
        <w:p w14:paraId="249B6E35" w14:textId="77777777" w:rsidR="005F5EF1" w:rsidRPr="00CB2D81" w:rsidRDefault="005F5EF1" w:rsidP="005F5EF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79DFA225"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135C5CCE" w14:textId="77777777" w:rsidR="005F5EF1" w:rsidRPr="00CB2D81" w:rsidRDefault="005F5EF1" w:rsidP="005F5EF1">
          <w:pPr>
            <w:rPr>
              <w:lang w:val="en-US" w:eastAsia="en-GB"/>
            </w:rPr>
          </w:pPr>
          <w:r w:rsidRPr="00CB2D81">
            <w:rPr>
              <w:lang w:val="en-US" w:eastAsia="en-GB"/>
            </w:rPr>
            <w:lastRenderedPageBreak/>
            <w:t>•</w:t>
          </w:r>
          <w:r w:rsidRPr="00CB2D81">
            <w:rPr>
              <w:lang w:val="en-US" w:eastAsia="en-GB"/>
            </w:rPr>
            <w:tab/>
            <w:t>As part of multi-disciplinary case-teams detect, investigate, and analyse potential infringements of the Digital Services Act;</w:t>
          </w:r>
        </w:p>
        <w:p w14:paraId="59610BF3" w14:textId="77777777" w:rsidR="005F5EF1" w:rsidRPr="00CB2D81" w:rsidRDefault="005F5EF1" w:rsidP="005F5EF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7B143D32"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technology foresight projects. </w:t>
          </w:r>
        </w:p>
        <w:p w14:paraId="527C91C9" w14:textId="77777777" w:rsidR="005F5EF1" w:rsidRPr="00CB2D81" w:rsidRDefault="005F5EF1" w:rsidP="005F5EF1">
          <w:pPr>
            <w:rPr>
              <w:lang w:val="en-US" w:eastAsia="en-GB"/>
            </w:rPr>
          </w:pPr>
          <w:r w:rsidRPr="00CB2D81">
            <w:rPr>
              <w:lang w:val="en-US" w:eastAsia="en-GB"/>
            </w:rPr>
            <w:t xml:space="preserve">Duties may also involve: </w:t>
          </w:r>
        </w:p>
        <w:p w14:paraId="0FF1B825" w14:textId="77777777" w:rsidR="005F5EF1" w:rsidRPr="00CB2D81" w:rsidRDefault="005F5EF1" w:rsidP="005F5EF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47321B0A" w14:textId="77777777" w:rsidR="005F5EF1" w:rsidRPr="00CB2D81" w:rsidRDefault="005F5EF1" w:rsidP="005F5EF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7A330CDC" w14:textId="57DA5AFD" w:rsidR="005F5EF1" w:rsidRPr="00AF7D78" w:rsidRDefault="005F5EF1" w:rsidP="005F5EF1">
          <w:pPr>
            <w:rPr>
              <w:lang w:val="en-US" w:eastAsia="en-GB"/>
            </w:rPr>
          </w:pPr>
          <w:r w:rsidRPr="00CB2D81">
            <w:rPr>
              <w:lang w:val="en-US" w:eastAsia="en-GB"/>
            </w:rPr>
            <w:t>•</w:t>
          </w:r>
          <w:r w:rsidRPr="00CB2D81">
            <w:rPr>
              <w:lang w:val="en-US" w:eastAsia="en-GB"/>
            </w:rPr>
            <w:tab/>
            <w:t>Carrying out monitoring and control activities</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F2E881" w14:textId="77777777" w:rsidR="005F5EF1" w:rsidRPr="008602DA" w:rsidRDefault="005F5EF1" w:rsidP="005F5EF1">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14:paraId="66CE6B29" w14:textId="77777777" w:rsidR="005F5EF1" w:rsidRDefault="005F5EF1" w:rsidP="005F5EF1">
          <w:pPr>
            <w:spacing w:after="0"/>
            <w:rPr>
              <w:szCs w:val="24"/>
            </w:rPr>
          </w:pPr>
        </w:p>
        <w:p w14:paraId="17F1FCFB" w14:textId="77777777" w:rsidR="005F5EF1" w:rsidRDefault="005F5EF1" w:rsidP="005F5EF1">
          <w:pPr>
            <w:spacing w:after="0"/>
            <w:rPr>
              <w:szCs w:val="24"/>
            </w:rPr>
          </w:pPr>
          <w:r>
            <w:rPr>
              <w:szCs w:val="24"/>
            </w:rPr>
            <w:t>Our specific needs at present are to reinforce work in the following areas</w:t>
          </w:r>
        </w:p>
        <w:p w14:paraId="3982F10A" w14:textId="77777777" w:rsidR="005F5EF1" w:rsidRPr="00596799" w:rsidRDefault="005F5EF1" w:rsidP="005F5EF1">
          <w:pPr>
            <w:spacing w:after="0"/>
            <w:rPr>
              <w:szCs w:val="24"/>
            </w:rPr>
          </w:pPr>
        </w:p>
        <w:p w14:paraId="6F65EDE3"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 xml:space="preserve">online crimes (e.g. online hate speech, terrorist content, child-sexual abuse material, but also forms of gender-based violence), </w:t>
          </w:r>
        </w:p>
        <w:p w14:paraId="346414D4"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rPr>
            <w:t>consumer protection aspects in online marketplaces</w:t>
          </w:r>
          <w:r>
            <w:rPr>
              <w:rFonts w:ascii="Times New Roman" w:eastAsia="Times New Roman" w:hAnsi="Times New Roman" w:cs="Times New Roman"/>
              <w:sz w:val="24"/>
              <w:szCs w:val="24"/>
            </w:rPr>
            <w:t xml:space="preserve"> (e.g. non-compliant products)</w:t>
          </w:r>
          <w:r w:rsidRPr="00A00816">
            <w:rPr>
              <w:rFonts w:ascii="Times New Roman" w:eastAsia="Times New Roman" w:hAnsi="Times New Roman" w:cs="Times New Roman"/>
              <w:sz w:val="24"/>
              <w:szCs w:val="24"/>
            </w:rPr>
            <w:t>.</w:t>
          </w:r>
          <w:r w:rsidRPr="00596799">
            <w:rPr>
              <w:rFonts w:ascii="Times New Roman" w:eastAsia="Times New Roman" w:hAnsi="Times New Roman" w:cs="Times New Roman"/>
              <w:sz w:val="24"/>
              <w:szCs w:val="24"/>
              <w:lang w:val="en-IE"/>
            </w:rPr>
            <w:t xml:space="preserve"> </w:t>
          </w:r>
        </w:p>
        <w:p w14:paraId="7E7FCA20"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2E6E72">
            <w:rPr>
              <w:rFonts w:ascii="Times New Roman" w:eastAsia="Times New Roman" w:hAnsi="Times New Roman" w:cs="Times New Roman"/>
              <w:sz w:val="24"/>
              <w:szCs w:val="24"/>
              <w:lang w:val="en-US"/>
            </w:rPr>
            <w:t>protection of minors online</w:t>
          </w:r>
          <w:r w:rsidRPr="004306C0">
            <w:rPr>
              <w:rFonts w:ascii="Times New Roman" w:eastAsia="Times New Roman" w:hAnsi="Times New Roman" w:cs="Times New Roman"/>
              <w:sz w:val="24"/>
              <w:szCs w:val="24"/>
              <w:lang w:val="en-IE"/>
            </w:rPr>
            <w:t xml:space="preserve"> (including mental health aspects)</w:t>
          </w:r>
          <w:r w:rsidRPr="002E6E72">
            <w:rPr>
              <w:rFonts w:ascii="Times New Roman" w:eastAsia="Times New Roman" w:hAnsi="Times New Roman" w:cs="Times New Roman"/>
              <w:sz w:val="24"/>
              <w:szCs w:val="24"/>
              <w:lang w:val="en-US"/>
            </w:rPr>
            <w:t>,</w:t>
          </w:r>
        </w:p>
        <w:p w14:paraId="077A27E9" w14:textId="77777777" w:rsidR="005F5EF1"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of </w:t>
          </w:r>
          <w:r w:rsidRPr="005967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pornographic platforms</w:t>
          </w:r>
        </w:p>
        <w:p w14:paraId="7459D9E7"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content moderation transparency</w:t>
          </w:r>
        </w:p>
        <w:p w14:paraId="36095EF7"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lang w:val="en-US"/>
            </w:rPr>
          </w:pPr>
          <w:r w:rsidRPr="004306C0">
            <w:rPr>
              <w:rFonts w:ascii="Times New Roman" w:eastAsia="Times New Roman" w:hAnsi="Times New Roman" w:cs="Times New Roman"/>
              <w:sz w:val="24"/>
              <w:szCs w:val="24"/>
              <w:lang w:val="en-IE"/>
            </w:rPr>
            <w:t>AI, algorithmic content moderation systems, and recommender systems</w:t>
          </w:r>
        </w:p>
        <w:p w14:paraId="208D00E0"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advertising under the DSA</w:t>
          </w:r>
        </w:p>
        <w:p w14:paraId="5C674E5D" w14:textId="77777777" w:rsidR="005F5EF1" w:rsidRPr="002E6E72"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sidRPr="00A00816">
            <w:rPr>
              <w:rFonts w:ascii="Times New Roman" w:eastAsia="Times New Roman" w:hAnsi="Times New Roman" w:cs="Times New Roman"/>
              <w:sz w:val="24"/>
              <w:szCs w:val="24"/>
              <w:lang w:val="en-IE"/>
            </w:rPr>
            <w:t>disinformation</w:t>
          </w:r>
        </w:p>
        <w:p w14:paraId="02364072" w14:textId="77777777" w:rsidR="005F5EF1" w:rsidRPr="00596799" w:rsidRDefault="005F5EF1" w:rsidP="005F5EF1">
          <w:pPr>
            <w:pStyle w:val="ListParagraph"/>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science </w:t>
          </w:r>
        </w:p>
        <w:p w14:paraId="76531626" w14:textId="77777777" w:rsidR="005F5EF1" w:rsidRDefault="005F5EF1" w:rsidP="005F5EF1">
          <w:pPr>
            <w:spacing w:after="0"/>
            <w:rPr>
              <w:szCs w:val="24"/>
            </w:rPr>
          </w:pPr>
        </w:p>
        <w:p w14:paraId="6C85AD9C" w14:textId="77777777" w:rsidR="005F5EF1" w:rsidRPr="00E64BE7" w:rsidRDefault="005F5EF1" w:rsidP="005F5EF1">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14:paraId="5F62298A" w14:textId="77777777" w:rsidR="005F5EF1" w:rsidRDefault="005F5EF1" w:rsidP="005F5EF1">
          <w:pPr>
            <w:spacing w:after="0"/>
            <w:rPr>
              <w:szCs w:val="24"/>
            </w:rPr>
          </w:pPr>
        </w:p>
        <w:p w14:paraId="53E07450" w14:textId="77777777" w:rsidR="005F5EF1" w:rsidRPr="0092753E" w:rsidRDefault="005F5EF1" w:rsidP="005F5EF1">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14:paraId="64DB1174" w14:textId="77777777" w:rsidR="005F5EF1" w:rsidRDefault="005F5EF1" w:rsidP="005F5EF1">
          <w:pPr>
            <w:spacing w:after="0"/>
            <w:rPr>
              <w:szCs w:val="24"/>
              <w:lang w:val="en-US"/>
            </w:rPr>
          </w:pPr>
        </w:p>
        <w:p w14:paraId="43397AAA" w14:textId="77777777" w:rsidR="005F5EF1" w:rsidRDefault="005F5EF1" w:rsidP="005F5EF1">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14:paraId="51994EDB" w14:textId="0F239856" w:rsidR="002E40A9" w:rsidRPr="00AF7D78" w:rsidRDefault="005F5EF1" w:rsidP="005F5EF1">
          <w:pPr>
            <w:rPr>
              <w:lang w:val="en-US" w:eastAsia="en-GB"/>
            </w:rPr>
          </w:pPr>
          <w:r w:rsidRPr="00CB2D81">
            <w:rPr>
              <w:lang w:val="en-US" w:eastAsia="en-GB"/>
            </w:rPr>
            <w:lastRenderedPageBreak/>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632A"/>
    <w:rsid w:val="0007110E"/>
    <w:rsid w:val="0007544E"/>
    <w:rsid w:val="00092BCA"/>
    <w:rsid w:val="000A4668"/>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E50A4"/>
    <w:rsid w:val="0040388A"/>
    <w:rsid w:val="0041670B"/>
    <w:rsid w:val="00416B25"/>
    <w:rsid w:val="00431778"/>
    <w:rsid w:val="00454CC7"/>
    <w:rsid w:val="00464195"/>
    <w:rsid w:val="00476034"/>
    <w:rsid w:val="005168AD"/>
    <w:rsid w:val="00545CFE"/>
    <w:rsid w:val="0058240F"/>
    <w:rsid w:val="00592CD5"/>
    <w:rsid w:val="005D1B85"/>
    <w:rsid w:val="005F5EF1"/>
    <w:rsid w:val="006212B2"/>
    <w:rsid w:val="00665583"/>
    <w:rsid w:val="00693BC6"/>
    <w:rsid w:val="00696070"/>
    <w:rsid w:val="006F1E6D"/>
    <w:rsid w:val="007A4588"/>
    <w:rsid w:val="007B0110"/>
    <w:rsid w:val="007E531E"/>
    <w:rsid w:val="007F02AC"/>
    <w:rsid w:val="007F7012"/>
    <w:rsid w:val="008143F9"/>
    <w:rsid w:val="0089689B"/>
    <w:rsid w:val="008D02B7"/>
    <w:rsid w:val="008F0B52"/>
    <w:rsid w:val="008F4BA9"/>
    <w:rsid w:val="00994062"/>
    <w:rsid w:val="00996CC6"/>
    <w:rsid w:val="009A1EA0"/>
    <w:rsid w:val="009A2F00"/>
    <w:rsid w:val="009B7882"/>
    <w:rsid w:val="009C3939"/>
    <w:rsid w:val="009C5E27"/>
    <w:rsid w:val="00A033AD"/>
    <w:rsid w:val="00AB2CEA"/>
    <w:rsid w:val="00AF6424"/>
    <w:rsid w:val="00B24CC5"/>
    <w:rsid w:val="00B3644B"/>
    <w:rsid w:val="00B65513"/>
    <w:rsid w:val="00B73F08"/>
    <w:rsid w:val="00B8014C"/>
    <w:rsid w:val="00B81AA2"/>
    <w:rsid w:val="00C06724"/>
    <w:rsid w:val="00C3254D"/>
    <w:rsid w:val="00C504C7"/>
    <w:rsid w:val="00C75BA4"/>
    <w:rsid w:val="00CB2D98"/>
    <w:rsid w:val="00CB5B61"/>
    <w:rsid w:val="00CD2C5A"/>
    <w:rsid w:val="00D0015C"/>
    <w:rsid w:val="00D03CF4"/>
    <w:rsid w:val="00D32F73"/>
    <w:rsid w:val="00D7090C"/>
    <w:rsid w:val="00D84D53"/>
    <w:rsid w:val="00D96984"/>
    <w:rsid w:val="00DD2B56"/>
    <w:rsid w:val="00DD41ED"/>
    <w:rsid w:val="00DF1E49"/>
    <w:rsid w:val="00E21DBD"/>
    <w:rsid w:val="00E342CB"/>
    <w:rsid w:val="00E41704"/>
    <w:rsid w:val="00E44D7F"/>
    <w:rsid w:val="00E82667"/>
    <w:rsid w:val="00E84FE8"/>
    <w:rsid w:val="00E97979"/>
    <w:rsid w:val="00EB3147"/>
    <w:rsid w:val="00ED10DB"/>
    <w:rsid w:val="00F23A95"/>
    <w:rsid w:val="00F44052"/>
    <w:rsid w:val="00F4683D"/>
    <w:rsid w:val="00F6462F"/>
    <w:rsid w:val="00F70AF9"/>
    <w:rsid w:val="00F91B73"/>
    <w:rsid w:val="00F93413"/>
    <w:rsid w:val="00FD740F"/>
    <w:rsid w:val="3FD68F39"/>
    <w:rsid w:val="4A6C3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w:rsidR="009C3939" w:rsidRDefault="009C3939" w:rsidP="009C3939">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w:rsidR="009C3939" w:rsidRDefault="009C3939" w:rsidP="009C3939">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45CFE"/>
    <w:rsid w:val="006212B2"/>
    <w:rsid w:val="006F0611"/>
    <w:rsid w:val="007F7378"/>
    <w:rsid w:val="008143F9"/>
    <w:rsid w:val="00893390"/>
    <w:rsid w:val="00894A0C"/>
    <w:rsid w:val="009A12CB"/>
    <w:rsid w:val="009C3939"/>
    <w:rsid w:val="00B81AA2"/>
    <w:rsid w:val="00CA527C"/>
    <w:rsid w:val="00D32F73"/>
    <w:rsid w:val="00D374C1"/>
    <w:rsid w:val="00ED10DB"/>
    <w:rsid w:val="00F440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purl.org/dc/elements/1.1/"/>
    <ds:schemaRef ds:uri="http://purl.org/dc/dcmitype/"/>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30c666ed-fe46-43d6-bf30-6de2567680e6"/>
    <ds:schemaRef ds:uri="http://schemas.microsoft.com/office/2006/metadata/propertie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A51D21FB-61AE-42E4-B57D-BFD10E8BC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1486</Words>
  <Characters>8475</Characters>
  <Application>Microsoft Office Word</Application>
  <DocSecurity>0</DocSecurity>
  <PresentationFormat>Microsoft Word 14.0</PresentationFormat>
  <Lines>70</Lines>
  <Paragraphs>19</Paragraphs>
  <ScaleCrop>true</ScaleCrop>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2025-04-28T09:49:00Z</dcterms:created>
  <dcterms:modified xsi:type="dcterms:W3CDTF">2025-06-05T15:27:00Z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