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A207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71893A658EC24E949783B118B4BC097F"/>
                </w:placeholder>
              </w:sdtPr>
              <w:sdtEndPr/>
              <w:sdtContent>
                <w:tc>
                  <w:tcPr>
                    <w:tcW w:w="5491" w:type="dxa"/>
                  </w:tcPr>
                  <w:p w14:paraId="786241CD" w14:textId="6866215D" w:rsidR="00B65513" w:rsidRPr="0007110E" w:rsidRDefault="008F5AC1"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B490CE26786A4EA697766760EA623DAB"/>
                </w:placeholder>
              </w:sdtPr>
              <w:sdtEndPr/>
              <w:sdtContent>
                <w:tc>
                  <w:tcPr>
                    <w:tcW w:w="5491" w:type="dxa"/>
                  </w:tcPr>
                  <w:p w14:paraId="26B6BD75" w14:textId="190E24E3" w:rsidR="00D96984" w:rsidRPr="0007110E" w:rsidRDefault="00B81B53" w:rsidP="00E82667">
                    <w:pPr>
                      <w:tabs>
                        <w:tab w:val="left" w:pos="426"/>
                      </w:tabs>
                      <w:spacing w:before="120"/>
                      <w:rPr>
                        <w:bCs/>
                        <w:lang w:val="en-IE" w:eastAsia="en-GB"/>
                      </w:rPr>
                    </w:pPr>
                    <w:r w:rsidRPr="00B81B53">
                      <w:rPr>
                        <w:bCs/>
                        <w:lang w:eastAsia="en-GB"/>
                      </w:rPr>
                      <w:t> </w:t>
                    </w:r>
                    <w:bookmarkStart w:id="1" w:name="_Hlk194413759"/>
                    <w:r w:rsidRPr="00B81B53">
                      <w:rPr>
                        <w:bCs/>
                        <w:lang w:eastAsia="en-GB"/>
                      </w:rPr>
                      <w:t>414939</w:t>
                    </w:r>
                  </w:p>
                </w:tc>
              </w:sdtContent>
            </w:sdt>
            <w:bookmarkEnd w:id="1" w:displacedByCustomXml="nex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A38E8B4" w:rsidR="00E21DBD" w:rsidRPr="0007110E" w:rsidRDefault="008F5AC1" w:rsidP="00E82667">
                <w:pPr>
                  <w:tabs>
                    <w:tab w:val="left" w:pos="426"/>
                  </w:tabs>
                  <w:spacing w:before="120"/>
                  <w:rPr>
                    <w:bCs/>
                    <w:lang w:val="en-IE" w:eastAsia="en-GB"/>
                  </w:rPr>
                </w:pPr>
                <w:r>
                  <w:rPr>
                    <w:bCs/>
                    <w:lang w:val="en-IE" w:eastAsia="en-GB"/>
                  </w:rPr>
                  <w:t>Pawel Busiakiewicz</w:t>
                </w:r>
              </w:p>
            </w:sdtContent>
          </w:sdt>
          <w:p w14:paraId="34CF737A" w14:textId="627AFA22" w:rsidR="00E21DBD" w:rsidRPr="0007110E" w:rsidRDefault="001A207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F5AC1">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F5AC1">
                  <w:rPr>
                    <w:bCs/>
                    <w:lang w:val="en-IE" w:eastAsia="en-GB"/>
                  </w:rPr>
                  <w:t>2025</w:t>
                </w:r>
              </w:sdtContent>
            </w:sdt>
          </w:p>
          <w:p w14:paraId="158DD156" w14:textId="45F3DC82" w:rsidR="00E21DBD" w:rsidRPr="0007110E" w:rsidRDefault="001A207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F5AC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F5AC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2" w:name="_Hlk135920176"/>
            <w:r>
              <w:rPr>
                <w:bCs/>
                <w:lang w:val="en-IE" w:eastAsia="en-GB"/>
              </w:rPr>
              <w:t>Type of secondment</w:t>
            </w:r>
          </w:p>
        </w:tc>
        <w:tc>
          <w:tcPr>
            <w:tcW w:w="5491" w:type="dxa"/>
          </w:tcPr>
          <w:p w14:paraId="6B14399A" w14:textId="48E01C0E"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5FD7F00"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A207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A207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A207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B97EFA2"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448BC0D"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3FA55E5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6-25T00:00:00Z">
                  <w:dateFormat w:val="dd-MM-yyyy"/>
                  <w:lid w:val="fr-BE"/>
                  <w:storeMappedDataAs w:val="dateTime"/>
                  <w:calendar w:val="gregorian"/>
                </w:date>
              </w:sdtPr>
              <w:sdtEndPr/>
              <w:sdtContent>
                <w:r w:rsidR="001A2071">
                  <w:rPr>
                    <w:bCs/>
                    <w:lang w:val="fr-BE" w:eastAsia="en-GB"/>
                  </w:rPr>
                  <w:t>25-06-2025</w:t>
                </w:r>
              </w:sdtContent>
            </w:sdt>
          </w:p>
        </w:tc>
      </w:tr>
      <w:bookmarkEnd w:id="0"/>
      <w:bookmarkEnd w:id="2"/>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81B63ED" w14:textId="77777777" w:rsidR="008F5AC1" w:rsidRDefault="008F5AC1" w:rsidP="008F5AC1">
          <w:pPr>
            <w:rPr>
              <w:lang w:val="en-US" w:eastAsia="en-GB"/>
            </w:rPr>
          </w:pPr>
          <w:r w:rsidRPr="008F5AC1">
            <w:rPr>
              <w:lang w:val="en-US" w:eastAsia="en-GB"/>
            </w:rPr>
            <w:t>The mission of HOME.A3 is to develop and implement DG HOME's external dimension of migration and security policies, contributing to:</w:t>
          </w:r>
        </w:p>
        <w:p w14:paraId="69459484" w14:textId="335F5207" w:rsidR="002B3CBF" w:rsidRPr="0029181E" w:rsidRDefault="00415B23" w:rsidP="0029181E">
          <w:pPr>
            <w:rPr>
              <w:lang w:val="en-US" w:eastAsia="en-GB"/>
            </w:rPr>
          </w:pPr>
          <w:r>
            <w:rPr>
              <w:lang w:val="en-US" w:eastAsia="en-GB"/>
            </w:rPr>
            <w:t>(</w:t>
          </w:r>
          <w:r w:rsidR="008F5AC1">
            <w:rPr>
              <w:lang w:val="en-US" w:eastAsia="en-GB"/>
            </w:rPr>
            <w:t>1</w:t>
          </w:r>
          <w:r>
            <w:rPr>
              <w:lang w:val="en-US" w:eastAsia="en-GB"/>
            </w:rPr>
            <w:t>) f</w:t>
          </w:r>
          <w:r w:rsidR="008F5AC1" w:rsidRPr="008F5AC1">
            <w:rPr>
              <w:lang w:val="en-US" w:eastAsia="en-GB"/>
            </w:rPr>
            <w:t>ormulating DG HOME’s overall strategy on the external aspects of migration and security</w:t>
          </w:r>
          <w:r>
            <w:rPr>
              <w:lang w:val="en-US" w:eastAsia="en-GB"/>
            </w:rPr>
            <w:t xml:space="preserve">; (2) </w:t>
          </w:r>
          <w:r>
            <w:rPr>
              <w:lang w:eastAsia="en-GB"/>
            </w:rPr>
            <w:t>o</w:t>
          </w:r>
          <w:r w:rsidRPr="00415B23">
            <w:rPr>
              <w:lang w:eastAsia="en-GB"/>
            </w:rPr>
            <w:t>rganising and coordinating DG HOME’s engagement with third countries and international organisations</w:t>
          </w:r>
          <w:r>
            <w:rPr>
              <w:lang w:eastAsia="en-GB"/>
            </w:rPr>
            <w:t>; (3) r</w:t>
          </w:r>
          <w:r w:rsidRPr="00415B23">
            <w:rPr>
              <w:lang w:eastAsia="en-GB"/>
            </w:rPr>
            <w:t xml:space="preserve">epresenting and promoting DG HOME’s priorities </w:t>
          </w:r>
          <w:r w:rsidRPr="00415B23">
            <w:rPr>
              <w:lang w:eastAsia="en-GB"/>
            </w:rPr>
            <w:lastRenderedPageBreak/>
            <w:t>within the EU institutional framework, including engagement with other EU institutions, Commission DGs, EEAS, and JHA Agencies active in EU foreign policy and home affairs policies</w:t>
          </w:r>
          <w:r>
            <w:rPr>
              <w:lang w:eastAsia="en-GB"/>
            </w:rPr>
            <w:t>; (4) r</w:t>
          </w:r>
          <w:r w:rsidRPr="00415B23">
            <w:rPr>
              <w:lang w:eastAsia="en-GB"/>
            </w:rPr>
            <w:t>epresenting DG HOME in processes related to the programming, allocation and implementation of EU external funding</w:t>
          </w:r>
          <w:r>
            <w:rPr>
              <w:lang w:eastAsia="en-GB"/>
            </w:rPr>
            <w:t>.</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4" w:name="_Hlk159936837" w:displacedByCustomXml="next"/>
        <w:sdt>
          <w:sdtPr>
            <w:rPr>
              <w:lang w:val="en-US" w:eastAsia="en-GB"/>
            </w:rPr>
            <w:id w:val="-719205159"/>
            <w:placeholder>
              <w:docPart w:val="8E0968569C104BAAA74D807035BB1C58"/>
            </w:placeholder>
          </w:sdtPr>
          <w:sdtEndPr/>
          <w:sdtContent>
            <w:p w14:paraId="0C2C7583" w14:textId="77777777" w:rsidR="008E3241" w:rsidRPr="00117446" w:rsidRDefault="008E3241" w:rsidP="008E3241">
              <w:pPr>
                <w:autoSpaceDE w:val="0"/>
                <w:autoSpaceDN w:val="0"/>
                <w:adjustRightInd w:val="0"/>
                <w:spacing w:after="0"/>
                <w:rPr>
                  <w:szCs w:val="24"/>
                </w:rPr>
              </w:pPr>
              <w:r w:rsidRPr="00117446">
                <w:rPr>
                  <w:szCs w:val="24"/>
                </w:rPr>
                <w:t xml:space="preserve">We propose a challenging job as </w:t>
              </w:r>
              <w:r w:rsidRPr="00653EA3">
                <w:rPr>
                  <w:szCs w:val="24"/>
                </w:rPr>
                <w:t>S</w:t>
              </w:r>
              <w:r>
                <w:rPr>
                  <w:szCs w:val="24"/>
                </w:rPr>
                <w:t xml:space="preserve">econded </w:t>
              </w:r>
              <w:r w:rsidRPr="00653EA3">
                <w:rPr>
                  <w:szCs w:val="24"/>
                </w:rPr>
                <w:t>N</w:t>
              </w:r>
              <w:r>
                <w:rPr>
                  <w:szCs w:val="24"/>
                </w:rPr>
                <w:t xml:space="preserve">ational </w:t>
              </w:r>
              <w:r w:rsidRPr="00653EA3">
                <w:rPr>
                  <w:szCs w:val="24"/>
                </w:rPr>
                <w:t>E</w:t>
              </w:r>
              <w:r>
                <w:rPr>
                  <w:szCs w:val="24"/>
                </w:rPr>
                <w:t>xpert (SNE)</w:t>
              </w:r>
              <w:r w:rsidRPr="00653EA3">
                <w:rPr>
                  <w:szCs w:val="24"/>
                </w:rPr>
                <w:t xml:space="preserve"> </w:t>
              </w:r>
              <w:r w:rsidRPr="00653EA3">
                <w:rPr>
                  <w:bCs/>
                  <w:szCs w:val="24"/>
                </w:rPr>
                <w:t>Policy Officer</w:t>
              </w:r>
              <w:r w:rsidRPr="00117446">
                <w:rPr>
                  <w:bCs/>
                  <w:szCs w:val="24"/>
                </w:rPr>
                <w:t xml:space="preserve"> </w:t>
              </w:r>
              <w:r w:rsidRPr="00117446">
                <w:rPr>
                  <w:szCs w:val="24"/>
                </w:rPr>
                <w:t>in a key area of EU</w:t>
              </w:r>
              <w:r>
                <w:rPr>
                  <w:szCs w:val="24"/>
                </w:rPr>
                <w:t xml:space="preserve"> current</w:t>
              </w:r>
              <w:r w:rsidRPr="00117446">
                <w:rPr>
                  <w:szCs w:val="24"/>
                </w:rPr>
                <w:t xml:space="preserve"> policies, i</w:t>
              </w:r>
              <w:r>
                <w:rPr>
                  <w:szCs w:val="24"/>
                </w:rPr>
                <w:t>n particular in</w:t>
              </w:r>
              <w:r w:rsidRPr="00117446">
                <w:rPr>
                  <w:szCs w:val="24"/>
                </w:rPr>
                <w:t xml:space="preserve"> the external dimension of the EU Home Affairs (migration and security) where enthusiastic and committed colleagues can make a real difference to the life of our citizens. </w:t>
              </w:r>
            </w:p>
            <w:p w14:paraId="20A4ECC5" w14:textId="77777777" w:rsidR="008E3241" w:rsidRPr="00117446" w:rsidRDefault="008E3241" w:rsidP="008E3241">
              <w:pPr>
                <w:autoSpaceDE w:val="0"/>
                <w:autoSpaceDN w:val="0"/>
                <w:adjustRightInd w:val="0"/>
                <w:spacing w:after="0"/>
                <w:rPr>
                  <w:szCs w:val="24"/>
                </w:rPr>
              </w:pPr>
            </w:p>
            <w:p w14:paraId="721C14A9" w14:textId="77777777" w:rsidR="008E3241" w:rsidRPr="00117446" w:rsidRDefault="008E3241" w:rsidP="008E3241">
              <w:pPr>
                <w:autoSpaceDE w:val="0"/>
                <w:autoSpaceDN w:val="0"/>
                <w:adjustRightInd w:val="0"/>
                <w:spacing w:after="0"/>
                <w:rPr>
                  <w:szCs w:val="24"/>
                </w:rPr>
              </w:pPr>
              <w:r w:rsidRPr="00117446">
                <w:rPr>
                  <w:szCs w:val="24"/>
                </w:rPr>
                <w:t>This is highly visible work involving policy development, implementation, coordination, regular contacts with third countries, international organisations, DG HOME policy units, relevant units of the European External Action Service (EEAS), EU Delegations, the Council</w:t>
              </w:r>
              <w:r>
                <w:rPr>
                  <w:szCs w:val="24"/>
                </w:rPr>
                <w:t xml:space="preserve"> of the EU</w:t>
              </w:r>
              <w:r w:rsidRPr="00117446">
                <w:rPr>
                  <w:szCs w:val="24"/>
                </w:rPr>
                <w:t>, EU agencies</w:t>
              </w:r>
              <w:r>
                <w:rPr>
                  <w:szCs w:val="24"/>
                </w:rPr>
                <w:t>,</w:t>
              </w:r>
              <w:r w:rsidRPr="00117446">
                <w:rPr>
                  <w:szCs w:val="24"/>
                </w:rPr>
                <w:t xml:space="preserve"> </w:t>
              </w:r>
              <w:r>
                <w:rPr>
                  <w:szCs w:val="24"/>
                </w:rPr>
                <w:t xml:space="preserve">EU </w:t>
              </w:r>
              <w:r w:rsidRPr="00117446">
                <w:rPr>
                  <w:szCs w:val="24"/>
                </w:rPr>
                <w:t>Member States as well as the respective third countries and their Missions to the EU.</w:t>
              </w:r>
            </w:p>
            <w:p w14:paraId="3A518218" w14:textId="77777777" w:rsidR="008E3241" w:rsidRPr="00117446" w:rsidRDefault="008E3241" w:rsidP="008E3241">
              <w:pPr>
                <w:autoSpaceDE w:val="0"/>
                <w:autoSpaceDN w:val="0"/>
                <w:adjustRightInd w:val="0"/>
                <w:spacing w:after="0"/>
                <w:rPr>
                  <w:szCs w:val="24"/>
                </w:rPr>
              </w:pPr>
            </w:p>
            <w:p w14:paraId="46EE3E07" w14:textId="085B49E2" w:rsidR="00E21DBD" w:rsidRPr="00AF7D78" w:rsidRDefault="008E3241" w:rsidP="008E3241">
              <w:pPr>
                <w:autoSpaceDE w:val="0"/>
                <w:autoSpaceDN w:val="0"/>
                <w:adjustRightInd w:val="0"/>
                <w:spacing w:after="0"/>
                <w:rPr>
                  <w:lang w:val="en-US" w:eastAsia="en-GB"/>
                </w:rPr>
              </w:pPr>
              <w:bookmarkStart w:id="5" w:name="_Hlk159936583"/>
              <w:r w:rsidRPr="00806EF4">
                <w:rPr>
                  <w:szCs w:val="24"/>
                </w:rPr>
                <w:t>S/he will be responsible for the external aspects of migration and security</w:t>
              </w:r>
              <w:r w:rsidR="00B15971" w:rsidRPr="00806EF4">
                <w:rPr>
                  <w:szCs w:val="24"/>
                </w:rPr>
                <w:t>, i</w:t>
              </w:r>
              <w:r w:rsidR="00B15971" w:rsidRPr="00806EF4">
                <w:rPr>
                  <w:szCs w:val="24"/>
                  <w:lang w:val="en-IE"/>
                </w:rPr>
                <w:t xml:space="preserve">ncluding the implementation of the external aspects of the </w:t>
              </w:r>
              <w:r w:rsidR="000B0B14">
                <w:rPr>
                  <w:szCs w:val="24"/>
                  <w:lang w:val="en-IE"/>
                </w:rPr>
                <w:t>P</w:t>
              </w:r>
              <w:r w:rsidR="00B15971" w:rsidRPr="00806EF4">
                <w:rPr>
                  <w:szCs w:val="24"/>
                  <w:lang w:val="en-IE"/>
                </w:rPr>
                <w:t>act</w:t>
              </w:r>
              <w:r w:rsidR="000B0B14">
                <w:rPr>
                  <w:szCs w:val="24"/>
                  <w:lang w:val="en-IE"/>
                </w:rPr>
                <w:t xml:space="preserve"> </w:t>
              </w:r>
              <w:r w:rsidR="000B0B14" w:rsidRPr="000B0B14">
                <w:rPr>
                  <w:szCs w:val="24"/>
                  <w:lang w:val="en-IE"/>
                </w:rPr>
                <w:t>on Migration and Asylum</w:t>
              </w:r>
              <w:r w:rsidR="00B15971" w:rsidRPr="00806EF4">
                <w:rPr>
                  <w:szCs w:val="24"/>
                  <w:lang w:val="en-IE"/>
                </w:rPr>
                <w:t xml:space="preserve">, </w:t>
              </w:r>
              <w:r w:rsidRPr="00806EF4">
                <w:rPr>
                  <w:szCs w:val="24"/>
                </w:rPr>
                <w:t>and related bilateral and multilateral activities with third countries and international organisations.</w:t>
              </w:r>
              <w:r>
                <w:rPr>
                  <w:szCs w:val="24"/>
                </w:rPr>
                <w:t xml:space="preserve"> </w:t>
              </w:r>
              <w:r w:rsidRPr="00117446">
                <w:rPr>
                  <w:szCs w:val="24"/>
                </w:rPr>
                <w:t xml:space="preserve">The relations with third countries will include promoting and helping to implement one or more of the policies and instruments currently used by DG HOME to advance </w:t>
              </w:r>
              <w:bookmarkEnd w:id="5"/>
              <w:r w:rsidRPr="00117446">
                <w:rPr>
                  <w:szCs w:val="24"/>
                </w:rPr>
                <w:t>EU priorities on the international stage, such as Mobility Partnerships, Action Plans on the Mediterranean routes, Talent Partnerships, Anti-Smuggling Operational Partnerships, readmission and visa liberalisation dialogues, and other tools of the cooperation with third countries and/or international organisations.</w:t>
              </w:r>
            </w:p>
          </w:sdtContent>
        </w:sdt>
        <w:bookmarkEnd w:id="4"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427764801"/>
            <w:placeholder>
              <w:docPart w:val="94A84A4EC7EC4F48A3E096BDF9E8C02C"/>
            </w:placeholder>
          </w:sdtPr>
          <w:sdtEndPr/>
          <w:sdtContent>
            <w:p w14:paraId="460AF6CD" w14:textId="77777777" w:rsidR="008E3241" w:rsidRPr="00117446" w:rsidRDefault="008E3241" w:rsidP="008E3241">
              <w:pPr>
                <w:autoSpaceDE w:val="0"/>
                <w:autoSpaceDN w:val="0"/>
                <w:adjustRightInd w:val="0"/>
                <w:spacing w:after="0"/>
                <w:rPr>
                  <w:szCs w:val="24"/>
                </w:rPr>
              </w:pPr>
              <w:r w:rsidRPr="00117446">
                <w:rPr>
                  <w:szCs w:val="24"/>
                </w:rPr>
                <w:t>A service-minded, dynamic and experienced colleague and team player, willing to take initiatives, and with a high sense of responsibility.</w:t>
              </w:r>
            </w:p>
            <w:p w14:paraId="2DAAE6B9" w14:textId="77777777" w:rsidR="008E3241" w:rsidRPr="00117446" w:rsidRDefault="008E3241" w:rsidP="008E3241">
              <w:pPr>
                <w:autoSpaceDE w:val="0"/>
                <w:autoSpaceDN w:val="0"/>
                <w:adjustRightInd w:val="0"/>
                <w:spacing w:after="0"/>
                <w:rPr>
                  <w:szCs w:val="24"/>
                </w:rPr>
              </w:pPr>
            </w:p>
            <w:p w14:paraId="10620F4B" w14:textId="77777777" w:rsidR="008E3241" w:rsidRPr="00117446" w:rsidRDefault="008E3241" w:rsidP="008E3241">
              <w:pPr>
                <w:autoSpaceDE w:val="0"/>
                <w:autoSpaceDN w:val="0"/>
                <w:adjustRightInd w:val="0"/>
                <w:spacing w:after="0"/>
                <w:rPr>
                  <w:szCs w:val="24"/>
                </w:rPr>
              </w:pPr>
              <w:r w:rsidRPr="00117446">
                <w:rPr>
                  <w:szCs w:val="24"/>
                </w:rPr>
                <w:t xml:space="preserve">Experience with policymaking, coordination and/or project management. S/he should have proven and excellent negotiation and communication skills as well as the capacity to work efficiently and flexibly under the pressure of strict deadlines. The ability to work in a politically sensitive environment is key. </w:t>
              </w:r>
            </w:p>
            <w:p w14:paraId="1CF159AF" w14:textId="77777777" w:rsidR="008E3241" w:rsidRPr="00117446" w:rsidRDefault="008E3241" w:rsidP="008E3241">
              <w:pPr>
                <w:autoSpaceDE w:val="0"/>
                <w:autoSpaceDN w:val="0"/>
                <w:adjustRightInd w:val="0"/>
                <w:spacing w:after="0"/>
                <w:rPr>
                  <w:szCs w:val="24"/>
                </w:rPr>
              </w:pPr>
            </w:p>
            <w:p w14:paraId="720A5335" w14:textId="77777777" w:rsidR="008E3241" w:rsidRPr="00117446" w:rsidRDefault="008E3241" w:rsidP="008E3241">
              <w:pPr>
                <w:autoSpaceDE w:val="0"/>
                <w:autoSpaceDN w:val="0"/>
                <w:adjustRightInd w:val="0"/>
                <w:spacing w:after="0"/>
                <w:rPr>
                  <w:szCs w:val="24"/>
                </w:rPr>
              </w:pPr>
              <w:r w:rsidRPr="00117446">
                <w:rPr>
                  <w:szCs w:val="24"/>
                </w:rPr>
                <w:t>Experience with working with third countries in the migration and security field would be an asset.</w:t>
              </w:r>
            </w:p>
            <w:p w14:paraId="112700C8" w14:textId="77777777" w:rsidR="008E3241" w:rsidRPr="00117446" w:rsidRDefault="008E3241" w:rsidP="008E3241">
              <w:pPr>
                <w:autoSpaceDE w:val="0"/>
                <w:autoSpaceDN w:val="0"/>
                <w:adjustRightInd w:val="0"/>
                <w:spacing w:after="0"/>
                <w:rPr>
                  <w:szCs w:val="24"/>
                </w:rPr>
              </w:pPr>
            </w:p>
            <w:p w14:paraId="2055BB1F" w14:textId="77777777" w:rsidR="008E3241" w:rsidRPr="00117446" w:rsidRDefault="008E3241" w:rsidP="008E3241">
              <w:pPr>
                <w:autoSpaceDE w:val="0"/>
                <w:autoSpaceDN w:val="0"/>
                <w:adjustRightInd w:val="0"/>
                <w:spacing w:after="0"/>
                <w:rPr>
                  <w:szCs w:val="24"/>
                </w:rPr>
              </w:pPr>
              <w:r w:rsidRPr="00117446">
                <w:rPr>
                  <w:szCs w:val="24"/>
                </w:rPr>
                <w:t>S/he should be able to identify and understand political issues at stake, think strategically about the priorities and tasks of the DG, be rigorous and present arguments with logic and diplomacy. S/he will also need to have excellent drafting skills, very good interpersonal skills and be able to interact with units and directorates at different levels of hierarchy and with the other services of the Commission.</w:t>
              </w:r>
            </w:p>
            <w:p w14:paraId="13F84C29" w14:textId="77777777" w:rsidR="008E3241" w:rsidRPr="00117446" w:rsidRDefault="008E3241" w:rsidP="008E3241">
              <w:pPr>
                <w:pStyle w:val="Default"/>
                <w:jc w:val="both"/>
                <w:rPr>
                  <w:b/>
                  <w:bCs/>
                </w:rPr>
              </w:pPr>
            </w:p>
            <w:p w14:paraId="51994EDB" w14:textId="04ABA37F" w:rsidR="002E40A9" w:rsidRPr="00AF7D78" w:rsidRDefault="008E3241" w:rsidP="008E3241">
              <w:pPr>
                <w:autoSpaceDE w:val="0"/>
                <w:autoSpaceDN w:val="0"/>
                <w:adjustRightInd w:val="0"/>
                <w:spacing w:after="0"/>
                <w:rPr>
                  <w:lang w:val="en-US" w:eastAsia="en-GB"/>
                </w:rPr>
              </w:pPr>
              <w:r w:rsidRPr="00117446">
                <w:rPr>
                  <w:szCs w:val="24"/>
                </w:rPr>
                <w:t xml:space="preserve">Fluency in English (both written and spoken) and </w:t>
              </w:r>
              <w:r>
                <w:rPr>
                  <w:szCs w:val="24"/>
                </w:rPr>
                <w:t>fair</w:t>
              </w:r>
              <w:r w:rsidRPr="00117446">
                <w:rPr>
                  <w:szCs w:val="24"/>
                </w:rPr>
                <w:t xml:space="preserve"> command of French. Another EU language is a plus.</w:t>
              </w:r>
            </w:p>
          </w:sdtContent>
        </w:sdt>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6A23F52"/>
    <w:multiLevelType w:val="multilevel"/>
    <w:tmpl w:val="C8A01D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9139320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0B14"/>
    <w:rsid w:val="000D129C"/>
    <w:rsid w:val="000F371B"/>
    <w:rsid w:val="000F4CD5"/>
    <w:rsid w:val="00105313"/>
    <w:rsid w:val="00111AB6"/>
    <w:rsid w:val="001A2071"/>
    <w:rsid w:val="001C6251"/>
    <w:rsid w:val="001D0A81"/>
    <w:rsid w:val="0020136C"/>
    <w:rsid w:val="002109E6"/>
    <w:rsid w:val="00252050"/>
    <w:rsid w:val="0029181E"/>
    <w:rsid w:val="002B3CBF"/>
    <w:rsid w:val="002C13C3"/>
    <w:rsid w:val="002C49D0"/>
    <w:rsid w:val="002E40A9"/>
    <w:rsid w:val="00337900"/>
    <w:rsid w:val="00342F45"/>
    <w:rsid w:val="00394447"/>
    <w:rsid w:val="003E50A4"/>
    <w:rsid w:val="0040011B"/>
    <w:rsid w:val="00403531"/>
    <w:rsid w:val="0040388A"/>
    <w:rsid w:val="00405F59"/>
    <w:rsid w:val="00415B23"/>
    <w:rsid w:val="00431778"/>
    <w:rsid w:val="00454CC7"/>
    <w:rsid w:val="00464195"/>
    <w:rsid w:val="00476034"/>
    <w:rsid w:val="004C085F"/>
    <w:rsid w:val="005168AD"/>
    <w:rsid w:val="0058240F"/>
    <w:rsid w:val="00592CD5"/>
    <w:rsid w:val="005D1B85"/>
    <w:rsid w:val="00665583"/>
    <w:rsid w:val="00693BC6"/>
    <w:rsid w:val="00696070"/>
    <w:rsid w:val="007E531E"/>
    <w:rsid w:val="007F02AC"/>
    <w:rsid w:val="007F7012"/>
    <w:rsid w:val="00806EF4"/>
    <w:rsid w:val="008B7D8D"/>
    <w:rsid w:val="008C6C47"/>
    <w:rsid w:val="008D02B7"/>
    <w:rsid w:val="008D05B4"/>
    <w:rsid w:val="008D719A"/>
    <w:rsid w:val="008E3241"/>
    <w:rsid w:val="008F0B52"/>
    <w:rsid w:val="008F4BA9"/>
    <w:rsid w:val="008F5AC1"/>
    <w:rsid w:val="009347CD"/>
    <w:rsid w:val="00994062"/>
    <w:rsid w:val="00996CC6"/>
    <w:rsid w:val="009A1EA0"/>
    <w:rsid w:val="009A2F00"/>
    <w:rsid w:val="009C5E27"/>
    <w:rsid w:val="00A033AD"/>
    <w:rsid w:val="00AB2CEA"/>
    <w:rsid w:val="00AF6424"/>
    <w:rsid w:val="00B15971"/>
    <w:rsid w:val="00B24CC5"/>
    <w:rsid w:val="00B3644B"/>
    <w:rsid w:val="00B65513"/>
    <w:rsid w:val="00B73F08"/>
    <w:rsid w:val="00B8014C"/>
    <w:rsid w:val="00B81B53"/>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85F9A"/>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B81B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971331">
      <w:bodyDiv w:val="1"/>
      <w:marLeft w:val="0"/>
      <w:marRight w:val="0"/>
      <w:marTop w:val="0"/>
      <w:marBottom w:val="0"/>
      <w:divBdr>
        <w:top w:val="none" w:sz="0" w:space="0" w:color="auto"/>
        <w:left w:val="none" w:sz="0" w:space="0" w:color="auto"/>
        <w:bottom w:val="none" w:sz="0" w:space="0" w:color="auto"/>
        <w:right w:val="none" w:sz="0" w:space="0" w:color="auto"/>
      </w:divBdr>
    </w:div>
    <w:div w:id="869535552">
      <w:bodyDiv w:val="1"/>
      <w:marLeft w:val="0"/>
      <w:marRight w:val="0"/>
      <w:marTop w:val="0"/>
      <w:marBottom w:val="0"/>
      <w:divBdr>
        <w:top w:val="none" w:sz="0" w:space="0" w:color="auto"/>
        <w:left w:val="none" w:sz="0" w:space="0" w:color="auto"/>
        <w:bottom w:val="none" w:sz="0" w:space="0" w:color="auto"/>
        <w:right w:val="none" w:sz="0" w:space="0" w:color="auto"/>
      </w:divBdr>
    </w:div>
    <w:div w:id="974798204">
      <w:bodyDiv w:val="1"/>
      <w:marLeft w:val="0"/>
      <w:marRight w:val="0"/>
      <w:marTop w:val="0"/>
      <w:marBottom w:val="0"/>
      <w:divBdr>
        <w:top w:val="none" w:sz="0" w:space="0" w:color="auto"/>
        <w:left w:val="none" w:sz="0" w:space="0" w:color="auto"/>
        <w:bottom w:val="none" w:sz="0" w:space="0" w:color="auto"/>
        <w:right w:val="none" w:sz="0" w:space="0" w:color="auto"/>
      </w:divBdr>
    </w:div>
    <w:div w:id="1079863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490CE26786A4EA697766760EA623DAB"/>
        <w:category>
          <w:name w:val="General"/>
          <w:gallery w:val="placeholder"/>
        </w:category>
        <w:types>
          <w:type w:val="bbPlcHdr"/>
        </w:types>
        <w:behaviors>
          <w:behavior w:val="content"/>
        </w:behaviors>
        <w:guid w:val="{E29BE57D-D545-436B-B56A-734FD7E8FB97}"/>
      </w:docPartPr>
      <w:docPartBody>
        <w:p w:rsidR="00686B2C" w:rsidRDefault="00686B2C" w:rsidP="00686B2C">
          <w:pPr>
            <w:pStyle w:val="B490CE26786A4EA697766760EA623DAB"/>
          </w:pPr>
          <w:r w:rsidRPr="00111AB6">
            <w:rPr>
              <w:rStyle w:val="PlaceholderText"/>
            </w:rPr>
            <w:t>Click or tap here to enter text.</w:t>
          </w:r>
        </w:p>
      </w:docPartBody>
    </w:docPart>
    <w:docPart>
      <w:docPartPr>
        <w:name w:val="71893A658EC24E949783B118B4BC097F"/>
        <w:category>
          <w:name w:val="General"/>
          <w:gallery w:val="placeholder"/>
        </w:category>
        <w:types>
          <w:type w:val="bbPlcHdr"/>
        </w:types>
        <w:behaviors>
          <w:behavior w:val="content"/>
        </w:behaviors>
        <w:guid w:val="{B827A25A-6E27-4B32-B9E9-47F15E10CCAA}"/>
      </w:docPartPr>
      <w:docPartBody>
        <w:p w:rsidR="00686B2C" w:rsidRDefault="00686B2C" w:rsidP="00686B2C">
          <w:pPr>
            <w:pStyle w:val="71893A658EC24E949783B118B4BC097F"/>
          </w:pPr>
          <w:r w:rsidRPr="0007110E">
            <w:rPr>
              <w:rStyle w:val="PlaceholderText"/>
              <w:bCs/>
            </w:rPr>
            <w:t>Click or tap here to enter text.</w:t>
          </w:r>
        </w:p>
      </w:docPartBody>
    </w:docPart>
    <w:docPart>
      <w:docPartPr>
        <w:name w:val="8E0968569C104BAAA74D807035BB1C58"/>
        <w:category>
          <w:name w:val="General"/>
          <w:gallery w:val="placeholder"/>
        </w:category>
        <w:types>
          <w:type w:val="bbPlcHdr"/>
        </w:types>
        <w:behaviors>
          <w:behavior w:val="content"/>
        </w:behaviors>
        <w:guid w:val="{6584AF9E-9F92-418F-B767-DF2C1553849D}"/>
      </w:docPartPr>
      <w:docPartBody>
        <w:p w:rsidR="00686B2C" w:rsidRDefault="00686B2C" w:rsidP="00686B2C">
          <w:pPr>
            <w:pStyle w:val="8E0968569C104BAAA74D807035BB1C58"/>
          </w:pPr>
          <w:r w:rsidRPr="00BD2312">
            <w:rPr>
              <w:rStyle w:val="PlaceholderText"/>
            </w:rPr>
            <w:t>Click or tap here to enter text.</w:t>
          </w:r>
        </w:p>
      </w:docPartBody>
    </w:docPart>
    <w:docPart>
      <w:docPartPr>
        <w:name w:val="94A84A4EC7EC4F48A3E096BDF9E8C02C"/>
        <w:category>
          <w:name w:val="General"/>
          <w:gallery w:val="placeholder"/>
        </w:category>
        <w:types>
          <w:type w:val="bbPlcHdr"/>
        </w:types>
        <w:behaviors>
          <w:behavior w:val="content"/>
        </w:behaviors>
        <w:guid w:val="{0AD07D72-DD81-4176-8207-A0ACEE152DF2}"/>
      </w:docPartPr>
      <w:docPartBody>
        <w:p w:rsidR="00686B2C" w:rsidRDefault="00686B2C" w:rsidP="00686B2C">
          <w:pPr>
            <w:pStyle w:val="94A84A4EC7EC4F48A3E096BDF9E8C02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42F45"/>
    <w:rsid w:val="00405F59"/>
    <w:rsid w:val="00416B25"/>
    <w:rsid w:val="004C085F"/>
    <w:rsid w:val="006212B2"/>
    <w:rsid w:val="00686B2C"/>
    <w:rsid w:val="006F0611"/>
    <w:rsid w:val="007F7378"/>
    <w:rsid w:val="00893390"/>
    <w:rsid w:val="00894A0C"/>
    <w:rsid w:val="008B7D8D"/>
    <w:rsid w:val="008C6C47"/>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86B2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B490CE26786A4EA697766760EA623DAB">
    <w:name w:val="B490CE26786A4EA697766760EA623DAB"/>
    <w:rsid w:val="00686B2C"/>
    <w:pPr>
      <w:spacing w:line="278" w:lineRule="auto"/>
    </w:pPr>
    <w:rPr>
      <w:kern w:val="2"/>
      <w:sz w:val="24"/>
      <w:szCs w:val="24"/>
      <w:lang w:val="en-US" w:eastAsia="en-US"/>
      <w14:ligatures w14:val="standardContextual"/>
    </w:rPr>
  </w:style>
  <w:style w:type="paragraph" w:customStyle="1" w:styleId="71893A658EC24E949783B118B4BC097F">
    <w:name w:val="71893A658EC24E949783B118B4BC097F"/>
    <w:rsid w:val="00686B2C"/>
    <w:pPr>
      <w:spacing w:line="278" w:lineRule="auto"/>
    </w:pPr>
    <w:rPr>
      <w:kern w:val="2"/>
      <w:sz w:val="24"/>
      <w:szCs w:val="24"/>
      <w:lang w:val="en-US" w:eastAsia="en-US"/>
      <w14:ligatures w14:val="standardContextual"/>
    </w:rPr>
  </w:style>
  <w:style w:type="paragraph" w:customStyle="1" w:styleId="8E0968569C104BAAA74D807035BB1C58">
    <w:name w:val="8E0968569C104BAAA74D807035BB1C58"/>
    <w:rsid w:val="00686B2C"/>
    <w:pPr>
      <w:spacing w:line="278" w:lineRule="auto"/>
    </w:pPr>
    <w:rPr>
      <w:kern w:val="2"/>
      <w:sz w:val="24"/>
      <w:szCs w:val="24"/>
      <w:lang w:val="en-US" w:eastAsia="en-US"/>
      <w14:ligatures w14:val="standardContextual"/>
    </w:rPr>
  </w:style>
  <w:style w:type="paragraph" w:customStyle="1" w:styleId="94A84A4EC7EC4F48A3E096BDF9E8C02C">
    <w:name w:val="94A84A4EC7EC4F48A3E096BDF9E8C02C"/>
    <w:rsid w:val="00686B2C"/>
    <w:pPr>
      <w:spacing w:line="278" w:lineRule="auto"/>
    </w:pPr>
    <w:rPr>
      <w:kern w:val="2"/>
      <w:sz w:val="24"/>
      <w:szCs w:val="24"/>
      <w:lang w:val="en-US" w:eastAsia="en-US"/>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643A313-68AD-47DD-9A4F-9BD137825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purl.org/dc/dcmitype/"/>
    <ds:schemaRef ds:uri="http://schemas.microsoft.com/office/2006/documentManagement/types"/>
    <ds:schemaRef ds:uri="http://schemas.microsoft.com/sharepoint/v3/fields"/>
    <ds:schemaRef ds:uri="1929b814-5a78-4bdc-9841-d8b9ef424f65"/>
    <ds:schemaRef ds:uri="http://purl.org/dc/terms/"/>
    <ds:schemaRef ds:uri="http://schemas.microsoft.com/office/infopath/2007/PartnerControls"/>
    <ds:schemaRef ds:uri="08927195-b699-4be0-9ee2-6c66dc215b5a"/>
    <ds:schemaRef ds:uri="http://www.w3.org/XML/1998/namespace"/>
    <ds:schemaRef ds:uri="http://schemas.microsoft.com/office/2006/metadata/properties"/>
    <ds:schemaRef ds:uri="http://schemas.openxmlformats.org/package/2006/metadata/core-properties"/>
    <ds:schemaRef ds:uri="a41a97bf-0494-41d8-ba3d-259bd7771890"/>
    <ds:schemaRef ds:uri="http://purl.org/dc/elements/1.1/"/>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90</TotalTime>
  <Pages>4</Pages>
  <Words>1167</Words>
  <Characters>6657</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11</cp:revision>
  <cp:lastPrinted>2023-04-05T10:36:00Z</cp:lastPrinted>
  <dcterms:created xsi:type="dcterms:W3CDTF">2025-03-28T14:27:00Z</dcterms:created>
  <dcterms:modified xsi:type="dcterms:W3CDTF">2025-04-11T17:28:00Z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