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866B01" w14:paraId="6B8436E8" w14:textId="77777777">
            <w:trPr>
              <w:cantSplit/>
            </w:trPr>
            <w:tc>
              <w:tcPr>
                <w:tcW w:w="2400" w:type="dxa"/>
              </w:tcPr>
              <w:p w14:paraId="337BAD96" w14:textId="77777777" w:rsidR="007D0EC6" w:rsidRPr="00866B01" w:rsidRDefault="007716E4">
                <w:pPr>
                  <w:pStyle w:val="ZFlag"/>
                </w:pPr>
                <w:r w:rsidRPr="00B86DB4">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866B01" w:rsidRDefault="00A22704">
                <w:pPr>
                  <w:pStyle w:val="ZCom"/>
                </w:pPr>
                <w:sdt>
                  <w:sdtPr>
                    <w:id w:val="-294516254"/>
                    <w:dataBinding w:xpath="/Texts/OrgaRoot" w:storeItemID="{4EF90DE6-88B6-4264-9629-4D8DFDFE87D2}"/>
                    <w:text w:multiLine="1"/>
                  </w:sdtPr>
                  <w:sdtEndPr/>
                  <w:sdtContent>
                    <w:r w:rsidR="000331EC" w:rsidRPr="00866B01">
                      <w:t>EUROPÄISCHE KOMMISSION</w:t>
                    </w:r>
                  </w:sdtContent>
                </w:sdt>
              </w:p>
              <w:p w14:paraId="0243B2AD" w14:textId="3EBE0E0D" w:rsidR="007D0EC6" w:rsidRPr="00866B01" w:rsidRDefault="00A2270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866B01">
                      <w:rPr>
                        <w:caps/>
                      </w:rPr>
                      <w:t xml:space="preserve">     </w:t>
                    </w:r>
                  </w:sdtContent>
                </w:sdt>
              </w:p>
              <w:p w14:paraId="7A2A5303" w14:textId="291FAB8D" w:rsidR="007D0EC6" w:rsidRPr="00866B01" w:rsidRDefault="00A2270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866B01">
                      <w:rPr>
                        <w:caps/>
                      </w:rPr>
                      <w:t xml:space="preserve">     </w:t>
                    </w:r>
                  </w:sdtContent>
                </w:sdt>
              </w:p>
              <w:p w14:paraId="44BF94D3" w14:textId="41DCA873" w:rsidR="007D0EC6" w:rsidRPr="00866B01" w:rsidRDefault="00A2270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866B01">
                      <w:t xml:space="preserve">     </w:t>
                    </w:r>
                  </w:sdtContent>
                </w:sdt>
              </w:p>
              <w:p w14:paraId="04BD4171" w14:textId="6335BF88" w:rsidR="007D0EC6" w:rsidRPr="00866B01" w:rsidRDefault="00A2270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866B01">
                      <w:rPr>
                        <w:b/>
                      </w:rPr>
                      <w:t xml:space="preserve">     </w:t>
                    </w:r>
                  </w:sdtContent>
                </w:sdt>
              </w:p>
            </w:tc>
          </w:tr>
        </w:sdtContent>
      </w:sdt>
    </w:tbl>
    <w:p w14:paraId="7663C9C9" w14:textId="6AA70DEA" w:rsidR="007D0EC6" w:rsidRPr="00866B01" w:rsidRDefault="00A2270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866B01">
            <w:rPr>
              <w:smallCaps w:val="0"/>
              <w:lang w:eastAsia="en-GB"/>
            </w:rPr>
            <w:t>STELLENAUSSCHREIBUNG FÜR</w:t>
          </w:r>
          <w:r w:rsidR="001203F8" w:rsidRPr="00866B01">
            <w:rPr>
              <w:smallCaps w:val="0"/>
              <w:lang w:eastAsia="en-GB"/>
            </w:rPr>
            <w:br/>
            <w:t xml:space="preserve">ABGEORDNETE(R) NATIONALE(R) SACHVERSTÄNDIGE(R) </w:t>
          </w:r>
        </w:sdtContent>
      </w:sdt>
    </w:p>
    <w:p w14:paraId="367A9326" w14:textId="77777777" w:rsidR="00546DB1" w:rsidRPr="00866B01"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866B01" w14:paraId="06DB0851" w14:textId="77777777" w:rsidTr="005F6927">
        <w:tc>
          <w:tcPr>
            <w:tcW w:w="3111" w:type="dxa"/>
          </w:tcPr>
          <w:p w14:paraId="22C90E2D" w14:textId="63539E4F" w:rsidR="00546DB1" w:rsidRPr="00866B01" w:rsidRDefault="00546DB1" w:rsidP="00AB56F9">
            <w:pPr>
              <w:tabs>
                <w:tab w:val="left" w:pos="426"/>
              </w:tabs>
              <w:spacing w:before="120"/>
              <w:rPr>
                <w:bCs/>
                <w:lang w:eastAsia="en-GB"/>
              </w:rPr>
            </w:pPr>
            <w:r w:rsidRPr="00866B0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A60C0A6" w:rsidR="00546DB1" w:rsidRPr="00B86DB4" w:rsidRDefault="009A1BAE" w:rsidP="00AB56F9">
                <w:pPr>
                  <w:tabs>
                    <w:tab w:val="left" w:pos="426"/>
                  </w:tabs>
                  <w:spacing w:before="120"/>
                  <w:rPr>
                    <w:bCs/>
                    <w:lang w:eastAsia="en-GB"/>
                  </w:rPr>
                </w:pPr>
                <w:r w:rsidRPr="00B86DB4">
                  <w:rPr>
                    <w:bCs/>
                    <w:lang w:eastAsia="en-GB"/>
                  </w:rPr>
                  <w:t>DG BUDG, Directorate B, Task Force for Strategic Technologies for Europe Platform (STEP)</w:t>
                </w:r>
              </w:p>
            </w:tc>
          </w:sdtContent>
        </w:sdt>
      </w:tr>
      <w:tr w:rsidR="00546DB1" w:rsidRPr="00866B01" w14:paraId="26A5C234" w14:textId="77777777" w:rsidTr="005F6927">
        <w:tc>
          <w:tcPr>
            <w:tcW w:w="3111" w:type="dxa"/>
          </w:tcPr>
          <w:p w14:paraId="1BDAC679" w14:textId="0D0AA661" w:rsidR="00546DB1" w:rsidRPr="00866B01" w:rsidRDefault="00803007" w:rsidP="00AB56F9">
            <w:pPr>
              <w:tabs>
                <w:tab w:val="left" w:pos="426"/>
              </w:tabs>
              <w:spacing w:before="120"/>
              <w:rPr>
                <w:bCs/>
                <w:lang w:eastAsia="en-GB"/>
              </w:rPr>
            </w:pPr>
            <w:r w:rsidRPr="00866B01">
              <w:rPr>
                <w:bCs/>
                <w:lang w:eastAsia="en-GB"/>
              </w:rPr>
              <w:t>Stelle</w:t>
            </w:r>
            <w:r w:rsidR="003B2E38" w:rsidRPr="00866B01">
              <w:rPr>
                <w:bCs/>
                <w:lang w:eastAsia="en-GB"/>
              </w:rPr>
              <w:t>n</w:t>
            </w:r>
            <w:r w:rsidRPr="00866B01">
              <w:rPr>
                <w:bCs/>
                <w:lang w:eastAsia="en-GB"/>
              </w:rPr>
              <w:t>n</w:t>
            </w:r>
            <w:r w:rsidR="00546DB1" w:rsidRPr="00866B01">
              <w:rPr>
                <w:bCs/>
                <w:lang w:eastAsia="en-GB"/>
              </w:rPr>
              <w:t xml:space="preserve">ummer in </w:t>
            </w:r>
            <w:r w:rsidR="001203F8" w:rsidRPr="00866B01">
              <w:rPr>
                <w:bCs/>
                <w:lang w:eastAsia="en-GB"/>
              </w:rPr>
              <w:t>S</w:t>
            </w:r>
            <w:r w:rsidR="00546DB1" w:rsidRPr="00866B0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874AF11" w:rsidR="00546DB1" w:rsidRPr="00B86DB4" w:rsidRDefault="009A1BAE" w:rsidP="00AB56F9">
                <w:pPr>
                  <w:tabs>
                    <w:tab w:val="left" w:pos="426"/>
                  </w:tabs>
                  <w:spacing w:before="120"/>
                  <w:rPr>
                    <w:bCs/>
                    <w:lang w:eastAsia="en-GB"/>
                  </w:rPr>
                </w:pPr>
                <w:r w:rsidRPr="00866B01">
                  <w:rPr>
                    <w:bCs/>
                    <w:lang w:eastAsia="en-GB"/>
                  </w:rPr>
                  <w:t>4270</w:t>
                </w:r>
                <w:r w:rsidR="00607C7E" w:rsidRPr="00866B01">
                  <w:rPr>
                    <w:bCs/>
                    <w:lang w:eastAsia="en-GB"/>
                  </w:rPr>
                  <w:t>30</w:t>
                </w:r>
              </w:p>
            </w:tc>
          </w:sdtContent>
        </w:sdt>
      </w:tr>
      <w:tr w:rsidR="00546DB1" w:rsidRPr="00866B01" w14:paraId="24AC67DD" w14:textId="77777777" w:rsidTr="005F6927">
        <w:tc>
          <w:tcPr>
            <w:tcW w:w="3111" w:type="dxa"/>
          </w:tcPr>
          <w:p w14:paraId="40181297" w14:textId="436A850C" w:rsidR="00546DB1" w:rsidRPr="00866B01" w:rsidRDefault="001203F8" w:rsidP="00AB56F9">
            <w:pPr>
              <w:tabs>
                <w:tab w:val="left" w:pos="1697"/>
              </w:tabs>
              <w:spacing w:before="120"/>
              <w:ind w:right="-1741"/>
              <w:rPr>
                <w:bCs/>
                <w:szCs w:val="24"/>
                <w:lang w:eastAsia="en-GB"/>
              </w:rPr>
            </w:pPr>
            <w:r w:rsidRPr="00866B01">
              <w:rPr>
                <w:bCs/>
                <w:szCs w:val="24"/>
                <w:lang w:eastAsia="en-GB"/>
              </w:rPr>
              <w:t>Kontaktp</w:t>
            </w:r>
            <w:r w:rsidR="00546DB1" w:rsidRPr="00866B01">
              <w:rPr>
                <w:bCs/>
                <w:szCs w:val="24"/>
                <w:lang w:eastAsia="en-GB"/>
              </w:rPr>
              <w:t>erson:</w:t>
            </w:r>
          </w:p>
          <w:p w14:paraId="436ABA69" w14:textId="7CBD7E1C" w:rsidR="00546DB1" w:rsidRPr="00866B01" w:rsidRDefault="00546DB1" w:rsidP="005F6927">
            <w:pPr>
              <w:tabs>
                <w:tab w:val="left" w:pos="1697"/>
              </w:tabs>
              <w:ind w:right="-1739"/>
              <w:contextualSpacing/>
              <w:rPr>
                <w:bCs/>
                <w:szCs w:val="24"/>
                <w:lang w:eastAsia="en-GB"/>
              </w:rPr>
            </w:pPr>
            <w:r w:rsidRPr="00866B01">
              <w:rPr>
                <w:bCs/>
                <w:szCs w:val="24"/>
                <w:lang w:eastAsia="en-GB"/>
              </w:rPr>
              <w:t>Gewünschter Dienstantritt:</w:t>
            </w:r>
          </w:p>
          <w:p w14:paraId="707E2C7A" w14:textId="52877B26" w:rsidR="00546DB1" w:rsidRPr="00866B01" w:rsidRDefault="00546DB1" w:rsidP="005F6927">
            <w:pPr>
              <w:tabs>
                <w:tab w:val="left" w:pos="1697"/>
              </w:tabs>
              <w:ind w:right="-1739"/>
              <w:contextualSpacing/>
              <w:rPr>
                <w:bCs/>
                <w:szCs w:val="24"/>
                <w:lang w:eastAsia="en-GB"/>
              </w:rPr>
            </w:pPr>
            <w:r w:rsidRPr="00866B01">
              <w:rPr>
                <w:bCs/>
                <w:szCs w:val="24"/>
                <w:lang w:eastAsia="en-GB"/>
              </w:rPr>
              <w:t>Dauer der 1. Abordnung:</w:t>
            </w:r>
          </w:p>
          <w:p w14:paraId="337D3876" w14:textId="444CE3E2" w:rsidR="00546DB1" w:rsidRPr="00866B01" w:rsidRDefault="00546DB1" w:rsidP="005F6927">
            <w:pPr>
              <w:tabs>
                <w:tab w:val="left" w:pos="426"/>
              </w:tabs>
              <w:spacing w:after="0"/>
              <w:contextualSpacing/>
              <w:rPr>
                <w:bCs/>
                <w:lang w:eastAsia="en-GB"/>
              </w:rPr>
            </w:pPr>
            <w:r w:rsidRPr="00866B01">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65EBCF52" w14:textId="1AC8513B" w:rsidR="00546DB1" w:rsidRPr="00B86DB4" w:rsidRDefault="009E4372" w:rsidP="009E4372">
                <w:pPr>
                  <w:spacing w:after="160" w:line="278" w:lineRule="auto"/>
                  <w:jc w:val="left"/>
                  <w:rPr>
                    <w:bCs/>
                    <w:lang w:eastAsia="en-GB"/>
                  </w:rPr>
                </w:pPr>
                <w:r w:rsidRPr="00B86DB4">
                  <w:t>Caroline Vandierendonck, Leiterin der Taskforce         (</w:t>
                </w:r>
                <w:hyperlink r:id="rId15" w:history="1">
                  <w:r w:rsidRPr="00B86DB4">
                    <w:rPr>
                      <w:rStyle w:val="Hyperlink"/>
                    </w:rPr>
                    <w:t>caroline.vandierendonck@ec.europa.eu</w:t>
                  </w:r>
                </w:hyperlink>
                <w:r w:rsidRPr="00B86DB4">
                  <w:t>)</w:t>
                </w:r>
              </w:p>
            </w:sdtContent>
          </w:sdt>
          <w:p w14:paraId="227D6F6E" w14:textId="608AC4B3" w:rsidR="00546DB1" w:rsidRPr="00866B01" w:rsidRDefault="00A2270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A1BAE" w:rsidRPr="00866B01">
                  <w:rPr>
                    <w:bCs/>
                    <w:lang w:eastAsia="en-GB"/>
                  </w:rPr>
                  <w:t>1</w:t>
                </w:r>
              </w:sdtContent>
            </w:sdt>
            <w:r w:rsidR="00546DB1" w:rsidRPr="00866B01">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9A1BAE" w:rsidRPr="00866B01">
                      <w:rPr>
                        <w:bCs/>
                        <w:lang w:eastAsia="en-GB"/>
                      </w:rPr>
                      <w:t>2025</w:t>
                    </w:r>
                  </w:sdtContent>
                </w:sdt>
              </w:sdtContent>
            </w:sdt>
          </w:p>
          <w:p w14:paraId="4128A55A" w14:textId="4A216D6F" w:rsidR="00546DB1" w:rsidRPr="00866B01" w:rsidRDefault="00A2270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A1BAE" w:rsidRPr="00866B01">
                  <w:rPr>
                    <w:bCs/>
                    <w:lang w:eastAsia="en-GB"/>
                  </w:rPr>
                  <w:t>2</w:t>
                </w:r>
              </w:sdtContent>
            </w:sdt>
            <w:r w:rsidR="00546DB1" w:rsidRPr="00866B01">
              <w:rPr>
                <w:bCs/>
                <w:lang w:eastAsia="en-GB"/>
              </w:rPr>
              <w:t xml:space="preserve"> Jahr(e)</w:t>
            </w:r>
            <w:r w:rsidR="00546DB1" w:rsidRPr="00866B0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A1BAE" w:rsidRPr="00866B01">
                  <w:rPr>
                    <w:rFonts w:ascii="MS Gothic" w:eastAsia="MS Gothic" w:hAnsi="MS Gothic"/>
                    <w:bCs/>
                    <w:szCs w:val="24"/>
                    <w:lang w:eastAsia="en-GB"/>
                  </w:rPr>
                  <w:t>☒</w:t>
                </w:r>
              </w:sdtContent>
            </w:sdt>
            <w:r w:rsidR="00546DB1" w:rsidRPr="00866B01">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866B01">
                  <w:rPr>
                    <w:rFonts w:ascii="MS Gothic" w:eastAsia="MS Gothic" w:hAnsi="MS Gothic"/>
                    <w:bCs/>
                    <w:szCs w:val="24"/>
                    <w:lang w:eastAsia="en-GB"/>
                  </w:rPr>
                  <w:t>☐</w:t>
                </w:r>
              </w:sdtContent>
            </w:sdt>
            <w:r w:rsidR="00546DB1" w:rsidRPr="00866B0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866B01">
                  <w:rPr>
                    <w:rFonts w:ascii="MS Gothic" w:eastAsia="MS Gothic" w:hAnsi="MS Gothic"/>
                    <w:bCs/>
                    <w:szCs w:val="24"/>
                    <w:lang w:eastAsia="en-GB"/>
                  </w:rPr>
                  <w:t>☐</w:t>
                </w:r>
              </w:sdtContent>
            </w:sdt>
            <w:r w:rsidR="00546DB1" w:rsidRPr="00866B01">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866B01">
                  <w:rPr>
                    <w:rStyle w:val="PlaceholderText"/>
                  </w:rPr>
                  <w:t>Click or tap here to enter text.</w:t>
                </w:r>
              </w:sdtContent>
            </w:sdt>
          </w:p>
          <w:p w14:paraId="4F5C5818" w14:textId="77777777" w:rsidR="00546DB1" w:rsidRPr="00866B01" w:rsidRDefault="00546DB1" w:rsidP="005F6927">
            <w:pPr>
              <w:tabs>
                <w:tab w:val="left" w:pos="426"/>
              </w:tabs>
              <w:spacing w:after="0"/>
              <w:contextualSpacing/>
              <w:rPr>
                <w:bCs/>
                <w:lang w:eastAsia="en-GB"/>
              </w:rPr>
            </w:pPr>
          </w:p>
        </w:tc>
      </w:tr>
      <w:tr w:rsidR="002C5752" w:rsidRPr="00866B01" w14:paraId="1D5187A6" w14:textId="77777777" w:rsidTr="000675FD">
        <w:tc>
          <w:tcPr>
            <w:tcW w:w="3111" w:type="dxa"/>
          </w:tcPr>
          <w:p w14:paraId="117A7F54" w14:textId="684C7494" w:rsidR="002C5752" w:rsidRPr="00B86DB4" w:rsidRDefault="00AB56F9" w:rsidP="000675FD">
            <w:pPr>
              <w:tabs>
                <w:tab w:val="left" w:pos="426"/>
              </w:tabs>
              <w:spacing w:before="180" w:after="0"/>
              <w:rPr>
                <w:bCs/>
                <w:lang w:eastAsia="en-GB"/>
              </w:rPr>
            </w:pPr>
            <w:bookmarkStart w:id="0" w:name="_Hlk135920176"/>
            <w:r w:rsidRPr="00B86DB4">
              <w:rPr>
                <w:bCs/>
                <w:lang w:eastAsia="en-GB"/>
              </w:rPr>
              <w:t>Art der Abordnung</w:t>
            </w:r>
          </w:p>
        </w:tc>
        <w:tc>
          <w:tcPr>
            <w:tcW w:w="5491" w:type="dxa"/>
          </w:tcPr>
          <w:p w14:paraId="23736760" w14:textId="065973EF" w:rsidR="002C5752" w:rsidRPr="00B86DB4" w:rsidRDefault="002C5752" w:rsidP="000675FD">
            <w:pPr>
              <w:tabs>
                <w:tab w:val="left" w:pos="426"/>
              </w:tabs>
              <w:spacing w:before="120"/>
              <w:rPr>
                <w:bCs/>
                <w:lang w:eastAsia="en-GB"/>
              </w:rPr>
            </w:pPr>
            <w:r w:rsidRPr="00B86DB4">
              <w:rPr>
                <w:bCs/>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sidRPr="00B86DB4">
              <w:rPr>
                <w:bCs/>
                <w:lang w:eastAsia="en-GB"/>
              </w:rPr>
              <w:object w:dxaOrig="225" w:dyaOrig="225" w14:anchorId="28F21F18">
                <v:shape id="_x0000_i1039" type="#_x0000_t75" style="width:159pt;height:21.6pt" o:ole="">
                  <v:imagedata r:id="rId18" o:title=""/>
                </v:shape>
                <w:control r:id="rId19" w:name="OptionButton7" w:shapeid="_x0000_i1039"/>
              </w:object>
            </w:r>
          </w:p>
        </w:tc>
      </w:tr>
      <w:tr w:rsidR="002C5752" w:rsidRPr="00866B01" w14:paraId="777C186C" w14:textId="77777777" w:rsidTr="000675FD">
        <w:tc>
          <w:tcPr>
            <w:tcW w:w="8602" w:type="dxa"/>
            <w:gridSpan w:val="2"/>
          </w:tcPr>
          <w:p w14:paraId="1AC887FC" w14:textId="24E45A39" w:rsidR="002C5752" w:rsidRPr="00866B01" w:rsidRDefault="002C5752" w:rsidP="00AB56F9">
            <w:pPr>
              <w:tabs>
                <w:tab w:val="left" w:pos="426"/>
              </w:tabs>
              <w:spacing w:before="120"/>
              <w:rPr>
                <w:bCs/>
                <w:lang w:eastAsia="en-GB"/>
              </w:rPr>
            </w:pPr>
            <w:r w:rsidRPr="00866B01">
              <w:rPr>
                <w:bCs/>
                <w:lang w:eastAsia="en-GB"/>
              </w:rPr>
              <w:t>Auf diese Stellenausschreibung können sich Bedienstete:</w:t>
            </w:r>
          </w:p>
          <w:p w14:paraId="7A934D5A" w14:textId="4A5B3A34" w:rsidR="002C5752" w:rsidRPr="00866B01" w:rsidRDefault="002C5752" w:rsidP="000675FD">
            <w:pPr>
              <w:tabs>
                <w:tab w:val="left" w:pos="426"/>
              </w:tabs>
              <w:contextualSpacing/>
              <w:rPr>
                <w:bCs/>
                <w:szCs w:val="24"/>
                <w:lang w:eastAsia="en-GB"/>
              </w:rPr>
            </w:pPr>
            <w:r w:rsidRPr="00B86DB4">
              <w:rPr>
                <w:bCs/>
                <w:lang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866B01" w:rsidRDefault="00AB56F9" w:rsidP="00AB56F9">
            <w:pPr>
              <w:tabs>
                <w:tab w:val="left" w:pos="426"/>
              </w:tabs>
              <w:spacing w:after="120"/>
              <w:ind w:left="567"/>
              <w:rPr>
                <w:bCs/>
                <w:lang w:eastAsia="en-GB"/>
              </w:rPr>
            </w:pPr>
            <w:r w:rsidRPr="00866B01">
              <w:rPr>
                <w:bCs/>
                <w:lang w:eastAsia="en-GB"/>
              </w:rPr>
              <w:t>Können sich auch bewerben</w:t>
            </w:r>
            <w:r w:rsidR="002C5752" w:rsidRPr="00866B01">
              <w:rPr>
                <w:bCs/>
                <w:lang w:eastAsia="en-GB"/>
              </w:rPr>
              <w:t>:</w:t>
            </w:r>
          </w:p>
          <w:p w14:paraId="076B032E" w14:textId="3DEAB321" w:rsidR="002C5752" w:rsidRPr="00866B01" w:rsidRDefault="00A2270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866B01">
                  <w:rPr>
                    <w:rFonts w:ascii="MS Gothic" w:eastAsia="MS Gothic" w:hAnsi="MS Gothic"/>
                    <w:bCs/>
                    <w:szCs w:val="24"/>
                    <w:lang w:eastAsia="en-GB"/>
                  </w:rPr>
                  <w:t>☐</w:t>
                </w:r>
              </w:sdtContent>
            </w:sdt>
            <w:r w:rsidR="00C27C81" w:rsidRPr="00866B01">
              <w:rPr>
                <w:bCs/>
                <w:szCs w:val="24"/>
                <w:lang w:eastAsia="en-GB"/>
              </w:rPr>
              <w:t xml:space="preserve"> </w:t>
            </w:r>
            <w:r w:rsidR="00AB56F9" w:rsidRPr="00866B01">
              <w:rPr>
                <w:bCs/>
                <w:lang w:eastAsia="en-GB"/>
              </w:rPr>
              <w:t>Bedienstete</w:t>
            </w:r>
            <w:r w:rsidR="00AB56F9" w:rsidRPr="00866B01">
              <w:rPr>
                <w:bCs/>
                <w:szCs w:val="24"/>
                <w:lang w:eastAsia="en-GB"/>
              </w:rPr>
              <w:t xml:space="preserve"> </w:t>
            </w:r>
            <w:r w:rsidR="002C5752" w:rsidRPr="00866B01">
              <w:rPr>
                <w:bCs/>
                <w:szCs w:val="24"/>
                <w:lang w:eastAsia="en-GB"/>
              </w:rPr>
              <w:t>der folgenden EFTA-Staaten bewerben:</w:t>
            </w:r>
          </w:p>
          <w:p w14:paraId="2F65AFF0" w14:textId="77777777" w:rsidR="002C5752" w:rsidRPr="00866B01" w:rsidRDefault="002C5752" w:rsidP="00C27C81">
            <w:pPr>
              <w:tabs>
                <w:tab w:val="left" w:pos="426"/>
              </w:tabs>
              <w:ind w:left="1134"/>
              <w:contextualSpacing/>
              <w:rPr>
                <w:bCs/>
                <w:szCs w:val="24"/>
                <w:lang w:eastAsia="en-GB"/>
              </w:rPr>
            </w:pPr>
            <w:r w:rsidRPr="00866B0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866B01">
                  <w:rPr>
                    <w:rFonts w:ascii="MS Gothic" w:eastAsia="MS Gothic" w:hAnsi="MS Gothic"/>
                    <w:bCs/>
                    <w:szCs w:val="24"/>
                    <w:lang w:eastAsia="en-GB"/>
                  </w:rPr>
                  <w:t>☐</w:t>
                </w:r>
              </w:sdtContent>
            </w:sdt>
            <w:r w:rsidRPr="00866B01">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866B01">
                  <w:rPr>
                    <w:rFonts w:ascii="MS Gothic" w:eastAsia="MS Gothic" w:hAnsi="MS Gothic"/>
                    <w:bCs/>
                    <w:szCs w:val="24"/>
                    <w:lang w:eastAsia="en-GB"/>
                  </w:rPr>
                  <w:t>☐</w:t>
                </w:r>
              </w:sdtContent>
            </w:sdt>
            <w:r w:rsidRPr="00866B01">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866B01">
                  <w:rPr>
                    <w:rFonts w:ascii="MS Gothic" w:eastAsia="MS Gothic" w:hAnsi="MS Gothic"/>
                    <w:bCs/>
                    <w:szCs w:val="24"/>
                    <w:lang w:eastAsia="en-GB"/>
                  </w:rPr>
                  <w:t>☐</w:t>
                </w:r>
              </w:sdtContent>
            </w:sdt>
            <w:r w:rsidRPr="00866B01">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866B01">
                  <w:rPr>
                    <w:rFonts w:ascii="MS Gothic" w:eastAsia="MS Gothic" w:hAnsi="MS Gothic"/>
                    <w:bCs/>
                    <w:szCs w:val="24"/>
                    <w:lang w:eastAsia="en-GB"/>
                  </w:rPr>
                  <w:t>☐</w:t>
                </w:r>
              </w:sdtContent>
            </w:sdt>
            <w:r w:rsidRPr="00866B01">
              <w:rPr>
                <w:bCs/>
                <w:szCs w:val="24"/>
                <w:lang w:eastAsia="en-GB"/>
              </w:rPr>
              <w:t xml:space="preserve"> Schweiz</w:t>
            </w:r>
          </w:p>
          <w:p w14:paraId="6B1B54D0" w14:textId="01A9696E" w:rsidR="002C5752" w:rsidRPr="00866B01" w:rsidRDefault="00A2270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866B01">
                  <w:rPr>
                    <w:rFonts w:ascii="MS Gothic" w:eastAsia="MS Gothic" w:hAnsi="MS Gothic"/>
                    <w:bCs/>
                    <w:szCs w:val="24"/>
                    <w:lang w:eastAsia="en-GB"/>
                  </w:rPr>
                  <w:t>☐</w:t>
                </w:r>
              </w:sdtContent>
            </w:sdt>
            <w:r w:rsidR="00C27C81" w:rsidRPr="00866B01">
              <w:rPr>
                <w:bCs/>
                <w:szCs w:val="24"/>
                <w:lang w:eastAsia="en-GB"/>
              </w:rPr>
              <w:t xml:space="preserve"> </w:t>
            </w:r>
            <w:r w:rsidR="00AB56F9" w:rsidRPr="00866B01">
              <w:rPr>
                <w:bCs/>
                <w:lang w:eastAsia="en-GB"/>
              </w:rPr>
              <w:t>Bedienstete</w:t>
            </w:r>
            <w:r w:rsidR="00AB56F9" w:rsidRPr="00866B01">
              <w:rPr>
                <w:bCs/>
                <w:szCs w:val="24"/>
                <w:lang w:eastAsia="en-GB"/>
              </w:rPr>
              <w:t xml:space="preserve"> </w:t>
            </w:r>
            <w:r w:rsidR="002C5752" w:rsidRPr="00866B01">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866B01">
                  <w:rPr>
                    <w:rStyle w:val="PlaceholderText"/>
                    <w:bCs/>
                  </w:rPr>
                  <w:t xml:space="preserve"> </w:t>
                </w:r>
                <w:r w:rsidR="00C27C81" w:rsidRPr="00866B01">
                  <w:rPr>
                    <w:rStyle w:val="PlaceholderText"/>
                    <w:bCs/>
                  </w:rPr>
                  <w:t>…</w:t>
                </w:r>
                <w:r w:rsidR="002C5752" w:rsidRPr="00866B01">
                  <w:rPr>
                    <w:rStyle w:val="PlaceholderText"/>
                    <w:bCs/>
                  </w:rPr>
                  <w:t xml:space="preserve">    </w:t>
                </w:r>
              </w:sdtContent>
            </w:sdt>
          </w:p>
          <w:p w14:paraId="11A31139" w14:textId="003D29BF" w:rsidR="00AB56F9" w:rsidRPr="00866B01" w:rsidRDefault="00A2270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866B01">
                  <w:rPr>
                    <w:rFonts w:ascii="MS Gothic" w:eastAsia="MS Gothic" w:hAnsi="MS Gothic"/>
                    <w:bCs/>
                    <w:szCs w:val="24"/>
                    <w:lang w:eastAsia="en-GB"/>
                  </w:rPr>
                  <w:t>☐</w:t>
                </w:r>
              </w:sdtContent>
            </w:sdt>
            <w:r w:rsidR="00C27C81" w:rsidRPr="00866B01">
              <w:rPr>
                <w:bCs/>
                <w:szCs w:val="24"/>
                <w:lang w:eastAsia="en-GB"/>
              </w:rPr>
              <w:t xml:space="preserve"> </w:t>
            </w:r>
            <w:r w:rsidR="00AB56F9" w:rsidRPr="00866B01">
              <w:rPr>
                <w:bCs/>
                <w:lang w:eastAsia="en-GB"/>
              </w:rPr>
              <w:t>Bedienstete</w:t>
            </w:r>
            <w:r w:rsidR="00AB56F9" w:rsidRPr="00866B01">
              <w:rPr>
                <w:bCs/>
                <w:szCs w:val="24"/>
                <w:lang w:eastAsia="en-GB"/>
              </w:rPr>
              <w:t xml:space="preserve"> </w:t>
            </w:r>
            <w:r w:rsidR="002C5752" w:rsidRPr="00866B01">
              <w:rPr>
                <w:bCs/>
                <w:szCs w:val="24"/>
                <w:lang w:eastAsia="en-GB"/>
              </w:rPr>
              <w:t>folgender zwischenstaatlicher Organisationen bewerben:</w:t>
            </w:r>
            <w:r w:rsidR="002C5752" w:rsidRPr="00866B01">
              <w:rPr>
                <w:bCs/>
                <w:szCs w:val="24"/>
                <w:lang w:eastAsia="en-GB"/>
              </w:rPr>
              <w:tab/>
            </w:r>
            <w:sdt>
              <w:sdtPr>
                <w:rPr>
                  <w:bCs/>
                  <w:szCs w:val="24"/>
                  <w:lang w:eastAsia="en-GB"/>
                </w:rPr>
                <w:id w:val="-46761903"/>
                <w:placeholder>
                  <w:docPart w:val="FABBD6682D494043A1C923A39CFB6FDE"/>
                </w:placeholder>
                <w:showingPlcHdr/>
              </w:sdtPr>
              <w:sdtEndPr/>
              <w:sdtContent>
                <w:r w:rsidR="002C5752" w:rsidRPr="00866B01">
                  <w:rPr>
                    <w:rStyle w:val="PlaceholderText"/>
                    <w:bCs/>
                  </w:rPr>
                  <w:t xml:space="preserve"> </w:t>
                </w:r>
                <w:r w:rsidR="00C27C81" w:rsidRPr="00866B01">
                  <w:rPr>
                    <w:rStyle w:val="PlaceholderText"/>
                    <w:bCs/>
                  </w:rPr>
                  <w:t>…</w:t>
                </w:r>
                <w:r w:rsidR="002C5752" w:rsidRPr="00866B01">
                  <w:rPr>
                    <w:rStyle w:val="PlaceholderText"/>
                    <w:bCs/>
                  </w:rPr>
                  <w:t xml:space="preserve">   </w:t>
                </w:r>
              </w:sdtContent>
            </w:sdt>
            <w:r w:rsidR="002C5752" w:rsidRPr="00866B01">
              <w:rPr>
                <w:bCs/>
                <w:szCs w:val="24"/>
                <w:lang w:eastAsia="en-GB"/>
              </w:rPr>
              <w:t xml:space="preserve"> </w:t>
            </w:r>
          </w:p>
          <w:p w14:paraId="1C760A76" w14:textId="53478EBB" w:rsidR="002C5752" w:rsidRPr="00866B01" w:rsidRDefault="002C5752" w:rsidP="00AB56F9">
            <w:pPr>
              <w:tabs>
                <w:tab w:val="left" w:pos="426"/>
              </w:tabs>
              <w:spacing w:after="120"/>
              <w:rPr>
                <w:bCs/>
                <w:lang w:eastAsia="en-GB"/>
              </w:rPr>
            </w:pPr>
            <w:r w:rsidRPr="00B86DB4">
              <w:rPr>
                <w:bCs/>
                <w:lang w:eastAsia="en-GB"/>
              </w:rPr>
              <w:object w:dxaOrig="225" w:dyaOrig="225" w14:anchorId="68CE6313">
                <v:shape id="_x0000_i1043" type="#_x0000_t75" style="width:419.4pt;height:37.8pt" o:ole="">
                  <v:imagedata r:id="rId22" o:title=""/>
                </v:shape>
                <w:control r:id="rId23" w:name="OptionButton5" w:shapeid="_x0000_i1043"/>
              </w:object>
            </w:r>
            <w:r w:rsidRPr="00866B01">
              <w:rPr>
                <w:bCs/>
                <w:szCs w:val="24"/>
                <w:lang w:eastAsia="en-GB"/>
              </w:rPr>
              <w:t xml:space="preserve"> </w:t>
            </w:r>
          </w:p>
        </w:tc>
      </w:tr>
      <w:tr w:rsidR="002C5752" w:rsidRPr="00866B01" w14:paraId="376FC77A" w14:textId="77777777" w:rsidTr="000675FD">
        <w:tc>
          <w:tcPr>
            <w:tcW w:w="3111" w:type="dxa"/>
          </w:tcPr>
          <w:p w14:paraId="6EC1D2FB" w14:textId="4C1B41A2" w:rsidR="002C5752" w:rsidRPr="00B86DB4" w:rsidRDefault="00C27C81" w:rsidP="000675FD">
            <w:pPr>
              <w:tabs>
                <w:tab w:val="left" w:pos="426"/>
              </w:tabs>
              <w:spacing w:before="180"/>
              <w:rPr>
                <w:bCs/>
                <w:lang w:eastAsia="en-GB"/>
              </w:rPr>
            </w:pPr>
            <w:r w:rsidRPr="00866B01">
              <w:t>Bewerbungsschluss:</w:t>
            </w:r>
          </w:p>
        </w:tc>
        <w:tc>
          <w:tcPr>
            <w:tcW w:w="5491" w:type="dxa"/>
          </w:tcPr>
          <w:p w14:paraId="1AE3B716" w14:textId="084A8C67" w:rsidR="002C5752" w:rsidRPr="00B86DB4" w:rsidRDefault="002C5752" w:rsidP="000675FD">
            <w:pPr>
              <w:tabs>
                <w:tab w:val="left" w:pos="426"/>
              </w:tabs>
              <w:spacing w:before="120" w:after="120"/>
              <w:rPr>
                <w:bCs/>
                <w:szCs w:val="24"/>
                <w:lang w:eastAsia="en-GB"/>
              </w:rPr>
            </w:pPr>
            <w:r w:rsidRPr="00B86DB4">
              <w:rPr>
                <w:bCs/>
                <w:lang w:eastAsia="en-GB"/>
              </w:rPr>
              <w:object w:dxaOrig="225" w:dyaOrig="225" w14:anchorId="50BBD14E">
                <v:shape id="_x0000_i1045" type="#_x0000_t75" style="width:108pt;height:21.6pt" o:ole="">
                  <v:imagedata r:id="rId24" o:title=""/>
                </v:shape>
                <w:control r:id="rId25" w:name="OptionButton2" w:shapeid="_x0000_i1045"/>
              </w:object>
            </w:r>
            <w:r w:rsidRPr="00B86DB4">
              <w:rPr>
                <w:bCs/>
                <w:lang w:eastAsia="en-GB"/>
              </w:rPr>
              <w:object w:dxaOrig="225" w:dyaOrig="225" w14:anchorId="50596B69">
                <v:shape id="_x0000_i1047" type="#_x0000_t75" style="width:108pt;height:21.6pt" o:ole="">
                  <v:imagedata r:id="rId26" o:title=""/>
                </v:shape>
                <w:control r:id="rId27" w:name="OptionButton3" w:shapeid="_x0000_i1047"/>
              </w:object>
            </w:r>
          </w:p>
          <w:p w14:paraId="1CC7C8D1" w14:textId="2957AC1C" w:rsidR="00785A3F" w:rsidRPr="00B86DB4" w:rsidRDefault="00785A3F" w:rsidP="000675FD">
            <w:pPr>
              <w:tabs>
                <w:tab w:val="left" w:pos="426"/>
              </w:tabs>
              <w:spacing w:before="120" w:after="120"/>
              <w:rPr>
                <w:bCs/>
                <w:lang w:eastAsia="en-GB"/>
              </w:rPr>
            </w:pPr>
            <w:r w:rsidRPr="00B86DB4">
              <w:t xml:space="preserve">Ende der Bewerbungsfrist: </w:t>
            </w:r>
            <w:sdt>
              <w:sdtPr>
                <w:rPr>
                  <w:bCs/>
                  <w:lang w:eastAsia="en-GB"/>
                </w:rPr>
                <w:id w:val="319154040"/>
                <w:placeholder>
                  <w:docPart w:val="7A095002B5044C529611DC1FFA548CF4"/>
                </w:placeholder>
                <w:date w:fullDate="2025-02-25T00:00:00Z">
                  <w:dateFormat w:val="dd-MM-yyyy"/>
                  <w:lid w:val="fr-BE"/>
                  <w:storeMappedDataAs w:val="dateTime"/>
                  <w:calendar w:val="gregorian"/>
                </w:date>
              </w:sdtPr>
              <w:sdtEndPr/>
              <w:sdtContent>
                <w:r w:rsidR="009A1BAE" w:rsidRPr="00B86DB4">
                  <w:rPr>
                    <w:bCs/>
                    <w:lang w:eastAsia="en-GB"/>
                  </w:rPr>
                  <w:t>2</w:t>
                </w:r>
                <w:r w:rsidR="00A22704">
                  <w:rPr>
                    <w:bCs/>
                    <w:lang w:eastAsia="en-GB"/>
                  </w:rPr>
                  <w:t>5</w:t>
                </w:r>
                <w:r w:rsidR="009A1BAE" w:rsidRPr="00B86DB4">
                  <w:rPr>
                    <w:bCs/>
                    <w:lang w:eastAsia="en-GB"/>
                  </w:rPr>
                  <w:t>-02-2025</w:t>
                </w:r>
              </w:sdtContent>
            </w:sdt>
          </w:p>
        </w:tc>
      </w:tr>
      <w:bookmarkEnd w:id="0"/>
    </w:tbl>
    <w:p w14:paraId="2025E647" w14:textId="0DF9E3E1" w:rsidR="00546DB1" w:rsidRPr="00866B01" w:rsidRDefault="00546DB1" w:rsidP="00546DB1">
      <w:pPr>
        <w:tabs>
          <w:tab w:val="left" w:pos="426"/>
        </w:tabs>
        <w:spacing w:after="0"/>
        <w:rPr>
          <w:b/>
          <w:lang w:eastAsia="en-GB"/>
        </w:rPr>
      </w:pPr>
    </w:p>
    <w:p w14:paraId="6258E347" w14:textId="77777777" w:rsidR="002C5752" w:rsidRPr="00866B01" w:rsidRDefault="002C5752" w:rsidP="00546DB1">
      <w:pPr>
        <w:tabs>
          <w:tab w:val="left" w:pos="426"/>
        </w:tabs>
        <w:spacing w:after="0"/>
        <w:rPr>
          <w:b/>
          <w:lang w:eastAsia="en-GB"/>
        </w:rPr>
      </w:pPr>
    </w:p>
    <w:p w14:paraId="18EA7D7F" w14:textId="5BE428C1" w:rsidR="00803007" w:rsidRPr="00B86DB4" w:rsidRDefault="00803007" w:rsidP="00B86DB4">
      <w:pPr>
        <w:pStyle w:val="ListNumber"/>
        <w:keepNext/>
        <w:numPr>
          <w:ilvl w:val="0"/>
          <w:numId w:val="0"/>
        </w:numPr>
        <w:ind w:left="709" w:hanging="709"/>
        <w:rPr>
          <w:lang w:eastAsia="en-GB"/>
        </w:rPr>
      </w:pPr>
      <w:r w:rsidRPr="00B86DB4">
        <w:rPr>
          <w:b/>
          <w:bCs/>
          <w:lang w:eastAsia="en-GB"/>
        </w:rPr>
        <w:lastRenderedPageBreak/>
        <w:t>Wer sind</w:t>
      </w:r>
      <w:r w:rsidR="00866B01" w:rsidRPr="00866B01">
        <w:rPr>
          <w:b/>
          <w:bCs/>
          <w:lang w:eastAsia="en-GB"/>
        </w:rPr>
        <w:t xml:space="preserve"> wir</w:t>
      </w:r>
    </w:p>
    <w:sdt>
      <w:sdtPr>
        <w:rPr>
          <w:lang w:eastAsia="en-GB"/>
        </w:rPr>
        <w:id w:val="1822233941"/>
        <w:placeholder>
          <w:docPart w:val="FE6C9874556B47B1A65A432926DB0BCE"/>
        </w:placeholder>
      </w:sdtPr>
      <w:sdtEndPr/>
      <w:sdtContent>
        <w:p w14:paraId="3DF41CA8" w14:textId="137F32C6" w:rsidR="009A1BAE" w:rsidRPr="00866B01" w:rsidRDefault="009A1BAE" w:rsidP="009A1BAE">
          <w:pPr>
            <w:spacing w:after="160" w:line="278" w:lineRule="auto"/>
            <w:jc w:val="left"/>
          </w:pPr>
          <w:r w:rsidRPr="00866B01">
            <w:t xml:space="preserve">Die Task Force </w:t>
          </w:r>
          <w:r w:rsidR="00AE510B" w:rsidRPr="00866B01">
            <w:t>“Strategische Technologien für Europa</w:t>
          </w:r>
          <w:r w:rsidRPr="00866B01">
            <w:t xml:space="preserve"> Plat</w:t>
          </w:r>
          <w:r w:rsidR="002B5620" w:rsidRPr="00866B01">
            <w:t>t</w:t>
          </w:r>
          <w:r w:rsidRPr="00866B01">
            <w:t>form</w:t>
          </w:r>
          <w:r w:rsidR="00AE510B" w:rsidRPr="00866B01">
            <w:t>“</w:t>
          </w:r>
          <w:r w:rsidRPr="00866B01">
            <w:t xml:space="preserve"> (STEP Task Force) ist ein relativ neue</w:t>
          </w:r>
          <w:r w:rsidR="002B5620" w:rsidRPr="00866B01">
            <w:t>s</w:t>
          </w:r>
          <w:r w:rsidRPr="00866B01">
            <w:t xml:space="preserve"> </w:t>
          </w:r>
          <w:r w:rsidR="00AE510B" w:rsidRPr="00866B01">
            <w:t>Referat</w:t>
          </w:r>
          <w:r w:rsidRPr="00866B01">
            <w:t xml:space="preserve">, </w:t>
          </w:r>
          <w:r w:rsidR="002B5620" w:rsidRPr="00866B01">
            <w:t>zu dessen</w:t>
          </w:r>
          <w:r w:rsidRPr="00866B01">
            <w:t xml:space="preserve"> Aufgaben </w:t>
          </w:r>
          <w:r w:rsidR="002B5620" w:rsidRPr="00866B01">
            <w:t>gehören</w:t>
          </w:r>
          <w:r w:rsidRPr="00866B01">
            <w:t>: (i) Koordinierung der Umsetzung der STEP-Verordnung</w:t>
          </w:r>
          <w:r w:rsidR="002B5620" w:rsidRPr="00866B01">
            <w:t xml:space="preserve"> mit dem Ziel</w:t>
          </w:r>
          <w:r w:rsidRPr="00866B01">
            <w:t xml:space="preserve">, die EU-Finanzierung für innovative und strategische Projekte in den Bereichen </w:t>
          </w:r>
          <w:r w:rsidR="002B5620" w:rsidRPr="00866B01">
            <w:rPr>
              <w:color w:val="000000"/>
              <w:shd w:val="clear" w:color="auto" w:fill="FFFFFF"/>
            </w:rPr>
            <w:t>digitalen Technologien</w:t>
          </w:r>
          <w:r w:rsidR="00DB1D8C" w:rsidRPr="00866B01">
            <w:rPr>
              <w:color w:val="000000"/>
              <w:shd w:val="clear" w:color="auto" w:fill="FFFFFF"/>
            </w:rPr>
            <w:t>/</w:t>
          </w:r>
          <w:r w:rsidR="002B5620" w:rsidRPr="00866B01">
            <w:rPr>
              <w:color w:val="000000"/>
              <w:shd w:val="clear" w:color="auto" w:fill="FFFFFF"/>
            </w:rPr>
            <w:t>technologieintensiven Innovationen</w:t>
          </w:r>
          <w:r w:rsidRPr="00866B01">
            <w:t xml:space="preserve">, </w:t>
          </w:r>
          <w:r w:rsidR="002B5620" w:rsidRPr="00866B01">
            <w:rPr>
              <w:color w:val="000000"/>
              <w:shd w:val="clear" w:color="auto" w:fill="FFFFFF"/>
            </w:rPr>
            <w:t xml:space="preserve">umweltschonende </w:t>
          </w:r>
          <w:r w:rsidRPr="00866B01">
            <w:t>und ressourceneffiziente Technologien und Biotechnologie</w:t>
          </w:r>
          <w:r w:rsidR="002B5620" w:rsidRPr="00866B01">
            <w:t>n</w:t>
          </w:r>
          <w:r w:rsidRPr="00866B01">
            <w:t xml:space="preserve"> zu erhöhen; und (ii) </w:t>
          </w:r>
          <w:r w:rsidR="002B5620" w:rsidRPr="00866B01">
            <w:t>Beitrag</w:t>
          </w:r>
          <w:r w:rsidR="00BC6D25" w:rsidRPr="00866B01">
            <w:t xml:space="preserve"> zur</w:t>
          </w:r>
          <w:r w:rsidRPr="00866B01">
            <w:t xml:space="preserve"> Vorbereitung des nächsten mehrjährigen Finanzrahmens (MFR), insbesondere i</w:t>
          </w:r>
          <w:r w:rsidR="00BC6D25" w:rsidRPr="00866B01">
            <w:t>m</w:t>
          </w:r>
          <w:r w:rsidRPr="00866B01">
            <w:t xml:space="preserve"> </w:t>
          </w:r>
          <w:r w:rsidR="00BC6D25" w:rsidRPr="00866B01">
            <w:t xml:space="preserve">Hinblick </w:t>
          </w:r>
          <w:r w:rsidRPr="00866B01">
            <w:t>auf die Finanzierung der Wettbewerbsfähigkeit in direkter/indirekter Verwaltung.</w:t>
          </w:r>
        </w:p>
        <w:p w14:paraId="58FC3D83" w14:textId="11CB9672" w:rsidR="009A1BAE" w:rsidRPr="00866B01" w:rsidRDefault="009A1BAE" w:rsidP="009A1BAE">
          <w:pPr>
            <w:spacing w:after="160" w:line="278" w:lineRule="auto"/>
            <w:jc w:val="left"/>
          </w:pPr>
          <w:r w:rsidRPr="00866B01">
            <w:t>D</w:t>
          </w:r>
          <w:r w:rsidR="00BC6D25" w:rsidRPr="00866B01">
            <w:t>as Referat</w:t>
          </w:r>
          <w:r w:rsidR="00DB1D8C" w:rsidRPr="00866B01">
            <w:t xml:space="preserve"> </w:t>
          </w:r>
          <w:r w:rsidRPr="00866B01">
            <w:t>ist Teil der Direktion B (Einnahmen und mehrjähriger Finanzrahmen).</w:t>
          </w:r>
        </w:p>
        <w:p w14:paraId="5FD0AB52" w14:textId="6F35BD6E" w:rsidR="009A1BAE" w:rsidRPr="00866B01" w:rsidRDefault="009A1BAE" w:rsidP="009A1BAE">
          <w:pPr>
            <w:spacing w:after="160" w:line="278" w:lineRule="auto"/>
            <w:jc w:val="left"/>
          </w:pPr>
          <w:r w:rsidRPr="00866B01">
            <w:t xml:space="preserve">Im Rahmen ihres STEP-Mandats fungiert die Task Force als </w:t>
          </w:r>
          <w:bookmarkStart w:id="1" w:name="_Hlk184830189"/>
          <w:r w:rsidR="00BC6D25" w:rsidRPr="00866B01">
            <w:t xml:space="preserve">Kontaktstelle </w:t>
          </w:r>
          <w:bookmarkEnd w:id="1"/>
          <w:r w:rsidRPr="00866B01">
            <w:t xml:space="preserve">innerhalb eines Netzwerks von 14 GDs, die für 11 EU-Programme im </w:t>
          </w:r>
          <w:bookmarkStart w:id="2" w:name="_Hlk184830205"/>
          <w:r w:rsidR="00BC6D25" w:rsidRPr="00866B01">
            <w:t xml:space="preserve">Zuständigkeitsbereich von </w:t>
          </w:r>
          <w:bookmarkEnd w:id="2"/>
          <w:r w:rsidRPr="00866B01">
            <w:t>STEP verantwortlich sind, mit dem Ziel, den Beitrag des EU-Haushalts zu den STEP-Zielen zu maximieren und Synergien zwischen den Programmen zu identifizieren. D</w:t>
          </w:r>
          <w:r w:rsidR="00BC6D25" w:rsidRPr="00866B01">
            <w:t>as Referat</w:t>
          </w:r>
          <w:r w:rsidR="00DB1D8C" w:rsidRPr="00866B01">
            <w:t xml:space="preserve"> </w:t>
          </w:r>
          <w:r w:rsidRPr="00866B01">
            <w:t xml:space="preserve">koordiniert auch das Netzwerk der STEP-Nationalen Kontaktstellen in den Mitgliedstaaten und steht </w:t>
          </w:r>
          <w:r w:rsidR="00BC6D25" w:rsidRPr="00866B01">
            <w:t xml:space="preserve">im </w:t>
          </w:r>
          <w:r w:rsidRPr="00866B01">
            <w:t>regelmäßig</w:t>
          </w:r>
          <w:r w:rsidR="00BC6D25" w:rsidRPr="00866B01">
            <w:t>en</w:t>
          </w:r>
          <w:r w:rsidR="00DB1D8C" w:rsidRPr="00866B01">
            <w:t xml:space="preserve"> </w:t>
          </w:r>
          <w:r w:rsidR="00BC6D25" w:rsidRPr="00866B01">
            <w:t>Kontakt</w:t>
          </w:r>
          <w:r w:rsidRPr="00866B01">
            <w:t xml:space="preserve"> mit einem breiten Spektrum von </w:t>
          </w:r>
          <w:bookmarkStart w:id="3" w:name="_Hlk184830248"/>
          <w:r w:rsidR="00BC6D25" w:rsidRPr="00866B01">
            <w:t>Interessenvertretern der Industrie</w:t>
          </w:r>
          <w:bookmarkEnd w:id="3"/>
          <w:r w:rsidRPr="00866B01">
            <w:t xml:space="preserve">. </w:t>
          </w:r>
          <w:bookmarkStart w:id="4" w:name="_Hlk184830261"/>
          <w:r w:rsidR="00BC6D25" w:rsidRPr="00866B01">
            <w:t>Das Referat</w:t>
          </w:r>
          <w:r w:rsidRPr="00866B01">
            <w:t xml:space="preserve"> hat </w:t>
          </w:r>
          <w:bookmarkEnd w:id="4"/>
          <w:r w:rsidRPr="00866B01">
            <w:t xml:space="preserve">das STEP-Portal </w:t>
          </w:r>
          <w:bookmarkStart w:id="5" w:name="_Hlk184830285"/>
          <w:r w:rsidR="00BC6D25" w:rsidRPr="00866B01">
            <w:t>ins Leben gerufen</w:t>
          </w:r>
          <w:bookmarkEnd w:id="5"/>
          <w:r w:rsidR="0000063D" w:rsidRPr="00866B01">
            <w:t xml:space="preserve"> </w:t>
          </w:r>
          <w:bookmarkStart w:id="6" w:name="_Hlk184830298"/>
          <w:r w:rsidR="0000063D" w:rsidRPr="00866B01">
            <w:t>Dabei handelt es sich um ein Portal, das Projektträgern von STEP-Technologien/Projekten Informationen zu EU-Fördermitteln bereitstellt.</w:t>
          </w:r>
          <w:bookmarkEnd w:id="6"/>
        </w:p>
        <w:p w14:paraId="76DD1EEA" w14:textId="3500C01C" w:rsidR="00803007" w:rsidRPr="00866B01" w:rsidRDefault="009A1BAE" w:rsidP="009A1BAE">
          <w:pPr>
            <w:spacing w:after="160" w:line="278" w:lineRule="auto"/>
            <w:jc w:val="left"/>
            <w:rPr>
              <w:lang w:eastAsia="en-GB"/>
            </w:rPr>
          </w:pPr>
          <w:r w:rsidRPr="00866B01">
            <w:t xml:space="preserve">Die Task Force ist auch an der Vorbereitung des </w:t>
          </w:r>
          <w:r w:rsidR="00B05253" w:rsidRPr="00866B01">
            <w:t>Kommissionsv</w:t>
          </w:r>
          <w:r w:rsidRPr="00866B01">
            <w:t>orschlags für den nächsten MFR beteiligt, insbesondere in Bezug auf die EU-Finanzierung der Wettbewerbsfähigkeit</w:t>
          </w:r>
          <w:r w:rsidR="00B05253" w:rsidRPr="00866B01">
            <w:t>.</w:t>
          </w:r>
          <w:r w:rsidRPr="00866B01">
            <w:t xml:space="preserve"> </w:t>
          </w:r>
          <w:bookmarkStart w:id="7" w:name="_Hlk184830339"/>
          <w:r w:rsidR="00B05253" w:rsidRPr="00866B01">
            <w:t>Die Taskforce hat den Auftrag</w:t>
          </w:r>
          <w:bookmarkEnd w:id="7"/>
          <w:r w:rsidRPr="00866B01">
            <w:t xml:space="preserve">, mit den </w:t>
          </w:r>
          <w:bookmarkStart w:id="8" w:name="_Hlk184830350"/>
          <w:r w:rsidR="00B05253" w:rsidRPr="00866B01">
            <w:t>zuständigen</w:t>
          </w:r>
          <w:r w:rsidR="00DB1D8C" w:rsidRPr="00866B01">
            <w:t xml:space="preserve"> </w:t>
          </w:r>
          <w:bookmarkEnd w:id="8"/>
          <w:r w:rsidRPr="00866B01">
            <w:t>Kommissionsdienst</w:t>
          </w:r>
          <w:r w:rsidR="00B05253" w:rsidRPr="00866B01">
            <w:t>stellen</w:t>
          </w:r>
          <w:r w:rsidRPr="00866B01">
            <w:t xml:space="preserve"> zusammenzuarbeiten, um einen Europäischen Wettbewerbsfonds </w:t>
          </w:r>
          <w:bookmarkStart w:id="9" w:name="_Hlk184830373"/>
          <w:r w:rsidR="004209A4" w:rsidRPr="00866B01">
            <w:t>auszuarbeiten</w:t>
          </w:r>
          <w:r w:rsidRPr="00866B01">
            <w:t xml:space="preserve">, </w:t>
          </w:r>
          <w:bookmarkEnd w:id="9"/>
          <w:r w:rsidRPr="00866B01">
            <w:t>der eine Investitionskapazität</w:t>
          </w:r>
          <w:r w:rsidR="00B05253" w:rsidRPr="00866B01">
            <w:t xml:space="preserve"> </w:t>
          </w:r>
          <w:bookmarkStart w:id="10" w:name="_Hlk184830383"/>
          <w:r w:rsidR="00B05253" w:rsidRPr="00866B01">
            <w:t>schafft, die</w:t>
          </w:r>
          <w:r w:rsidRPr="00866B01">
            <w:t xml:space="preserve"> </w:t>
          </w:r>
          <w:r w:rsidR="00B05253" w:rsidRPr="00866B01">
            <w:t>strategische Sektoren unterstützt</w:t>
          </w:r>
          <w:r w:rsidR="004209A4" w:rsidRPr="00866B01">
            <w:t>, die für die Wettbewerbsfähigkeit der EU entscheidend sind,</w:t>
          </w:r>
          <w:r w:rsidR="00B05253" w:rsidRPr="00866B01">
            <w:t xml:space="preserve"> </w:t>
          </w:r>
          <w:bookmarkEnd w:id="10"/>
          <w:r w:rsidRPr="00866B01">
            <w:t>einschließlich Forschung und Innovation</w:t>
          </w:r>
          <w:r w:rsidR="00DB1D8C" w:rsidRPr="00866B01">
            <w:t xml:space="preserve"> sowie</w:t>
          </w:r>
          <w:r w:rsidRPr="00866B01">
            <w:t xml:space="preserve"> Wichtige </w:t>
          </w:r>
          <w:bookmarkStart w:id="11" w:name="_Hlk184830431"/>
          <w:r w:rsidR="00DB1D8C" w:rsidRPr="00866B01">
            <w:t xml:space="preserve">Vorhaben </w:t>
          </w:r>
          <w:bookmarkEnd w:id="11"/>
          <w:r w:rsidRPr="00866B01">
            <w:t>von gemeinsamem europäische</w:t>
          </w:r>
          <w:r w:rsidR="00DB1D8C" w:rsidRPr="00866B01">
            <w:t>m</w:t>
          </w:r>
          <w:r w:rsidRPr="00866B01">
            <w:t xml:space="preserve"> Interesse (IPCEIs)</w:t>
          </w:r>
          <w:r w:rsidR="00DB1D8C" w:rsidRPr="00866B01">
            <w:t>.</w:t>
          </w:r>
          <w:r w:rsidRPr="00866B01">
            <w:t>.</w:t>
          </w:r>
        </w:p>
      </w:sdtContent>
    </w:sdt>
    <w:p w14:paraId="3862387A" w14:textId="77777777" w:rsidR="00803007" w:rsidRPr="00866B01" w:rsidRDefault="00803007" w:rsidP="00803007">
      <w:pPr>
        <w:pStyle w:val="ListNumber"/>
        <w:numPr>
          <w:ilvl w:val="0"/>
          <w:numId w:val="0"/>
        </w:numPr>
        <w:ind w:left="709" w:hanging="709"/>
        <w:rPr>
          <w:b/>
          <w:bCs/>
          <w:lang w:eastAsia="en-GB"/>
        </w:rPr>
      </w:pPr>
    </w:p>
    <w:p w14:paraId="046800D0" w14:textId="24F3CD48" w:rsidR="007C07D8" w:rsidRPr="00866B01" w:rsidRDefault="00803007" w:rsidP="00803007">
      <w:pPr>
        <w:pStyle w:val="ListNumber"/>
        <w:numPr>
          <w:ilvl w:val="0"/>
          <w:numId w:val="0"/>
        </w:numPr>
        <w:ind w:left="709" w:hanging="709"/>
        <w:rPr>
          <w:lang w:eastAsia="en-GB"/>
        </w:rPr>
      </w:pPr>
      <w:r w:rsidRPr="00866B01">
        <w:rPr>
          <w:b/>
          <w:bCs/>
          <w:lang w:eastAsia="en-GB"/>
        </w:rPr>
        <w:t>Stellenprofil</w:t>
      </w:r>
      <w:r w:rsidR="007C07D8" w:rsidRPr="00866B01">
        <w:rPr>
          <w:b/>
          <w:bCs/>
          <w:lang w:eastAsia="en-GB"/>
        </w:rPr>
        <w:t xml:space="preserve"> (wir schlagen vor)</w:t>
      </w:r>
    </w:p>
    <w:sdt>
      <w:sdtPr>
        <w:rPr>
          <w:lang w:eastAsia="en-GB"/>
        </w:rPr>
        <w:id w:val="-723136291"/>
        <w:placeholder>
          <w:docPart w:val="2D9A90DC0280475D996998F2F9FD95D5"/>
        </w:placeholder>
      </w:sdtPr>
      <w:sdtEndPr/>
      <w:sdtContent>
        <w:p w14:paraId="2EE750A6" w14:textId="41321B02" w:rsidR="009A1BAE" w:rsidRPr="00866B01" w:rsidRDefault="009A1BAE" w:rsidP="009A1BAE">
          <w:pPr>
            <w:spacing w:after="160" w:line="278" w:lineRule="auto"/>
            <w:jc w:val="left"/>
          </w:pPr>
          <w:r w:rsidRPr="00866B01">
            <w:t xml:space="preserve">Wir bieten eine </w:t>
          </w:r>
          <w:r w:rsidR="00DB1D8C" w:rsidRPr="00866B01">
            <w:t xml:space="preserve">Stelle </w:t>
          </w:r>
          <w:r w:rsidRPr="00866B01">
            <w:t xml:space="preserve">für einen nationalen Experten aus einem EU-Mitgliedstaat mit Erfahrung im Finanzmanagement und in der Umsetzung von EU-Ausgabenprogrammen und anderen politischen Prioritäten im Zusammenhang mit den grünen und digitalen </w:t>
          </w:r>
          <w:r w:rsidR="00DB1D8C" w:rsidRPr="00866B01">
            <w:t>Wandel</w:t>
          </w:r>
          <w:r w:rsidRPr="00866B01">
            <w:t>.</w:t>
          </w:r>
        </w:p>
        <w:p w14:paraId="55F50DCF" w14:textId="11A4BCB2" w:rsidR="009A1BAE" w:rsidRPr="00866B01" w:rsidRDefault="009A1BAE" w:rsidP="009A1BAE">
          <w:pPr>
            <w:spacing w:after="160" w:line="278" w:lineRule="auto"/>
            <w:jc w:val="left"/>
          </w:pPr>
          <w:r w:rsidRPr="00866B01">
            <w:t>Diese Position</w:t>
          </w:r>
          <w:r w:rsidR="00DB1D8C" w:rsidRPr="00866B01">
            <w:t xml:space="preserve"> wird</w:t>
          </w:r>
          <w:r w:rsidRPr="00866B01">
            <w:t xml:space="preserve"> es dem nationalen Experten</w:t>
          </w:r>
          <w:r w:rsidR="00DB1D8C" w:rsidRPr="00866B01">
            <w:t xml:space="preserve"> ermöglichen</w:t>
          </w:r>
          <w:r w:rsidRPr="00866B01">
            <w:t xml:space="preserve">, zur Arbeit der GD BUDG am nächsten mehrjährigen Finanzrahmen </w:t>
          </w:r>
          <w:r w:rsidR="00DB1D8C" w:rsidRPr="00866B01">
            <w:t xml:space="preserve">beizutragen </w:t>
          </w:r>
          <w:r w:rsidRPr="00866B01">
            <w:t xml:space="preserve">(die Kommission soll 2025 einen Vorschlag vorlegen) und ein einzigartiges Wissen über die Funktionsweise des EU-Haushalts und vieler EU-Finanzierungsprogramme </w:t>
          </w:r>
          <w:r w:rsidR="003E45A4" w:rsidRPr="00866B01">
            <w:t xml:space="preserve">zu erlangen </w:t>
          </w:r>
          <w:r w:rsidRPr="00866B01">
            <w:t xml:space="preserve">(sowie </w:t>
          </w:r>
          <w:r w:rsidR="003E45A4" w:rsidRPr="00866B01">
            <w:t xml:space="preserve">über die </w:t>
          </w:r>
          <w:r w:rsidRPr="00866B01">
            <w:t xml:space="preserve">zuständigen Generaldirektionen der Kommission, </w:t>
          </w:r>
          <w:bookmarkStart w:id="12" w:name="_Hlk184830539"/>
          <w:r w:rsidR="003E45A4" w:rsidRPr="00866B01">
            <w:t>vergleichbar mit</w:t>
          </w:r>
          <w:r w:rsidRPr="00866B01">
            <w:t xml:space="preserve"> </w:t>
          </w:r>
          <w:bookmarkEnd w:id="12"/>
          <w:r w:rsidRPr="00866B01">
            <w:t>Ministerien oder Abteilungen in nationalen Verwaltungen).</w:t>
          </w:r>
        </w:p>
        <w:p w14:paraId="351FA7C6" w14:textId="5CCDD9D0" w:rsidR="009A1BAE" w:rsidRPr="00866B01" w:rsidRDefault="009A1BAE" w:rsidP="009A1BAE">
          <w:pPr>
            <w:spacing w:after="160" w:line="278" w:lineRule="auto"/>
            <w:jc w:val="left"/>
          </w:pPr>
          <w:r w:rsidRPr="00866B01">
            <w:lastRenderedPageBreak/>
            <w:t xml:space="preserve">Als Mitglied der Task Force haben Sie auch viele Gelegenheiten, Unternehmen an der technologischen Spitze </w:t>
          </w:r>
          <w:bookmarkStart w:id="13" w:name="_Hlk184830574"/>
          <w:r w:rsidRPr="00866B01">
            <w:t xml:space="preserve">zu </w:t>
          </w:r>
          <w:bookmarkEnd w:id="13"/>
          <w:r w:rsidRPr="00866B01">
            <w:t xml:space="preserve">treffen und sich über eine Vielzahl von </w:t>
          </w:r>
          <w:r w:rsidR="002A72A4" w:rsidRPr="00866B01">
            <w:t>p</w:t>
          </w:r>
          <w:r w:rsidRPr="00866B01">
            <w:t>oliti</w:t>
          </w:r>
          <w:r w:rsidR="002A72A4" w:rsidRPr="00866B01">
            <w:t>schen</w:t>
          </w:r>
          <w:r w:rsidRPr="00866B01">
            <w:t xml:space="preserve"> und </w:t>
          </w:r>
          <w:r w:rsidR="002A72A4" w:rsidRPr="00866B01">
            <w:t xml:space="preserve">technologischen Themen </w:t>
          </w:r>
          <w:r w:rsidRPr="00866B01">
            <w:t>zu informieren.</w:t>
          </w:r>
        </w:p>
        <w:p w14:paraId="1A742E26" w14:textId="3F2035CD" w:rsidR="009A1BAE" w:rsidRPr="00866B01" w:rsidRDefault="009A1BAE" w:rsidP="009A1BAE">
          <w:pPr>
            <w:spacing w:after="160" w:line="278" w:lineRule="auto"/>
            <w:jc w:val="left"/>
          </w:pPr>
          <w:bookmarkStart w:id="14" w:name="_Hlk184830783"/>
          <w:r w:rsidRPr="00866B01">
            <w:t xml:space="preserve">Insbesondere wird der </w:t>
          </w:r>
          <w:bookmarkEnd w:id="14"/>
          <w:r w:rsidRPr="00866B01">
            <w:t>nationale Experte mit Blick auf folgende Aufgaben ausgewählt:</w:t>
          </w:r>
        </w:p>
        <w:p w14:paraId="761B2BC3" w14:textId="4ECA6F93" w:rsidR="009A1BAE" w:rsidRPr="00866B01" w:rsidRDefault="009A1BAE" w:rsidP="009A1BAE">
          <w:pPr>
            <w:spacing w:after="160" w:line="278" w:lineRule="auto"/>
            <w:jc w:val="left"/>
          </w:pPr>
          <w:r w:rsidRPr="00866B01">
            <w:t xml:space="preserve">Unterstützung bei der Vorbereitung des nächsten MFR. Diese </w:t>
          </w:r>
          <w:r w:rsidR="002A72A4" w:rsidRPr="00866B01">
            <w:t xml:space="preserve">Aufgabe </w:t>
          </w:r>
          <w:r w:rsidRPr="00866B01">
            <w:t>erfordert eine enge Koordination mit den relevanten Dienst</w:t>
          </w:r>
          <w:r w:rsidR="002A72A4" w:rsidRPr="00866B01">
            <w:t>stellen</w:t>
          </w:r>
          <w:r w:rsidRPr="00866B01">
            <w:t xml:space="preserve"> innerhalb und außerhalb der GD, </w:t>
          </w:r>
          <w:r w:rsidR="002A72A4" w:rsidRPr="00866B01">
            <w:t xml:space="preserve">und zwar </w:t>
          </w:r>
          <w:r w:rsidRPr="00866B01">
            <w:t xml:space="preserve">innerhalb eines </w:t>
          </w:r>
          <w:r w:rsidR="002A72A4" w:rsidRPr="00866B01">
            <w:t xml:space="preserve">bereits </w:t>
          </w:r>
          <w:r w:rsidRPr="00866B01">
            <w:t xml:space="preserve">bestehenden </w:t>
          </w:r>
          <w:r w:rsidR="002A72A4" w:rsidRPr="00866B01">
            <w:t xml:space="preserve">speziellen </w:t>
          </w:r>
          <w:r w:rsidRPr="00866B01">
            <w:t xml:space="preserve">Teams </w:t>
          </w:r>
          <w:r w:rsidR="002A72A4" w:rsidRPr="00866B01">
            <w:t>im Referat</w:t>
          </w:r>
          <w:r w:rsidRPr="00866B01">
            <w:t>.</w:t>
          </w:r>
        </w:p>
        <w:p w14:paraId="0B6ACE61" w14:textId="4F3F36EF" w:rsidR="009A1BAE" w:rsidRPr="00866B01" w:rsidRDefault="009A1BAE" w:rsidP="009A1BAE">
          <w:pPr>
            <w:spacing w:after="160" w:line="278" w:lineRule="auto"/>
            <w:jc w:val="left"/>
          </w:pPr>
          <w:r w:rsidRPr="00866B01">
            <w:t xml:space="preserve">Unterstützung bei der Koordinierung der Umsetzung von STEP innerhalb der Kommission und mit den Mitgliedstaaten, Beratung der politischen Ebene und der oberen Führungsebene, </w:t>
          </w:r>
          <w:r w:rsidR="002A72A4" w:rsidRPr="00866B01">
            <w:t xml:space="preserve">Kontaktaufnahme </w:t>
          </w:r>
          <w:r w:rsidRPr="00866B01">
            <w:t xml:space="preserve">mit wichtigen europäischen Umsetzungspartnern und enge Zusammenarbeit mit anderen </w:t>
          </w:r>
          <w:r w:rsidR="002A72A4" w:rsidRPr="00866B01">
            <w:t xml:space="preserve">Referaten </w:t>
          </w:r>
          <w:r w:rsidRPr="00866B01">
            <w:t>der GD BUDG und verschiedenen anderen Kommissions-GDs;</w:t>
          </w:r>
        </w:p>
        <w:p w14:paraId="1B7C2081" w14:textId="77777777" w:rsidR="009A1BAE" w:rsidRPr="00866B01" w:rsidRDefault="009A1BAE" w:rsidP="009A1BAE">
          <w:pPr>
            <w:spacing w:after="160" w:line="278" w:lineRule="auto"/>
            <w:jc w:val="left"/>
          </w:pPr>
          <w:r w:rsidRPr="00866B01">
            <w:t>Beratung von STEP-relevanten Projektträgern zu verfügbaren EU-Finanzierungsmöglichkeiten in allen relevanten EU-Programmen und Finanzierungsformen, einschließlich durch Finanzinstrumente, die mit Partnern wie der EIB oder nationalen Entwicklungsbanken umgesetzt werden.</w:t>
          </w:r>
        </w:p>
        <w:p w14:paraId="03F7B05C" w14:textId="5F9B6B33" w:rsidR="009A1BAE" w:rsidRPr="00866B01" w:rsidRDefault="009A1BAE" w:rsidP="009A1BAE">
          <w:pPr>
            <w:spacing w:after="160" w:line="278" w:lineRule="auto"/>
            <w:jc w:val="left"/>
          </w:pPr>
          <w:r w:rsidRPr="00866B01">
            <w:t xml:space="preserve">Der nationale Experte </w:t>
          </w:r>
          <w:bookmarkStart w:id="15" w:name="_Hlk184830955"/>
          <w:r w:rsidR="004A3205" w:rsidRPr="00866B01">
            <w:t>verfügt</w:t>
          </w:r>
          <w:r w:rsidR="00E915C2" w:rsidRPr="00866B01">
            <w:t xml:space="preserve"> bei der Verwirklichung der vereinbarten Ziele</w:t>
          </w:r>
          <w:r w:rsidR="004A3205" w:rsidRPr="00866B01">
            <w:t xml:space="preserve"> über</w:t>
          </w:r>
          <w:r w:rsidR="00E915C2" w:rsidRPr="00866B01">
            <w:t xml:space="preserve"> ein hohes Maß an Autonomie </w:t>
          </w:r>
          <w:bookmarkEnd w:id="15"/>
          <w:r w:rsidR="00E915C2" w:rsidRPr="00866B01">
            <w:t>und</w:t>
          </w:r>
          <w:r w:rsidR="004A3205" w:rsidRPr="00866B01">
            <w:t xml:space="preserve"> </w:t>
          </w:r>
          <w:r w:rsidRPr="00866B01">
            <w:t xml:space="preserve">Handlungsspielraum , </w:t>
          </w:r>
          <w:r w:rsidR="00E915C2" w:rsidRPr="00866B01">
            <w:t>ist aber gleichzeitig</w:t>
          </w:r>
          <w:r w:rsidRPr="00866B01">
            <w:t xml:space="preserve"> vollständig </w:t>
          </w:r>
          <w:r w:rsidR="00E915C2" w:rsidRPr="00866B01">
            <w:t xml:space="preserve">in die </w:t>
          </w:r>
          <w:bookmarkStart w:id="16" w:name="_Hlk184831123"/>
          <w:r w:rsidR="00E915C2" w:rsidRPr="00866B01">
            <w:t xml:space="preserve">Organisations- und Managementstruktur </w:t>
          </w:r>
          <w:bookmarkEnd w:id="16"/>
          <w:r w:rsidRPr="00866B01">
            <w:t xml:space="preserve">der Task Force und der GD BUDG im Allgemeinen </w:t>
          </w:r>
          <w:r w:rsidR="00E915C2" w:rsidRPr="00866B01">
            <w:t xml:space="preserve">integriert und arbeitet </w:t>
          </w:r>
          <w:bookmarkStart w:id="17" w:name="_Hlk184831150"/>
          <w:r w:rsidR="00E915C2" w:rsidRPr="00866B01">
            <w:t>innerhalb dieser Struktur</w:t>
          </w:r>
          <w:bookmarkEnd w:id="17"/>
          <w:r w:rsidRPr="00866B01">
            <w:t>.</w:t>
          </w:r>
        </w:p>
        <w:p w14:paraId="12B9C59B" w14:textId="210D07E6" w:rsidR="00803007" w:rsidRPr="00866B01" w:rsidRDefault="009A1BAE" w:rsidP="009A1BAE">
          <w:pPr>
            <w:rPr>
              <w:lang w:eastAsia="en-GB"/>
            </w:rPr>
          </w:pPr>
          <w:r w:rsidRPr="00866B01">
            <w:t xml:space="preserve">Die Task Force ist ein freundliches, geselliges, dynamisches Team, das eine Vielzahl von Hintergründen und Fachkenntnissen zusammenbringt. Der Informationsaustausch und die Zusammenarbeit unter den Teammitgliedern werden sehr gefördert und geschätzt. Die Organisation des Teams ist so, dass jedes Mitglied für einige </w:t>
          </w:r>
          <w:bookmarkStart w:id="18" w:name="_Hlk184831159"/>
          <w:r w:rsidR="003177E5" w:rsidRPr="00866B01">
            <w:t xml:space="preserve">Dossiers </w:t>
          </w:r>
          <w:bookmarkEnd w:id="18"/>
          <w:r w:rsidRPr="00866B01">
            <w:t xml:space="preserve">verantwortlich ist, aber durch häufige formelle und informelle Diskussionen über alle anderen </w:t>
          </w:r>
          <w:bookmarkStart w:id="19" w:name="_Hlk184831166"/>
          <w:r w:rsidR="003177E5" w:rsidRPr="00866B01">
            <w:t>erfährt</w:t>
          </w:r>
          <w:bookmarkEnd w:id="19"/>
          <w:r w:rsidRPr="00866B01">
            <w:t>.</w:t>
          </w:r>
        </w:p>
      </w:sdtContent>
    </w:sdt>
    <w:p w14:paraId="221E4883" w14:textId="77777777" w:rsidR="00803007" w:rsidRPr="00866B01" w:rsidRDefault="00803007" w:rsidP="00803007">
      <w:pPr>
        <w:pStyle w:val="ListNumber"/>
        <w:numPr>
          <w:ilvl w:val="0"/>
          <w:numId w:val="0"/>
        </w:numPr>
        <w:ind w:left="709" w:hanging="709"/>
        <w:rPr>
          <w:b/>
          <w:bCs/>
          <w:lang w:eastAsia="en-GB"/>
        </w:rPr>
      </w:pPr>
    </w:p>
    <w:p w14:paraId="7BDE8AFF" w14:textId="31F4D018" w:rsidR="00803007" w:rsidRPr="00866B01" w:rsidRDefault="00803007" w:rsidP="00803007">
      <w:pPr>
        <w:pStyle w:val="ListNumber"/>
        <w:numPr>
          <w:ilvl w:val="0"/>
          <w:numId w:val="0"/>
        </w:numPr>
        <w:ind w:left="709" w:hanging="709"/>
        <w:rPr>
          <w:lang w:eastAsia="en-GB"/>
        </w:rPr>
      </w:pPr>
      <w:r w:rsidRPr="00866B01">
        <w:rPr>
          <w:b/>
          <w:bCs/>
          <w:lang w:eastAsia="en-GB"/>
        </w:rPr>
        <w:t>Auswahlkriterien</w:t>
      </w:r>
      <w:r w:rsidR="007C07D8" w:rsidRPr="00866B01">
        <w:rPr>
          <w:b/>
          <w:bCs/>
          <w:lang w:eastAsia="en-GB"/>
        </w:rPr>
        <w:t xml:space="preserve"> (wir suchen)</w:t>
      </w:r>
    </w:p>
    <w:sdt>
      <w:sdtPr>
        <w:rPr>
          <w:lang w:eastAsia="en-GB"/>
        </w:rPr>
        <w:id w:val="-1767066427"/>
        <w:placeholder>
          <w:docPart w:val="B30E44B90B7F435497E9EE7D5097ED0B"/>
        </w:placeholder>
      </w:sdtPr>
      <w:sdtEndPr/>
      <w:sdtContent>
        <w:p w14:paraId="0B8F151C" w14:textId="77777777" w:rsidR="009A1BAE" w:rsidRPr="00866B01" w:rsidRDefault="009A1BAE" w:rsidP="009A1BAE">
          <w:pPr>
            <w:spacing w:after="160" w:line="278" w:lineRule="auto"/>
            <w:jc w:val="left"/>
          </w:pPr>
          <w:r w:rsidRPr="00866B01">
            <w:t>Wir suchen einen dynamischen Kollegen mit einem starken Profil:</w:t>
          </w:r>
        </w:p>
        <w:p w14:paraId="0B29781D" w14:textId="77777777" w:rsidR="009A1BAE" w:rsidRPr="00866B01" w:rsidRDefault="009A1BAE" w:rsidP="009A1BAE">
          <w:pPr>
            <w:spacing w:after="160" w:line="278" w:lineRule="auto"/>
            <w:jc w:val="left"/>
          </w:pPr>
          <w:r w:rsidRPr="00866B01">
            <w:t>Diplom:</w:t>
          </w:r>
        </w:p>
        <w:p w14:paraId="50F1B911" w14:textId="5FFA065A" w:rsidR="009A1BAE" w:rsidRPr="00866B01" w:rsidRDefault="003177E5" w:rsidP="009A1BAE">
          <w:pPr>
            <w:numPr>
              <w:ilvl w:val="0"/>
              <w:numId w:val="30"/>
            </w:numPr>
            <w:spacing w:after="160" w:line="278" w:lineRule="auto"/>
            <w:jc w:val="left"/>
          </w:pPr>
          <w:bookmarkStart w:id="20" w:name="_Hlk184831176"/>
          <w:r w:rsidRPr="00866B01">
            <w:t xml:space="preserve">Hochschulabschluss </w:t>
          </w:r>
          <w:bookmarkEnd w:id="20"/>
          <w:r w:rsidR="009A1BAE" w:rsidRPr="00866B01">
            <w:t xml:space="preserve">oder </w:t>
          </w:r>
          <w:bookmarkStart w:id="21" w:name="_Hlk184831186"/>
          <w:r w:rsidRPr="00866B01">
            <w:t xml:space="preserve">gleichwertige Berufsausbildung </w:t>
          </w:r>
          <w:bookmarkEnd w:id="21"/>
          <w:r w:rsidR="009A1BAE" w:rsidRPr="00866B01">
            <w:t>oder Berufserfahrung in den Bereichen: Wirtschaft, Recht, Finanzen oder Wissenschaft</w:t>
          </w:r>
        </w:p>
        <w:p w14:paraId="6455946B" w14:textId="77777777" w:rsidR="009A1BAE" w:rsidRPr="00866B01" w:rsidRDefault="009A1BAE" w:rsidP="009A1BAE">
          <w:pPr>
            <w:spacing w:after="160" w:line="278" w:lineRule="auto"/>
            <w:jc w:val="left"/>
          </w:pPr>
          <w:r w:rsidRPr="00866B01">
            <w:t>Berufserfahrung</w:t>
          </w:r>
        </w:p>
        <w:p w14:paraId="422BC581" w14:textId="77777777" w:rsidR="009A1BAE" w:rsidRPr="00866B01" w:rsidRDefault="009A1BAE" w:rsidP="009A1BAE">
          <w:pPr>
            <w:numPr>
              <w:ilvl w:val="0"/>
              <w:numId w:val="30"/>
            </w:numPr>
            <w:spacing w:after="160" w:line="278" w:lineRule="auto"/>
            <w:jc w:val="left"/>
          </w:pPr>
          <w:r w:rsidRPr="00866B01">
            <w:t>Erfahrung in einem oder mehreren der folgenden Bereiche:</w:t>
          </w:r>
        </w:p>
        <w:p w14:paraId="2444D0A3" w14:textId="15D29DF0" w:rsidR="009A1BAE" w:rsidRPr="00866B01" w:rsidRDefault="009A1BAE" w:rsidP="009A1BAE">
          <w:pPr>
            <w:numPr>
              <w:ilvl w:val="0"/>
              <w:numId w:val="30"/>
            </w:numPr>
            <w:spacing w:after="160" w:line="278" w:lineRule="auto"/>
            <w:jc w:val="left"/>
          </w:pPr>
          <w:r w:rsidRPr="00866B01">
            <w:t xml:space="preserve">Umsetzung von EU-Programmen, vorzugsweise in direkter oder indirekter Verwaltung (z.B. InvestEU, Innovationsfonds, </w:t>
          </w:r>
          <w:r w:rsidR="003177E5" w:rsidRPr="00866B01">
            <w:t xml:space="preserve">Programm </w:t>
          </w:r>
          <w:r w:rsidRPr="00866B01">
            <w:t>Digitales Europa, EU4Health, Horizont Europa/Europäischer Innovationsrat, Europäischer Verteidigungsfonds)</w:t>
          </w:r>
        </w:p>
        <w:p w14:paraId="7F04D0D5" w14:textId="77777777" w:rsidR="009A1BAE" w:rsidRPr="00866B01" w:rsidRDefault="009A1BAE" w:rsidP="009A1BAE">
          <w:pPr>
            <w:numPr>
              <w:ilvl w:val="0"/>
              <w:numId w:val="30"/>
            </w:numPr>
            <w:spacing w:after="160" w:line="278" w:lineRule="auto"/>
            <w:jc w:val="left"/>
          </w:pPr>
          <w:r w:rsidRPr="00866B01">
            <w:lastRenderedPageBreak/>
            <w:t>Einrichtung und Umsetzung von Finanzinstrumenten, entweder mit internationalen Finanzinstitutionen oder nationalen Förderbanken. Handhabung der Projektfinanzierung.</w:t>
          </w:r>
        </w:p>
        <w:p w14:paraId="76CC707D" w14:textId="77777777" w:rsidR="009A1BAE" w:rsidRPr="00866B01" w:rsidRDefault="009A1BAE" w:rsidP="009A1BAE">
          <w:pPr>
            <w:numPr>
              <w:ilvl w:val="0"/>
              <w:numId w:val="30"/>
            </w:numPr>
            <w:spacing w:after="160" w:line="278" w:lineRule="auto"/>
            <w:jc w:val="left"/>
          </w:pPr>
          <w:r w:rsidRPr="00866B01">
            <w:t>Umsetzung nationaler Förderprogramme, die Unterstützung (in Form von Zuschüssen oder anderer finanzieller Unterstützung) für Forschungseinrichtungen oder Unternehmen bieten</w:t>
          </w:r>
        </w:p>
        <w:p w14:paraId="29224FCF" w14:textId="41CE0F04" w:rsidR="004F0F5D" w:rsidRPr="00866B01" w:rsidRDefault="004F0F5D" w:rsidP="00B86DB4">
          <w:pPr>
            <w:numPr>
              <w:ilvl w:val="0"/>
              <w:numId w:val="30"/>
            </w:numPr>
            <w:spacing w:after="160" w:line="278" w:lineRule="auto"/>
            <w:jc w:val="left"/>
          </w:pPr>
          <w:bookmarkStart w:id="22" w:name="_Hlk184831291"/>
          <w:r w:rsidRPr="00866B01">
            <w:t>Bearbeitung von Anmeldungen staatlicher Beihilfen</w:t>
          </w:r>
          <w:bookmarkEnd w:id="22"/>
        </w:p>
        <w:p w14:paraId="70173DFD" w14:textId="77777777" w:rsidR="009A1BAE" w:rsidRPr="00866B01" w:rsidRDefault="009A1BAE" w:rsidP="009A1BAE">
          <w:pPr>
            <w:numPr>
              <w:ilvl w:val="0"/>
              <w:numId w:val="30"/>
            </w:numPr>
            <w:spacing w:after="160" w:line="278" w:lineRule="auto"/>
            <w:jc w:val="left"/>
          </w:pPr>
          <w:r w:rsidRPr="00866B01">
            <w:t>EU- oder nationale Haushaltsangelegenheiten</w:t>
          </w:r>
        </w:p>
        <w:p w14:paraId="46B1F943" w14:textId="1922D3B6" w:rsidR="009A1BAE" w:rsidRPr="00866B01" w:rsidRDefault="004F0F5D" w:rsidP="009A1BAE">
          <w:pPr>
            <w:numPr>
              <w:ilvl w:val="0"/>
              <w:numId w:val="30"/>
            </w:numPr>
            <w:spacing w:after="160" w:line="278" w:lineRule="auto"/>
            <w:jc w:val="left"/>
          </w:pPr>
          <w:bookmarkStart w:id="23" w:name="_Hlk184831314"/>
          <w:r w:rsidRPr="00866B01">
            <w:t xml:space="preserve">Ausgezeichnete </w:t>
          </w:r>
          <w:bookmarkEnd w:id="23"/>
          <w:r w:rsidR="009A1BAE" w:rsidRPr="00866B01">
            <w:t>schriftliche und mündliche Kommunikationsfähigkeiten, auch zu technischen Themen</w:t>
          </w:r>
        </w:p>
        <w:p w14:paraId="34B45DFA" w14:textId="6820BCFD" w:rsidR="009A1BAE" w:rsidRPr="00866B01" w:rsidRDefault="009A1BAE" w:rsidP="009A1BAE">
          <w:pPr>
            <w:numPr>
              <w:ilvl w:val="0"/>
              <w:numId w:val="30"/>
            </w:numPr>
            <w:spacing w:after="160" w:line="278" w:lineRule="auto"/>
            <w:jc w:val="left"/>
          </w:pPr>
          <w:r w:rsidRPr="00866B01">
            <w:t xml:space="preserve">Starke Fähigkeit zur Teamarbeit, </w:t>
          </w:r>
          <w:bookmarkStart w:id="24" w:name="_Hlk184831320"/>
          <w:r w:rsidR="004F0F5D" w:rsidRPr="00866B01">
            <w:t xml:space="preserve">zur Suche nach </w:t>
          </w:r>
          <w:bookmarkEnd w:id="24"/>
          <w:r w:rsidRPr="00866B01">
            <w:t>Lösungen und Maximierung der Wirkung</w:t>
          </w:r>
        </w:p>
        <w:p w14:paraId="0686031C" w14:textId="77777777" w:rsidR="009A1BAE" w:rsidRPr="00866B01" w:rsidRDefault="009A1BAE" w:rsidP="00B86DB4">
          <w:pPr>
            <w:spacing w:after="160" w:line="278" w:lineRule="auto"/>
            <w:ind w:left="360"/>
            <w:jc w:val="left"/>
          </w:pPr>
          <w:r w:rsidRPr="00866B01">
            <w:t>Sprachkenntnisse, die für die Erfüllung der Aufgaben erforderlich sind:</w:t>
          </w:r>
        </w:p>
        <w:p w14:paraId="3CF70F22" w14:textId="74D94373" w:rsidR="00546DB1" w:rsidRPr="00866B01" w:rsidRDefault="009A1BAE" w:rsidP="009A1BAE">
          <w:pPr>
            <w:numPr>
              <w:ilvl w:val="0"/>
              <w:numId w:val="30"/>
            </w:numPr>
            <w:spacing w:after="160" w:line="278" w:lineRule="auto"/>
            <w:jc w:val="left"/>
            <w:rPr>
              <w:b/>
              <w:lang w:eastAsia="en-GB"/>
            </w:rPr>
          </w:pPr>
          <w:r w:rsidRPr="00866B01">
            <w:t>Englisch ist die Hauptarbeitssprache und die Fähigkeit, effektiv auf Englisch zu kommunizieren und zu schreiben, ist ein Muss.</w:t>
          </w:r>
        </w:p>
      </w:sdtContent>
    </w:sdt>
    <w:p w14:paraId="0C0698E7" w14:textId="666391D3" w:rsidR="00546DB1" w:rsidRPr="00866B01" w:rsidRDefault="007C07D8" w:rsidP="007C07D8">
      <w:pPr>
        <w:pStyle w:val="ListNumber"/>
        <w:numPr>
          <w:ilvl w:val="0"/>
          <w:numId w:val="0"/>
        </w:numPr>
        <w:ind w:left="709" w:hanging="709"/>
        <w:rPr>
          <w:b/>
          <w:bCs/>
          <w:u w:val="single"/>
          <w:lang w:eastAsia="en-GB"/>
        </w:rPr>
      </w:pPr>
      <w:r w:rsidRPr="00866B01">
        <w:rPr>
          <w:b/>
          <w:bCs/>
          <w:u w:val="single"/>
          <w:lang w:eastAsia="en-GB"/>
        </w:rPr>
        <w:t>Zulassungsbedingungen</w:t>
      </w:r>
    </w:p>
    <w:p w14:paraId="107D341A" w14:textId="2E447A9A" w:rsidR="007C07D8" w:rsidRPr="00866B01" w:rsidRDefault="007C07D8" w:rsidP="007C07D8">
      <w:pPr>
        <w:rPr>
          <w:lang w:eastAsia="en-GB"/>
        </w:rPr>
      </w:pPr>
      <w:r w:rsidRPr="00866B01">
        <w:rPr>
          <w:lang w:eastAsia="en-GB"/>
        </w:rPr>
        <w:t xml:space="preserve">Abordnungen fallen unter den </w:t>
      </w:r>
      <w:r w:rsidRPr="00866B01">
        <w:rPr>
          <w:b/>
          <w:lang w:eastAsia="en-GB"/>
        </w:rPr>
        <w:t>Beschluss C(2008) 6866 der Kommission vom 12.11.2008</w:t>
      </w:r>
      <w:r w:rsidRPr="00866B01">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866B01" w:rsidRDefault="007C07D8" w:rsidP="00AE6941">
      <w:pPr>
        <w:rPr>
          <w:lang w:eastAsia="en-GB"/>
        </w:rPr>
      </w:pPr>
      <w:r w:rsidRPr="00866B01">
        <w:rPr>
          <w:lang w:eastAsia="en-GB"/>
        </w:rPr>
        <w:t>Gemäß dem ANS-Beschluss</w:t>
      </w:r>
      <w:r w:rsidR="00F60E71" w:rsidRPr="00866B01">
        <w:rPr>
          <w:lang w:eastAsia="en-GB"/>
        </w:rPr>
        <w:t xml:space="preserve"> müssen Sie</w:t>
      </w:r>
      <w:r w:rsidRPr="00866B01">
        <w:rPr>
          <w:lang w:eastAsia="en-GB"/>
        </w:rPr>
        <w:t xml:space="preserve"> </w:t>
      </w:r>
      <w:r w:rsidRPr="00866B01">
        <w:rPr>
          <w:b/>
          <w:bCs/>
          <w:lang w:eastAsia="en-GB"/>
        </w:rPr>
        <w:t>zu Beginn der Abordnung</w:t>
      </w:r>
      <w:r w:rsidRPr="00866B01">
        <w:rPr>
          <w:lang w:eastAsia="en-GB"/>
        </w:rPr>
        <w:t xml:space="preserve"> die folgenden Zulassungskriterien erfüllen:</w:t>
      </w:r>
    </w:p>
    <w:p w14:paraId="2B2FF37F" w14:textId="32B36BA4" w:rsidR="00546DB1" w:rsidRPr="00866B01" w:rsidRDefault="00546DB1" w:rsidP="007C07D8">
      <w:pPr>
        <w:rPr>
          <w:lang w:eastAsia="en-GB"/>
        </w:rPr>
      </w:pPr>
      <w:r w:rsidRPr="00866B01">
        <w:rPr>
          <w:u w:val="single"/>
          <w:lang w:eastAsia="en-GB"/>
        </w:rPr>
        <w:t>Berufserfahrung:</w:t>
      </w:r>
      <w:r w:rsidRPr="00866B01">
        <w:rPr>
          <w:lang w:eastAsia="en-GB"/>
        </w:rPr>
        <w:t xml:space="preserve"> eine mindestens dreijährige Berufserfahrung mit Aufgaben im administrativen, </w:t>
      </w:r>
      <w:bookmarkStart w:id="25" w:name="_Hlk184831341"/>
      <w:r w:rsidR="004F0F5D" w:rsidRPr="00B86DB4">
        <w:rPr>
          <w:lang w:eastAsia="en-GB"/>
        </w:rPr>
        <w:t>j</w:t>
      </w:r>
      <w:r w:rsidR="004F0F5D" w:rsidRPr="00866B01">
        <w:rPr>
          <w:lang w:eastAsia="en-GB"/>
        </w:rPr>
        <w:t>uristischen</w:t>
      </w:r>
      <w:bookmarkEnd w:id="25"/>
      <w:r w:rsidRPr="00866B01">
        <w:rPr>
          <w:lang w:eastAsia="en-GB"/>
        </w:rPr>
        <w:t>, wissenschaftlichen oder technischen Bereich in beratender oder leitender Funktion, die mit den Tätigkeiten der Funktionsgruppe Administration (AD) vergleichbar ist.</w:t>
      </w:r>
    </w:p>
    <w:p w14:paraId="499C45A3" w14:textId="36C593CD" w:rsidR="00546DB1" w:rsidRPr="00866B01" w:rsidRDefault="00546DB1" w:rsidP="007C07D8">
      <w:pPr>
        <w:rPr>
          <w:lang w:eastAsia="en-GB"/>
        </w:rPr>
      </w:pPr>
      <w:r w:rsidRPr="00866B01">
        <w:rPr>
          <w:u w:val="single"/>
          <w:lang w:eastAsia="en-GB"/>
        </w:rPr>
        <w:t>Dienstalter</w:t>
      </w:r>
      <w:r w:rsidRPr="00866B01">
        <w:rPr>
          <w:lang w:eastAsia="en-GB"/>
        </w:rPr>
        <w:t xml:space="preserve">: ein Dienstalter von mindestens einem Jahr </w:t>
      </w:r>
      <w:r w:rsidR="007C07D8" w:rsidRPr="00866B01">
        <w:rPr>
          <w:lang w:eastAsia="en-GB"/>
        </w:rPr>
        <w:t xml:space="preserve">(12 Monate) </w:t>
      </w:r>
      <w:r w:rsidRPr="00866B01">
        <w:rPr>
          <w:lang w:eastAsia="en-GB"/>
        </w:rPr>
        <w:t>bei</w:t>
      </w:r>
      <w:r w:rsidR="00F60E71" w:rsidRPr="00866B01">
        <w:rPr>
          <w:lang w:eastAsia="en-GB"/>
        </w:rPr>
        <w:t xml:space="preserve"> Ihrem derzeitigen</w:t>
      </w:r>
      <w:r w:rsidRPr="00866B01">
        <w:rPr>
          <w:lang w:eastAsia="en-GB"/>
        </w:rPr>
        <w:t xml:space="preserve"> Arbeitgeber in einem dienst- oder vertragsrechtlichen Verhältnis.  </w:t>
      </w:r>
    </w:p>
    <w:p w14:paraId="0B28567C" w14:textId="4FFC8EBB" w:rsidR="00546DB1" w:rsidRPr="00866B01" w:rsidRDefault="007C07D8" w:rsidP="007C07D8">
      <w:pPr>
        <w:rPr>
          <w:lang w:eastAsia="en-GB"/>
        </w:rPr>
      </w:pPr>
      <w:r w:rsidRPr="00866B01">
        <w:rPr>
          <w:u w:val="single"/>
          <w:lang w:eastAsia="en-GB"/>
        </w:rPr>
        <w:t>Arbeitgeber:</w:t>
      </w:r>
      <w:r w:rsidRPr="00866B01">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866B01">
        <w:rPr>
          <w:lang w:eastAsia="en-GB"/>
        </w:rPr>
        <w:t>Ihrem</w:t>
      </w:r>
      <w:r w:rsidRPr="00866B01">
        <w:rPr>
          <w:lang w:eastAsia="en-GB"/>
        </w:rPr>
        <w:t xml:space="preserve"> Arbeitgeber um eine öffentliche Stelle (z. B. eine Agentur oder ein Regulierungsinstitut), eine Universität oder ein unabhängiges Forschungsinstitut handelt.</w:t>
      </w:r>
    </w:p>
    <w:p w14:paraId="258A857A" w14:textId="5B49B9E8" w:rsidR="00546DB1" w:rsidRPr="00866B01" w:rsidRDefault="00546DB1" w:rsidP="007C07D8">
      <w:pPr>
        <w:rPr>
          <w:lang w:eastAsia="en-GB"/>
        </w:rPr>
      </w:pPr>
      <w:r w:rsidRPr="00866B01">
        <w:rPr>
          <w:u w:val="single"/>
          <w:lang w:eastAsia="en-GB"/>
        </w:rPr>
        <w:t>Sprachkenntnisse:</w:t>
      </w:r>
      <w:r w:rsidRPr="00866B01">
        <w:rPr>
          <w:lang w:eastAsia="en-GB"/>
        </w:rPr>
        <w:t xml:space="preserve"> gründliche Kenntnisse einer Sprache der Europäischen Union und ausreichende Kenntnisse einer weiteren Sprache der Europäischen Union in dem für die Wahrnehmung </w:t>
      </w:r>
      <w:r w:rsidR="000D7B5E" w:rsidRPr="00866B01">
        <w:rPr>
          <w:lang w:eastAsia="en-GB"/>
        </w:rPr>
        <w:t>d</w:t>
      </w:r>
      <w:r w:rsidRPr="00866B01">
        <w:rPr>
          <w:lang w:eastAsia="en-GB"/>
        </w:rPr>
        <w:t xml:space="preserve">er Funktion erforderlichen Maße. </w:t>
      </w:r>
      <w:r w:rsidR="008102E0" w:rsidRPr="00866B01">
        <w:rPr>
          <w:lang w:eastAsia="en-GB"/>
        </w:rPr>
        <w:t xml:space="preserve">Sollten Sie aus einem </w:t>
      </w:r>
      <w:r w:rsidRPr="00866B01">
        <w:rPr>
          <w:lang w:eastAsia="en-GB"/>
        </w:rPr>
        <w:t>Drittland</w:t>
      </w:r>
      <w:r w:rsidR="008102E0" w:rsidRPr="00866B01">
        <w:rPr>
          <w:lang w:eastAsia="en-GB"/>
        </w:rPr>
        <w:t xml:space="preserve"> kommen, müssen Sie</w:t>
      </w:r>
      <w:r w:rsidRPr="00866B01">
        <w:rPr>
          <w:lang w:eastAsia="en-GB"/>
        </w:rPr>
        <w:t xml:space="preserve"> nachweisen, dass </w:t>
      </w:r>
      <w:r w:rsidR="008102E0" w:rsidRPr="00866B01">
        <w:rPr>
          <w:lang w:eastAsia="en-GB"/>
        </w:rPr>
        <w:t>Sie</w:t>
      </w:r>
      <w:r w:rsidRPr="00866B01">
        <w:rPr>
          <w:lang w:eastAsia="en-GB"/>
        </w:rPr>
        <w:t xml:space="preserve"> über gründliche Kenntnisse in </w:t>
      </w:r>
      <w:r w:rsidR="000D7B5E" w:rsidRPr="00866B01">
        <w:rPr>
          <w:lang w:eastAsia="en-GB"/>
        </w:rPr>
        <w:t>der</w:t>
      </w:r>
      <w:r w:rsidRPr="00866B01">
        <w:rPr>
          <w:lang w:eastAsia="en-GB"/>
        </w:rPr>
        <w:t xml:space="preserve"> zur Ausübung </w:t>
      </w:r>
      <w:r w:rsidR="008102E0" w:rsidRPr="00866B01">
        <w:rPr>
          <w:lang w:eastAsia="en-GB"/>
        </w:rPr>
        <w:t>Ihrer</w:t>
      </w:r>
      <w:r w:rsidRPr="00866B01">
        <w:rPr>
          <w:lang w:eastAsia="en-GB"/>
        </w:rPr>
        <w:t xml:space="preserve"> Tätigkeit erforderlichen Sprache der Europäischen Union verfüg</w:t>
      </w:r>
      <w:r w:rsidR="008102E0" w:rsidRPr="00866B01">
        <w:rPr>
          <w:lang w:eastAsia="en-GB"/>
        </w:rPr>
        <w:t>en</w:t>
      </w:r>
      <w:r w:rsidRPr="00866B01">
        <w:rPr>
          <w:lang w:eastAsia="en-GB"/>
        </w:rPr>
        <w:t>.</w:t>
      </w:r>
    </w:p>
    <w:p w14:paraId="21E64871" w14:textId="404E2E9C" w:rsidR="00546DB1" w:rsidRPr="00866B01" w:rsidRDefault="00546DB1" w:rsidP="007B514A">
      <w:pPr>
        <w:tabs>
          <w:tab w:val="left" w:pos="709"/>
        </w:tabs>
        <w:spacing w:after="0"/>
        <w:ind w:right="60"/>
        <w:rPr>
          <w:lang w:eastAsia="en-GB"/>
        </w:rPr>
      </w:pPr>
    </w:p>
    <w:p w14:paraId="5A0F8122" w14:textId="470FCE9B" w:rsidR="000D7B5E" w:rsidRPr="00866B01" w:rsidRDefault="000D7B5E" w:rsidP="009442BE">
      <w:pPr>
        <w:pStyle w:val="ListNumber"/>
        <w:numPr>
          <w:ilvl w:val="0"/>
          <w:numId w:val="0"/>
        </w:numPr>
        <w:ind w:left="709" w:hanging="709"/>
        <w:rPr>
          <w:b/>
          <w:bCs/>
          <w:u w:val="single"/>
          <w:lang w:eastAsia="en-GB"/>
        </w:rPr>
      </w:pPr>
      <w:r w:rsidRPr="00866B01">
        <w:rPr>
          <w:b/>
          <w:bCs/>
          <w:u w:val="single"/>
          <w:lang w:eastAsia="en-GB"/>
        </w:rPr>
        <w:lastRenderedPageBreak/>
        <w:t>Bedingungen für die Abordnung nationaler Sachverständiger</w:t>
      </w:r>
    </w:p>
    <w:p w14:paraId="3D706995" w14:textId="0B72BCE8" w:rsidR="000D7B5E" w:rsidRPr="00866B01" w:rsidRDefault="00CD33B4" w:rsidP="000D7B5E">
      <w:pPr>
        <w:rPr>
          <w:lang w:eastAsia="en-GB"/>
        </w:rPr>
      </w:pPr>
      <w:r w:rsidRPr="00866B01">
        <w:rPr>
          <w:lang w:eastAsia="en-GB"/>
        </w:rPr>
        <w:t>W</w:t>
      </w:r>
      <w:r w:rsidR="000D7B5E" w:rsidRPr="00866B01">
        <w:rPr>
          <w:lang w:eastAsia="en-GB"/>
        </w:rPr>
        <w:t>ährend der gesamten Dauer der Abordnung</w:t>
      </w:r>
      <w:r w:rsidRPr="00866B01">
        <w:rPr>
          <w:lang w:eastAsia="en-GB"/>
        </w:rPr>
        <w:t xml:space="preserve"> müssen Sie </w:t>
      </w:r>
      <w:r w:rsidR="000D7B5E" w:rsidRPr="00866B01">
        <w:rPr>
          <w:lang w:eastAsia="en-GB"/>
        </w:rPr>
        <w:t xml:space="preserve">bei </w:t>
      </w:r>
      <w:r w:rsidRPr="00866B01">
        <w:rPr>
          <w:lang w:eastAsia="en-GB"/>
        </w:rPr>
        <w:t>I</w:t>
      </w:r>
      <w:r w:rsidR="0089735C" w:rsidRPr="00866B01">
        <w:rPr>
          <w:lang w:eastAsia="en-GB"/>
        </w:rPr>
        <w:t>hrem</w:t>
      </w:r>
      <w:r w:rsidR="000D7B5E" w:rsidRPr="00866B01">
        <w:rPr>
          <w:lang w:eastAsia="en-GB"/>
        </w:rPr>
        <w:t xml:space="preserve"> Arbeitgeber angestellt</w:t>
      </w:r>
      <w:r w:rsidRPr="00866B01">
        <w:rPr>
          <w:lang w:eastAsia="en-GB"/>
        </w:rPr>
        <w:t xml:space="preserve"> bleiben, von diesem Ihre </w:t>
      </w:r>
      <w:r w:rsidR="000D7B5E" w:rsidRPr="00866B01">
        <w:rPr>
          <w:lang w:eastAsia="en-GB"/>
        </w:rPr>
        <w:t>Bezüge</w:t>
      </w:r>
      <w:r w:rsidRPr="00866B01">
        <w:rPr>
          <w:lang w:eastAsia="en-GB"/>
        </w:rPr>
        <w:t xml:space="preserve"> erhalten </w:t>
      </w:r>
      <w:r w:rsidR="000D7B5E" w:rsidRPr="00866B01">
        <w:rPr>
          <w:lang w:eastAsia="en-GB"/>
        </w:rPr>
        <w:t xml:space="preserve">und auch weiterhin </w:t>
      </w:r>
      <w:r w:rsidRPr="00866B01">
        <w:rPr>
          <w:lang w:eastAsia="en-GB"/>
        </w:rPr>
        <w:t>Ihrem</w:t>
      </w:r>
      <w:r w:rsidR="000D7B5E" w:rsidRPr="00866B01">
        <w:rPr>
          <w:lang w:eastAsia="en-GB"/>
        </w:rPr>
        <w:t xml:space="preserve"> (nationalen) Sozialversicherungssystem angeschlossen</w:t>
      </w:r>
      <w:r w:rsidRPr="00866B01">
        <w:rPr>
          <w:lang w:eastAsia="en-GB"/>
        </w:rPr>
        <w:t xml:space="preserve"> bleiben</w:t>
      </w:r>
      <w:r w:rsidR="000D7B5E" w:rsidRPr="00866B01">
        <w:rPr>
          <w:lang w:eastAsia="en-GB"/>
        </w:rPr>
        <w:t>.</w:t>
      </w:r>
    </w:p>
    <w:p w14:paraId="43A7463E" w14:textId="7CE3262E" w:rsidR="000D7B5E" w:rsidRPr="00866B01" w:rsidRDefault="0089735C" w:rsidP="000D7B5E">
      <w:pPr>
        <w:rPr>
          <w:lang w:eastAsia="en-GB"/>
        </w:rPr>
      </w:pPr>
      <w:r w:rsidRPr="00866B01">
        <w:rPr>
          <w:lang w:eastAsia="en-GB"/>
        </w:rPr>
        <w:t>Sie</w:t>
      </w:r>
      <w:r w:rsidR="000D7B5E" w:rsidRPr="00866B01">
        <w:rPr>
          <w:lang w:eastAsia="en-GB"/>
        </w:rPr>
        <w:t xml:space="preserve"> </w:t>
      </w:r>
      <w:r w:rsidR="00CD33B4" w:rsidRPr="00866B01">
        <w:rPr>
          <w:lang w:eastAsia="en-GB"/>
        </w:rPr>
        <w:t>werden Ihre</w:t>
      </w:r>
      <w:r w:rsidR="000D7B5E" w:rsidRPr="00866B01">
        <w:rPr>
          <w:lang w:eastAsia="en-GB"/>
        </w:rPr>
        <w:t xml:space="preserve"> Aufgaben innerhalb der Kommission nach Maßgabe des genannten ANS-Beschlusses aus</w:t>
      </w:r>
      <w:r w:rsidR="00CD33B4" w:rsidRPr="00866B01">
        <w:rPr>
          <w:lang w:eastAsia="en-GB"/>
        </w:rPr>
        <w:t>üben</w:t>
      </w:r>
      <w:r w:rsidR="000D7B5E" w:rsidRPr="00866B01">
        <w:rPr>
          <w:lang w:eastAsia="en-GB"/>
        </w:rPr>
        <w:t xml:space="preserve"> und den darin festgelegten Bestimmungen über Vertraulichkeit, Loyalität und Nichtvorliegen von Interessenkonflikten</w:t>
      </w:r>
      <w:r w:rsidR="00CD33B4" w:rsidRPr="00866B01">
        <w:rPr>
          <w:lang w:eastAsia="en-GB"/>
        </w:rPr>
        <w:t xml:space="preserve"> unterliegen</w:t>
      </w:r>
      <w:r w:rsidR="000D7B5E" w:rsidRPr="00866B01">
        <w:rPr>
          <w:lang w:eastAsia="en-GB"/>
        </w:rPr>
        <w:t xml:space="preserve">.  </w:t>
      </w:r>
    </w:p>
    <w:p w14:paraId="1C8F3D04" w14:textId="14B60DB2" w:rsidR="000D7B5E" w:rsidRPr="00866B01" w:rsidRDefault="00BF6139" w:rsidP="000D7B5E">
      <w:pPr>
        <w:rPr>
          <w:lang w:eastAsia="en-GB"/>
        </w:rPr>
      </w:pPr>
      <w:r w:rsidRPr="00866B01">
        <w:rPr>
          <w:lang w:eastAsia="en-GB"/>
        </w:rPr>
        <w:t>Falls diese Stelle mit Vergütungen ausgeschrieben wird, können diese nur</w:t>
      </w:r>
      <w:r w:rsidR="000D7B5E" w:rsidRPr="00866B01">
        <w:rPr>
          <w:lang w:eastAsia="en-GB"/>
        </w:rPr>
        <w:t xml:space="preserve"> gewährt werden, wenn </w:t>
      </w:r>
      <w:r w:rsidRPr="00866B01">
        <w:rPr>
          <w:lang w:eastAsia="en-GB"/>
        </w:rPr>
        <w:t>Sie</w:t>
      </w:r>
      <w:r w:rsidR="000D7B5E" w:rsidRPr="00866B01">
        <w:rPr>
          <w:lang w:eastAsia="en-GB"/>
        </w:rPr>
        <w:t xml:space="preserve"> die Bedingungen gemäß Artikel 17 des ANS-Beschlusses erfüll</w:t>
      </w:r>
      <w:r w:rsidRPr="00866B01">
        <w:rPr>
          <w:lang w:eastAsia="en-GB"/>
        </w:rPr>
        <w:t>en</w:t>
      </w:r>
      <w:r w:rsidR="000D7B5E" w:rsidRPr="00866B01">
        <w:rPr>
          <w:lang w:eastAsia="en-GB"/>
        </w:rPr>
        <w:t>.</w:t>
      </w:r>
    </w:p>
    <w:p w14:paraId="4553B535" w14:textId="5AE83FEB" w:rsidR="000D7B5E" w:rsidRPr="00866B01" w:rsidRDefault="000D7B5E" w:rsidP="000D7B5E">
      <w:pPr>
        <w:rPr>
          <w:lang w:eastAsia="en-GB"/>
        </w:rPr>
      </w:pPr>
      <w:r w:rsidRPr="00866B01">
        <w:t>Mitarbeiter</w:t>
      </w:r>
      <w:r w:rsidR="0089735C" w:rsidRPr="00866B01">
        <w:t>/Mitarbeiterinnen</w:t>
      </w:r>
      <w:r w:rsidRPr="00866B01">
        <w:t xml:space="preserve">, die in eine </w:t>
      </w:r>
      <w:r w:rsidRPr="00866B01">
        <w:rPr>
          <w:bCs/>
        </w:rPr>
        <w:t>Delegation der Europäischen Union</w:t>
      </w:r>
      <w:r w:rsidRPr="00866B01">
        <w:t xml:space="preserve"> entsandt werden, benötigen eine Sicherheitsüberprüfung (nach SECRET UE/EU SECRET Niveau gemäß der Entscheidung der Kommission (EU-Euratom) 2015/444, O.J. L 72, 17.03.2015, p.53).  </w:t>
      </w:r>
      <w:r w:rsidR="00BF6139" w:rsidRPr="00866B01">
        <w:rPr>
          <w:lang w:eastAsia="en-GB"/>
        </w:rPr>
        <w:t>Es obliegt Ihnen</w:t>
      </w:r>
      <w:r w:rsidRPr="00866B01">
        <w:rPr>
          <w:lang w:eastAsia="en-GB"/>
        </w:rPr>
        <w:t>, das Überprüfungsverfahren vor der Abordnung einzuleiten.</w:t>
      </w:r>
    </w:p>
    <w:p w14:paraId="481B2BC2" w14:textId="77777777" w:rsidR="000D7B5E" w:rsidRPr="00866B01" w:rsidRDefault="000D7B5E" w:rsidP="000D7B5E">
      <w:pPr>
        <w:rPr>
          <w:lang w:eastAsia="en-GB"/>
        </w:rPr>
      </w:pPr>
    </w:p>
    <w:p w14:paraId="1A75D71E" w14:textId="35F381C2" w:rsidR="00546DB1" w:rsidRPr="00866B01" w:rsidRDefault="00546DB1" w:rsidP="009442BE">
      <w:pPr>
        <w:pStyle w:val="ListNumber"/>
        <w:numPr>
          <w:ilvl w:val="0"/>
          <w:numId w:val="0"/>
        </w:numPr>
        <w:ind w:left="709" w:hanging="709"/>
        <w:rPr>
          <w:b/>
          <w:bCs/>
          <w:u w:val="single"/>
          <w:lang w:eastAsia="en-GB"/>
        </w:rPr>
      </w:pPr>
      <w:r w:rsidRPr="00866B01">
        <w:rPr>
          <w:b/>
          <w:bCs/>
          <w:u w:val="single"/>
          <w:lang w:eastAsia="en-GB"/>
        </w:rPr>
        <w:t>Bewerbung und Auswahlverfahren</w:t>
      </w:r>
    </w:p>
    <w:p w14:paraId="7A9D12D1" w14:textId="77777777" w:rsidR="00E35460" w:rsidRPr="00866B01" w:rsidRDefault="00E35460" w:rsidP="000D7B5E">
      <w:pPr>
        <w:rPr>
          <w:lang w:eastAsia="en-GB"/>
        </w:rPr>
      </w:pPr>
      <w:r w:rsidRPr="00866B01">
        <w:rPr>
          <w:lang w:eastAsia="en-GB"/>
        </w:rPr>
        <w:t>Wenn Sie interessiert sind, befolgen Sie bitte die Anweisungen Ihres Arbeitgebers zur Bewerbung.</w:t>
      </w:r>
    </w:p>
    <w:p w14:paraId="35C428E1" w14:textId="41DA60F1" w:rsidR="00E35460" w:rsidRPr="00866B01" w:rsidRDefault="00E35460" w:rsidP="000D7B5E">
      <w:pPr>
        <w:rPr>
          <w:lang w:eastAsia="en-GB"/>
        </w:rPr>
      </w:pPr>
      <w:r w:rsidRPr="00866B01">
        <w:rPr>
          <w:lang w:eastAsia="en-GB"/>
        </w:rPr>
        <w:t xml:space="preserve">Die Europäische Kommission akzeptiert nur Bewerbungen, die über die Ständige Vertretung/Diplomatische Vertretung </w:t>
      </w:r>
      <w:r w:rsidR="00676119" w:rsidRPr="00866B01">
        <w:rPr>
          <w:lang w:eastAsia="en-GB"/>
        </w:rPr>
        <w:t>bei</w:t>
      </w:r>
      <w:r w:rsidRPr="00866B01">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866B01" w:rsidRDefault="00795C41" w:rsidP="000D7B5E">
      <w:pPr>
        <w:rPr>
          <w:lang w:eastAsia="en-GB"/>
        </w:rPr>
      </w:pPr>
      <w:r w:rsidRPr="00866B01">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866B01" w:rsidRDefault="00795C41" w:rsidP="000D7B5E">
      <w:pPr>
        <w:rPr>
          <w:lang w:eastAsia="en-GB"/>
        </w:rPr>
      </w:pPr>
      <w:r w:rsidRPr="00866B01">
        <w:rPr>
          <w:lang w:eastAsia="en-GB"/>
        </w:rPr>
        <w:t>Bitte fügen Sie</w:t>
      </w:r>
      <w:r w:rsidR="00546DB1" w:rsidRPr="00866B01">
        <w:rPr>
          <w:lang w:eastAsia="en-GB"/>
        </w:rPr>
        <w:t xml:space="preserve"> </w:t>
      </w:r>
      <w:r w:rsidRPr="00866B01">
        <w:rPr>
          <w:lang w:eastAsia="en-GB"/>
        </w:rPr>
        <w:t>I</w:t>
      </w:r>
      <w:r w:rsidR="00546DB1" w:rsidRPr="00866B01">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866B01" w:rsidRDefault="00546DB1" w:rsidP="00546DB1">
      <w:pPr>
        <w:spacing w:after="0"/>
        <w:rPr>
          <w:lang w:eastAsia="en-GB"/>
        </w:rPr>
      </w:pPr>
    </w:p>
    <w:p w14:paraId="0509E6EC" w14:textId="64F431A5" w:rsidR="00546DB1" w:rsidRPr="00866B01" w:rsidRDefault="00546DB1" w:rsidP="009442BE">
      <w:pPr>
        <w:pStyle w:val="ListNumber"/>
        <w:numPr>
          <w:ilvl w:val="0"/>
          <w:numId w:val="0"/>
        </w:numPr>
        <w:ind w:left="709" w:hanging="709"/>
        <w:rPr>
          <w:b/>
          <w:bCs/>
          <w:u w:val="single"/>
          <w:lang w:eastAsia="en-GB"/>
        </w:rPr>
      </w:pPr>
      <w:r w:rsidRPr="00866B01">
        <w:rPr>
          <w:b/>
          <w:bCs/>
          <w:u w:val="single"/>
          <w:lang w:eastAsia="en-GB"/>
        </w:rPr>
        <w:t>Verarbeitung personenbezogener Daten</w:t>
      </w:r>
    </w:p>
    <w:p w14:paraId="20E56DF8" w14:textId="1900D334" w:rsidR="007716E4" w:rsidRPr="00866B01" w:rsidRDefault="007716E4" w:rsidP="007716E4">
      <w:pPr>
        <w:rPr>
          <w:lang w:eastAsia="en-GB"/>
        </w:rPr>
      </w:pPr>
      <w:r w:rsidRPr="00866B01">
        <w:rPr>
          <w:lang w:eastAsia="en-GB"/>
        </w:rPr>
        <w:t>Die Kommission trägt dafür Sorge, dass die personenbezogenen Daten der Bewerber/innen gemäß den Anforderungen der Verordnung (EU) 2018/1725 des Europäischen Parlaments und des Rates verarbeitet werden (</w:t>
      </w:r>
      <w:r w:rsidRPr="00866B01">
        <w:rPr>
          <w:rStyle w:val="FootnoteReference"/>
          <w:lang w:eastAsia="en-GB"/>
        </w:rPr>
        <w:footnoteReference w:id="1"/>
      </w:r>
      <w:r w:rsidRPr="00866B01">
        <w:rPr>
          <w:lang w:eastAsia="en-GB"/>
        </w:rPr>
        <w:t xml:space="preserve">). Dies gilt insbesondere für die Vertraulichkeit und </w:t>
      </w:r>
      <w:r w:rsidRPr="00866B01">
        <w:rPr>
          <w:lang w:eastAsia="en-GB"/>
        </w:rPr>
        <w:lastRenderedPageBreak/>
        <w:t xml:space="preserve">Sicherheit dieser Daten. </w:t>
      </w:r>
      <w:r w:rsidRPr="00866B01">
        <w:t>Bevor Sie sich bewerben, lesen Sie bitte die beigefügte Datenschutzerklärung.</w:t>
      </w:r>
    </w:p>
    <w:sectPr w:rsidR="007716E4" w:rsidRPr="00866B01">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EC727AA"/>
    <w:multiLevelType w:val="multilevel"/>
    <w:tmpl w:val="B7967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0390865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063D"/>
    <w:rsid w:val="000331EC"/>
    <w:rsid w:val="00061BED"/>
    <w:rsid w:val="000D7B5E"/>
    <w:rsid w:val="001203F8"/>
    <w:rsid w:val="002A72A4"/>
    <w:rsid w:val="002B5620"/>
    <w:rsid w:val="002C5752"/>
    <w:rsid w:val="002F7504"/>
    <w:rsid w:val="003177E5"/>
    <w:rsid w:val="00324D8D"/>
    <w:rsid w:val="0035094A"/>
    <w:rsid w:val="003874E2"/>
    <w:rsid w:val="0039387D"/>
    <w:rsid w:val="00394A86"/>
    <w:rsid w:val="003B2E38"/>
    <w:rsid w:val="003E45A4"/>
    <w:rsid w:val="004209A4"/>
    <w:rsid w:val="004A3205"/>
    <w:rsid w:val="004D75AF"/>
    <w:rsid w:val="004F0F5D"/>
    <w:rsid w:val="00546DB1"/>
    <w:rsid w:val="00607C7E"/>
    <w:rsid w:val="00611D5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66B01"/>
    <w:rsid w:val="0089735C"/>
    <w:rsid w:val="008D52CF"/>
    <w:rsid w:val="009321C6"/>
    <w:rsid w:val="009442BE"/>
    <w:rsid w:val="009A1BAE"/>
    <w:rsid w:val="009E4372"/>
    <w:rsid w:val="009F216F"/>
    <w:rsid w:val="00A22704"/>
    <w:rsid w:val="00AB56F9"/>
    <w:rsid w:val="00AC5FF8"/>
    <w:rsid w:val="00AE510B"/>
    <w:rsid w:val="00AE6941"/>
    <w:rsid w:val="00B05253"/>
    <w:rsid w:val="00B73B91"/>
    <w:rsid w:val="00B86DB4"/>
    <w:rsid w:val="00BC6D25"/>
    <w:rsid w:val="00BF6139"/>
    <w:rsid w:val="00C07259"/>
    <w:rsid w:val="00C27C81"/>
    <w:rsid w:val="00CD33B4"/>
    <w:rsid w:val="00CD5C27"/>
    <w:rsid w:val="00D605F4"/>
    <w:rsid w:val="00DA711C"/>
    <w:rsid w:val="00DB1D8C"/>
    <w:rsid w:val="00E01792"/>
    <w:rsid w:val="00E35460"/>
    <w:rsid w:val="00E915C2"/>
    <w:rsid w:val="00EB3060"/>
    <w:rsid w:val="00EC5C6B"/>
    <w:rsid w:val="00ED2201"/>
    <w:rsid w:val="00ED290A"/>
    <w:rsid w:val="00ED34D1"/>
    <w:rsid w:val="00ED6452"/>
    <w:rsid w:val="00F60E71"/>
    <w:rsid w:val="00FB2D71"/>
    <w:rsid w:val="00FC21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9E4372"/>
    <w:rPr>
      <w:color w:val="605E5C"/>
      <w:shd w:val="clear" w:color="auto" w:fill="E1DFDD"/>
    </w:rPr>
  </w:style>
  <w:style w:type="paragraph" w:styleId="ListParagraph">
    <w:name w:val="List Paragraph"/>
    <w:basedOn w:val="Normal"/>
    <w:semiHidden/>
    <w:locked/>
    <w:rsid w:val="003177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caroline.vandierendonck@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ED34D1"/>
    <w:rsid w:val="00F02C41"/>
    <w:rsid w:val="00FC213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696C6808-19F3-4406-845C-6894A8BA9C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schemas.microsoft.com/office/infopath/2007/PartnerControls"/>
    <ds:schemaRef ds:uri="http://schemas.microsoft.com/office/2006/metadata/properties"/>
    <ds:schemaRef ds:uri="http://schemas.microsoft.com/office/2006/documentManagement/types"/>
    <ds:schemaRef ds:uri="http://purl.org/dc/terms/"/>
    <ds:schemaRef ds:uri="http://purl.org/dc/dcmitype/"/>
    <ds:schemaRef ds:uri="http://schemas.microsoft.com/sharepoint/v3/fields"/>
    <ds:schemaRef ds:uri="1929b814-5a78-4bdc-9841-d8b9ef424f65"/>
    <ds:schemaRef ds:uri="http://www.w3.org/XML/1998/namespace"/>
    <ds:schemaRef ds:uri="http://schemas.openxmlformats.org/package/2006/metadata/core-properties"/>
    <ds:schemaRef ds:uri="08927195-b699-4be0-9ee2-6c66dc215b5a"/>
    <ds:schemaRef ds:uri="a41a97bf-0494-41d8-ba3d-259bd7771890"/>
    <ds:schemaRef ds:uri="http://purl.org/dc/elements/1.1/"/>
    <ds:schemaRef ds:uri="30c666ed-fe46-43d6-bf30-6de2567680e6"/>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6</Pages>
  <Words>1666</Words>
  <Characters>9498</Characters>
  <Application>Microsoft Office Word</Application>
  <DocSecurity>0</DocSecurity>
  <PresentationFormat>Microsoft Word 14.0</PresentationFormat>
  <Lines>79</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2024-12-11T17:17:00Z</dcterms:created>
  <dcterms:modified xsi:type="dcterms:W3CDTF">2024-12-12T13:48:00Z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