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rsidRPr="00A86D39" w14:paraId="6B8436E8" w14:textId="77777777">
            <w:trPr>
              <w:cantSplit/>
            </w:trPr>
            <w:tc>
              <w:tcPr>
                <w:tcW w:w="2400" w:type="dxa"/>
              </w:tcPr>
              <w:p w14:paraId="337BAD96" w14:textId="77777777" w:rsidR="007D0EC6" w:rsidRPr="00A86D39" w:rsidRDefault="007716E4">
                <w:pPr>
                  <w:pStyle w:val="ZFlag"/>
                </w:pPr>
                <w:r w:rsidRPr="00A86D39">
                  <w:rPr>
                    <w:noProof/>
                    <w:lang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Pr="00A86D39" w:rsidRDefault="00F4352F">
                <w:pPr>
                  <w:pStyle w:val="ZCom"/>
                </w:pPr>
                <w:sdt>
                  <w:sdtPr>
                    <w:id w:val="-294516254"/>
                    <w:dataBinding w:xpath="/Texts/OrgaRoot" w:storeItemID="{4EF90DE6-88B6-4264-9629-4D8DFDFE87D2}"/>
                    <w:text w:multiLine="1"/>
                  </w:sdtPr>
                  <w:sdtEndPr/>
                  <w:sdtContent>
                    <w:r w:rsidR="000331EC" w:rsidRPr="00A86D39">
                      <w:t>EUROPÄISCHE KOMMISSION</w:t>
                    </w:r>
                  </w:sdtContent>
                </w:sdt>
              </w:p>
              <w:p w14:paraId="0243B2AD" w14:textId="3EBE0E0D" w:rsidR="007D0EC6" w:rsidRPr="00A86D39" w:rsidRDefault="00F4352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sidRPr="00A86D39">
                      <w:rPr>
                        <w:caps/>
                      </w:rPr>
                      <w:t xml:space="preserve">     </w:t>
                    </w:r>
                  </w:sdtContent>
                </w:sdt>
              </w:p>
              <w:p w14:paraId="7A2A5303" w14:textId="291FAB8D" w:rsidR="007D0EC6" w:rsidRPr="00A86D39" w:rsidRDefault="00F4352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sidRPr="00A86D39">
                      <w:rPr>
                        <w:caps/>
                      </w:rPr>
                      <w:t xml:space="preserve">     </w:t>
                    </w:r>
                  </w:sdtContent>
                </w:sdt>
              </w:p>
              <w:p w14:paraId="44BF94D3" w14:textId="41DCA873" w:rsidR="007D0EC6" w:rsidRPr="00A86D39" w:rsidRDefault="00F4352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rsidRPr="00A86D39">
                      <w:t xml:space="preserve">     </w:t>
                    </w:r>
                  </w:sdtContent>
                </w:sdt>
              </w:p>
              <w:p w14:paraId="04BD4171" w14:textId="6335BF88" w:rsidR="007D0EC6" w:rsidRPr="00A86D39" w:rsidRDefault="00F4352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sidRPr="00A86D39">
                      <w:rPr>
                        <w:b/>
                      </w:rPr>
                      <w:t xml:space="preserve">     </w:t>
                    </w:r>
                  </w:sdtContent>
                </w:sdt>
              </w:p>
            </w:tc>
          </w:tr>
        </w:sdtContent>
      </w:sdt>
    </w:tbl>
    <w:p w14:paraId="7663C9C9" w14:textId="4C547E15" w:rsidR="007D0EC6" w:rsidRPr="00A86D39" w:rsidRDefault="00F4352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A86D39">
            <w:rPr>
              <w:smallCaps w:val="0"/>
              <w:lang w:eastAsia="en-GB"/>
            </w:rPr>
            <w:t>STELLENAUSSCHREIBUNG FÜR</w:t>
          </w:r>
          <w:r w:rsidR="001203F8" w:rsidRPr="00A86D39">
            <w:rPr>
              <w:smallCaps w:val="0"/>
              <w:lang w:eastAsia="en-GB"/>
            </w:rPr>
            <w:br/>
            <w:t>ABGEORDNETE(R) NATIONALE(R) SACHVERSTÄNDIGE(R)</w:t>
          </w:r>
        </w:sdtContent>
      </w:sdt>
    </w:p>
    <w:p w14:paraId="367A9326" w14:textId="77777777" w:rsidR="00546DB1" w:rsidRPr="00A86D39"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A86D39" w14:paraId="06DB0851" w14:textId="77777777" w:rsidTr="005F6927">
        <w:tc>
          <w:tcPr>
            <w:tcW w:w="3111" w:type="dxa"/>
          </w:tcPr>
          <w:p w14:paraId="22C90E2D" w14:textId="63539E4F" w:rsidR="00546DB1" w:rsidRPr="00A86D39" w:rsidRDefault="00546DB1" w:rsidP="00AB56F9">
            <w:pPr>
              <w:tabs>
                <w:tab w:val="left" w:pos="426"/>
              </w:tabs>
              <w:spacing w:before="120"/>
              <w:rPr>
                <w:bCs/>
                <w:lang w:eastAsia="en-GB"/>
              </w:rPr>
            </w:pPr>
            <w:r w:rsidRPr="00A86D39">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20993E8" w:rsidR="00546DB1" w:rsidRPr="00A86D39" w:rsidRDefault="00F4352F" w:rsidP="00AB56F9">
                <w:pPr>
                  <w:tabs>
                    <w:tab w:val="left" w:pos="426"/>
                  </w:tabs>
                  <w:spacing w:before="120"/>
                  <w:rPr>
                    <w:bCs/>
                    <w:lang w:eastAsia="en-GB"/>
                  </w:rPr>
                </w:pPr>
                <w:r>
                  <w:rPr>
                    <w:bCs/>
                    <w:lang w:eastAsia="en-GB"/>
                  </w:rPr>
                  <w:t>INTPA-E-3_A</w:t>
                </w:r>
              </w:p>
            </w:tc>
          </w:sdtContent>
        </w:sdt>
      </w:tr>
      <w:tr w:rsidR="00546DB1" w:rsidRPr="00A86D39" w14:paraId="26A5C234" w14:textId="77777777" w:rsidTr="005F6927">
        <w:tc>
          <w:tcPr>
            <w:tcW w:w="3111" w:type="dxa"/>
          </w:tcPr>
          <w:p w14:paraId="1BDAC679" w14:textId="0D0AA661" w:rsidR="00546DB1" w:rsidRPr="00A86D39" w:rsidRDefault="00803007" w:rsidP="00AB56F9">
            <w:pPr>
              <w:tabs>
                <w:tab w:val="left" w:pos="426"/>
              </w:tabs>
              <w:spacing w:before="120"/>
              <w:rPr>
                <w:bCs/>
                <w:lang w:eastAsia="en-GB"/>
              </w:rPr>
            </w:pPr>
            <w:r w:rsidRPr="00A86D39">
              <w:rPr>
                <w:bCs/>
                <w:lang w:eastAsia="en-GB"/>
              </w:rPr>
              <w:t>Stelle</w:t>
            </w:r>
            <w:r w:rsidR="003B2E38" w:rsidRPr="00A86D39">
              <w:rPr>
                <w:bCs/>
                <w:lang w:eastAsia="en-GB"/>
              </w:rPr>
              <w:t>n</w:t>
            </w:r>
            <w:r w:rsidRPr="00A86D39">
              <w:rPr>
                <w:bCs/>
                <w:lang w:eastAsia="en-GB"/>
              </w:rPr>
              <w:t>n</w:t>
            </w:r>
            <w:r w:rsidR="00546DB1" w:rsidRPr="00A86D39">
              <w:rPr>
                <w:bCs/>
                <w:lang w:eastAsia="en-GB"/>
              </w:rPr>
              <w:t xml:space="preserve">ummer in </w:t>
            </w:r>
            <w:r w:rsidR="001203F8" w:rsidRPr="00A86D39">
              <w:rPr>
                <w:bCs/>
                <w:lang w:eastAsia="en-GB"/>
              </w:rPr>
              <w:t>S</w:t>
            </w:r>
            <w:r w:rsidR="00546DB1" w:rsidRPr="00A86D39">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1AC80BF" w:rsidR="00546DB1" w:rsidRPr="00A86D39" w:rsidRDefault="00340937" w:rsidP="00AB56F9">
                <w:pPr>
                  <w:tabs>
                    <w:tab w:val="left" w:pos="426"/>
                  </w:tabs>
                  <w:spacing w:before="120"/>
                  <w:rPr>
                    <w:bCs/>
                    <w:lang w:eastAsia="en-GB"/>
                  </w:rPr>
                </w:pPr>
                <w:r w:rsidRPr="00A86D39">
                  <w:rPr>
                    <w:bCs/>
                    <w:lang w:eastAsia="en-GB"/>
                  </w:rPr>
                  <w:t>427788</w:t>
                </w:r>
              </w:p>
            </w:tc>
          </w:sdtContent>
        </w:sdt>
      </w:tr>
      <w:tr w:rsidR="00546DB1" w:rsidRPr="00A86D39" w14:paraId="24AC67DD" w14:textId="77777777" w:rsidTr="005F6927">
        <w:tc>
          <w:tcPr>
            <w:tcW w:w="3111" w:type="dxa"/>
          </w:tcPr>
          <w:p w14:paraId="40181297" w14:textId="436A850C" w:rsidR="00546DB1" w:rsidRPr="00A86D39" w:rsidRDefault="001203F8" w:rsidP="00AB56F9">
            <w:pPr>
              <w:tabs>
                <w:tab w:val="left" w:pos="1697"/>
              </w:tabs>
              <w:spacing w:before="120"/>
              <w:ind w:right="-1741"/>
              <w:rPr>
                <w:bCs/>
                <w:szCs w:val="24"/>
                <w:lang w:eastAsia="en-GB"/>
              </w:rPr>
            </w:pPr>
            <w:r w:rsidRPr="00A86D39">
              <w:rPr>
                <w:bCs/>
                <w:szCs w:val="24"/>
                <w:lang w:eastAsia="en-GB"/>
              </w:rPr>
              <w:t>Kontaktp</w:t>
            </w:r>
            <w:r w:rsidR="00546DB1" w:rsidRPr="00A86D39">
              <w:rPr>
                <w:bCs/>
                <w:szCs w:val="24"/>
                <w:lang w:eastAsia="en-GB"/>
              </w:rPr>
              <w:t>erson:</w:t>
            </w:r>
          </w:p>
          <w:p w14:paraId="436ABA69" w14:textId="7CBD7E1C" w:rsidR="00546DB1" w:rsidRPr="00A86D39" w:rsidRDefault="00546DB1" w:rsidP="005F6927">
            <w:pPr>
              <w:tabs>
                <w:tab w:val="left" w:pos="1697"/>
              </w:tabs>
              <w:ind w:right="-1739"/>
              <w:contextualSpacing/>
              <w:rPr>
                <w:bCs/>
                <w:szCs w:val="24"/>
                <w:lang w:eastAsia="en-GB"/>
              </w:rPr>
            </w:pPr>
            <w:r w:rsidRPr="00A86D39">
              <w:rPr>
                <w:bCs/>
                <w:szCs w:val="24"/>
                <w:lang w:eastAsia="en-GB"/>
              </w:rPr>
              <w:t>Gewünschter Dienstantritt:</w:t>
            </w:r>
          </w:p>
          <w:p w14:paraId="707E2C7A" w14:textId="52877B26" w:rsidR="00546DB1" w:rsidRPr="00A86D39" w:rsidRDefault="00546DB1" w:rsidP="005F6927">
            <w:pPr>
              <w:tabs>
                <w:tab w:val="left" w:pos="1697"/>
              </w:tabs>
              <w:ind w:right="-1739"/>
              <w:contextualSpacing/>
              <w:rPr>
                <w:bCs/>
                <w:szCs w:val="24"/>
                <w:lang w:eastAsia="en-GB"/>
              </w:rPr>
            </w:pPr>
            <w:r w:rsidRPr="00A86D39">
              <w:rPr>
                <w:bCs/>
                <w:szCs w:val="24"/>
                <w:lang w:eastAsia="en-GB"/>
              </w:rPr>
              <w:t>Dauer der 1. Abordnung:</w:t>
            </w:r>
          </w:p>
          <w:p w14:paraId="337D3876" w14:textId="444CE3E2" w:rsidR="00546DB1" w:rsidRPr="00A86D39" w:rsidRDefault="00546DB1" w:rsidP="005F6927">
            <w:pPr>
              <w:tabs>
                <w:tab w:val="left" w:pos="426"/>
              </w:tabs>
              <w:spacing w:after="0"/>
              <w:contextualSpacing/>
              <w:rPr>
                <w:bCs/>
                <w:lang w:eastAsia="en-GB"/>
              </w:rPr>
            </w:pPr>
            <w:r w:rsidRPr="00A86D39">
              <w:rPr>
                <w:bCs/>
                <w:szCs w:val="24"/>
                <w:lang w:eastAsia="en-GB"/>
              </w:rPr>
              <w:t>Dienstort:</w:t>
            </w:r>
          </w:p>
        </w:tc>
        <w:tc>
          <w:tcPr>
            <w:tcW w:w="5491" w:type="dxa"/>
          </w:tcPr>
          <w:sdt>
            <w:sdtPr>
              <w:rPr>
                <w:bCs/>
                <w:lang w:eastAsia="en-GB"/>
              </w:rPr>
              <w:id w:val="226507670"/>
              <w:placeholder>
                <w:docPart w:val="67908C2613794ACB86549542C854C0CC"/>
              </w:placeholder>
            </w:sdtPr>
            <w:sdtEndPr/>
            <w:sdtContent>
              <w:p w14:paraId="2CB0BADF" w14:textId="77777777" w:rsidR="00BC03ED" w:rsidRPr="00BC03ED" w:rsidRDefault="00340937" w:rsidP="00BC03ED">
                <w:pPr>
                  <w:tabs>
                    <w:tab w:val="left" w:pos="426"/>
                  </w:tabs>
                  <w:spacing w:after="0"/>
                  <w:rPr>
                    <w:bCs/>
                    <w:lang w:val="fr-FR" w:eastAsia="en-GB"/>
                  </w:rPr>
                </w:pPr>
                <w:r w:rsidRPr="00BC03ED">
                  <w:rPr>
                    <w:bCs/>
                    <w:lang w:val="fr-FR" w:eastAsia="en-GB"/>
                  </w:rPr>
                  <w:t>Jean-Paul Heerschap</w:t>
                </w:r>
              </w:p>
              <w:p w14:paraId="65EBCF52" w14:textId="2CF0CB37" w:rsidR="00546DB1" w:rsidRPr="00BC03ED" w:rsidRDefault="00BC03ED" w:rsidP="00BC03ED">
                <w:pPr>
                  <w:tabs>
                    <w:tab w:val="left" w:pos="426"/>
                  </w:tabs>
                  <w:spacing w:after="0"/>
                  <w:rPr>
                    <w:bCs/>
                    <w:lang w:val="fr-FR" w:eastAsia="en-GB"/>
                  </w:rPr>
                </w:pPr>
                <w:r w:rsidRPr="00BC03ED">
                  <w:rPr>
                    <w:bCs/>
                    <w:lang w:val="fr-FR" w:eastAsia="en-GB"/>
                  </w:rPr>
                  <w:t>jean-paul.heerschap@ec.europa.eu</w:t>
                </w:r>
              </w:p>
            </w:sdtContent>
          </w:sdt>
          <w:p w14:paraId="227D6F6E" w14:textId="173D74C5" w:rsidR="00546DB1" w:rsidRPr="00A86D39" w:rsidRDefault="00F4352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54181" w:rsidRPr="00A86D39">
                  <w:rPr>
                    <w:bCs/>
                    <w:lang w:eastAsia="en-GB"/>
                  </w:rPr>
                  <w:t>1.</w:t>
                </w:r>
              </w:sdtContent>
            </w:sdt>
            <w:r w:rsidR="00546DB1" w:rsidRPr="00A86D39">
              <w:rPr>
                <w:bCs/>
                <w:lang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746CE1" w:rsidRPr="00A86D39">
                      <w:rPr>
                        <w:bCs/>
                        <w:lang w:eastAsia="en-GB"/>
                      </w:rPr>
                      <w:t>2025</w:t>
                    </w:r>
                  </w:sdtContent>
                </w:sdt>
              </w:sdtContent>
            </w:sdt>
          </w:p>
          <w:p w14:paraId="4128A55A" w14:textId="0E89A8AF" w:rsidR="00546DB1" w:rsidRPr="00A86D39" w:rsidRDefault="00F54181" w:rsidP="005F6927">
            <w:pPr>
              <w:tabs>
                <w:tab w:val="left" w:pos="426"/>
              </w:tabs>
              <w:contextualSpacing/>
              <w:jc w:val="left"/>
              <w:rPr>
                <w:bCs/>
                <w:szCs w:val="24"/>
                <w:lang w:eastAsia="en-GB"/>
              </w:rPr>
            </w:pPr>
            <w:r w:rsidRPr="00A86D39">
              <w:rPr>
                <w:bCs/>
                <w:lang w:eastAsia="en-GB"/>
              </w:rPr>
              <w:t>2</w:t>
            </w:r>
            <w:r w:rsidR="00546DB1" w:rsidRPr="00A86D39">
              <w:rPr>
                <w:bCs/>
                <w:lang w:eastAsia="en-GB"/>
              </w:rPr>
              <w:t xml:space="preserve"> Jahr</w:t>
            </w:r>
            <w:r w:rsidRPr="00A86D39">
              <w:rPr>
                <w:bCs/>
                <w:lang w:eastAsia="en-GB"/>
              </w:rPr>
              <w:t xml:space="preserve">e </w:t>
            </w:r>
            <w:r w:rsidR="00546DB1" w:rsidRPr="00A86D39">
              <w:rPr>
                <w:bCs/>
                <w:lang w:eastAsia="en-GB"/>
              </w:rPr>
              <w:t>(</w:t>
            </w:r>
            <w:r w:rsidRPr="00A86D39">
              <w:rPr>
                <w:bCs/>
                <w:lang w:eastAsia="en-GB"/>
              </w:rPr>
              <w:t>ve</w:t>
            </w:r>
            <w:r w:rsidR="0057256B" w:rsidRPr="00A86D39">
              <w:rPr>
                <w:bCs/>
                <w:lang w:eastAsia="en-GB"/>
              </w:rPr>
              <w:t>r</w:t>
            </w:r>
            <w:r w:rsidRPr="00A86D39">
              <w:rPr>
                <w:bCs/>
                <w:lang w:eastAsia="en-GB"/>
              </w:rPr>
              <w:t>längerbar</w:t>
            </w:r>
            <w:r w:rsidR="00546DB1" w:rsidRPr="00A86D39">
              <w:rPr>
                <w:bCs/>
                <w:lang w:eastAsia="en-GB"/>
              </w:rPr>
              <w:t>)</w:t>
            </w:r>
            <w:r w:rsidR="00546DB1" w:rsidRPr="00A86D39">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57256B" w:rsidRPr="00A86D39">
                  <w:rPr>
                    <w:rFonts w:ascii="MS Gothic" w:eastAsia="MS Gothic" w:hAnsi="MS Gothic"/>
                    <w:bCs/>
                    <w:szCs w:val="24"/>
                    <w:lang w:eastAsia="en-GB"/>
                  </w:rPr>
                  <w:t>☒</w:t>
                </w:r>
              </w:sdtContent>
            </w:sdt>
            <w:r w:rsidR="00546DB1" w:rsidRPr="00A86D39">
              <w:rPr>
                <w:bCs/>
                <w:lang w:eastAsia="en-GB"/>
              </w:rP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A86D39">
                  <w:rPr>
                    <w:rFonts w:ascii="MS Gothic" w:eastAsia="MS Gothic" w:hAnsi="MS Gothic"/>
                    <w:bCs/>
                    <w:szCs w:val="24"/>
                    <w:lang w:eastAsia="en-GB"/>
                  </w:rPr>
                  <w:t>☐</w:t>
                </w:r>
              </w:sdtContent>
            </w:sdt>
            <w:r w:rsidR="00546DB1" w:rsidRPr="00A86D39">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A86D39">
                  <w:rPr>
                    <w:rFonts w:ascii="MS Gothic" w:eastAsia="MS Gothic" w:hAnsi="MS Gothic"/>
                    <w:bCs/>
                    <w:szCs w:val="24"/>
                    <w:lang w:eastAsia="en-GB"/>
                  </w:rPr>
                  <w:t>☐</w:t>
                </w:r>
              </w:sdtContent>
            </w:sdt>
            <w:r w:rsidR="00546DB1" w:rsidRPr="00A86D39">
              <w:rPr>
                <w:bCs/>
                <w:szCs w:val="24"/>
                <w:lang w:eastAsia="en-GB"/>
              </w:rPr>
              <w:t xml:space="preserve"> Anderer:</w:t>
            </w:r>
          </w:p>
          <w:p w14:paraId="4F5C5818" w14:textId="77777777" w:rsidR="00546DB1" w:rsidRPr="00A86D39" w:rsidRDefault="00546DB1" w:rsidP="005F6927">
            <w:pPr>
              <w:tabs>
                <w:tab w:val="left" w:pos="426"/>
              </w:tabs>
              <w:spacing w:after="0"/>
              <w:contextualSpacing/>
              <w:rPr>
                <w:bCs/>
                <w:lang w:eastAsia="en-GB"/>
              </w:rPr>
            </w:pPr>
          </w:p>
        </w:tc>
      </w:tr>
      <w:tr w:rsidR="002C5752" w:rsidRPr="00A86D39" w14:paraId="1D5187A6" w14:textId="77777777" w:rsidTr="000675FD">
        <w:tc>
          <w:tcPr>
            <w:tcW w:w="3111" w:type="dxa"/>
          </w:tcPr>
          <w:p w14:paraId="117A7F54" w14:textId="684C7494" w:rsidR="002C5752" w:rsidRPr="00A86D39" w:rsidRDefault="00AB56F9" w:rsidP="000675FD">
            <w:pPr>
              <w:tabs>
                <w:tab w:val="left" w:pos="426"/>
              </w:tabs>
              <w:spacing w:before="180" w:after="0"/>
              <w:rPr>
                <w:bCs/>
                <w:lang w:eastAsia="en-GB"/>
              </w:rPr>
            </w:pPr>
            <w:bookmarkStart w:id="0" w:name="_Hlk135920176"/>
            <w:r w:rsidRPr="00A86D39">
              <w:rPr>
                <w:bCs/>
                <w:lang w:eastAsia="en-GB"/>
              </w:rPr>
              <w:t>Art der Abordnung</w:t>
            </w:r>
          </w:p>
        </w:tc>
        <w:tc>
          <w:tcPr>
            <w:tcW w:w="5491" w:type="dxa"/>
          </w:tcPr>
          <w:p w14:paraId="23736760" w14:textId="64AB96FE" w:rsidR="002C5752" w:rsidRPr="00A86D39" w:rsidRDefault="002C5752" w:rsidP="000675FD">
            <w:pPr>
              <w:tabs>
                <w:tab w:val="left" w:pos="426"/>
              </w:tabs>
              <w:spacing w:before="120"/>
              <w:rPr>
                <w:bCs/>
                <w:lang w:eastAsia="en-GB"/>
              </w:rPr>
            </w:pPr>
            <w:r w:rsidRPr="00A86D39">
              <w:rPr>
                <w:bCs/>
                <w:szCs w:val="24"/>
                <w:lang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sidRPr="00A86D39">
              <w:rPr>
                <w:bCs/>
                <w:szCs w:val="24"/>
                <w:lang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A86D39" w14:paraId="777C186C" w14:textId="77777777" w:rsidTr="000675FD">
        <w:tc>
          <w:tcPr>
            <w:tcW w:w="8602" w:type="dxa"/>
            <w:gridSpan w:val="2"/>
          </w:tcPr>
          <w:p w14:paraId="1AC887FC" w14:textId="24E45A39" w:rsidR="002C5752" w:rsidRPr="00A86D39" w:rsidRDefault="002C5752" w:rsidP="00AB56F9">
            <w:pPr>
              <w:tabs>
                <w:tab w:val="left" w:pos="426"/>
              </w:tabs>
              <w:spacing w:before="120"/>
              <w:rPr>
                <w:bCs/>
                <w:lang w:eastAsia="en-GB"/>
              </w:rPr>
            </w:pPr>
            <w:r w:rsidRPr="00A86D39">
              <w:rPr>
                <w:bCs/>
                <w:lang w:eastAsia="en-GB"/>
              </w:rPr>
              <w:t>Auf diese Stellenausschreibung können sich Bedienstete:</w:t>
            </w:r>
          </w:p>
          <w:p w14:paraId="7A934D5A" w14:textId="572577FF" w:rsidR="002C5752" w:rsidRPr="00A86D39" w:rsidRDefault="002C5752" w:rsidP="000675FD">
            <w:pPr>
              <w:tabs>
                <w:tab w:val="left" w:pos="426"/>
              </w:tabs>
              <w:contextualSpacing/>
              <w:rPr>
                <w:bCs/>
                <w:szCs w:val="24"/>
                <w:lang w:eastAsia="en-GB"/>
              </w:rPr>
            </w:pPr>
            <w:r w:rsidRPr="00A86D39">
              <w:rPr>
                <w:bCs/>
                <w:szCs w:val="24"/>
                <w:lang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A86D39" w:rsidRDefault="00AB56F9" w:rsidP="00AB56F9">
            <w:pPr>
              <w:tabs>
                <w:tab w:val="left" w:pos="426"/>
              </w:tabs>
              <w:spacing w:after="120"/>
              <w:ind w:left="567"/>
              <w:rPr>
                <w:bCs/>
                <w:lang w:eastAsia="en-GB"/>
              </w:rPr>
            </w:pPr>
            <w:r w:rsidRPr="00A86D39">
              <w:rPr>
                <w:bCs/>
                <w:lang w:eastAsia="en-GB"/>
              </w:rPr>
              <w:t>Können sich auch bewerben</w:t>
            </w:r>
            <w:r w:rsidR="002C5752" w:rsidRPr="00A86D39">
              <w:rPr>
                <w:bCs/>
                <w:lang w:eastAsia="en-GB"/>
              </w:rPr>
              <w:t>:</w:t>
            </w:r>
          </w:p>
          <w:p w14:paraId="076B032E" w14:textId="6CD8B431" w:rsidR="002C5752" w:rsidRPr="00A86D39" w:rsidRDefault="00F4352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9823CB">
                  <w:rPr>
                    <w:rFonts w:ascii="MS Gothic" w:eastAsia="MS Gothic" w:hAnsi="MS Gothic" w:hint="eastAsia"/>
                    <w:bCs/>
                    <w:szCs w:val="24"/>
                    <w:lang w:eastAsia="en-GB"/>
                  </w:rPr>
                  <w:t>☐</w:t>
                </w:r>
              </w:sdtContent>
            </w:sdt>
            <w:r w:rsidR="00C27C81" w:rsidRPr="00A86D39">
              <w:rPr>
                <w:bCs/>
                <w:szCs w:val="24"/>
                <w:lang w:eastAsia="en-GB"/>
              </w:rPr>
              <w:t xml:space="preserve"> </w:t>
            </w:r>
            <w:r w:rsidR="00AB56F9" w:rsidRPr="00A86D39">
              <w:rPr>
                <w:bCs/>
                <w:lang w:eastAsia="en-GB"/>
              </w:rPr>
              <w:t>Bedienstete</w:t>
            </w:r>
            <w:r w:rsidR="00AB56F9" w:rsidRPr="00A86D39">
              <w:rPr>
                <w:bCs/>
                <w:szCs w:val="24"/>
                <w:lang w:eastAsia="en-GB"/>
              </w:rPr>
              <w:t xml:space="preserve"> </w:t>
            </w:r>
            <w:r w:rsidR="002C5752" w:rsidRPr="00A86D39">
              <w:rPr>
                <w:bCs/>
                <w:szCs w:val="24"/>
                <w:lang w:eastAsia="en-GB"/>
              </w:rPr>
              <w:t>der folgenden EFTA-Staaten bewerben:</w:t>
            </w:r>
          </w:p>
          <w:p w14:paraId="2F65AFF0" w14:textId="0FD79174" w:rsidR="002C5752" w:rsidRPr="00A86D39" w:rsidRDefault="002C5752" w:rsidP="00C27C81">
            <w:pPr>
              <w:tabs>
                <w:tab w:val="left" w:pos="426"/>
              </w:tabs>
              <w:ind w:left="1134"/>
              <w:contextualSpacing/>
              <w:rPr>
                <w:bCs/>
                <w:szCs w:val="24"/>
                <w:lang w:eastAsia="en-GB"/>
              </w:rPr>
            </w:pPr>
            <w:r w:rsidRPr="00A86D39">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009823CB">
                  <w:rPr>
                    <w:rFonts w:ascii="MS Gothic" w:eastAsia="MS Gothic" w:hAnsi="MS Gothic" w:hint="eastAsia"/>
                    <w:bCs/>
                    <w:szCs w:val="24"/>
                    <w:lang w:eastAsia="en-GB"/>
                  </w:rPr>
                  <w:t>☐</w:t>
                </w:r>
              </w:sdtContent>
            </w:sdt>
            <w:r w:rsidRPr="00A86D39">
              <w:rPr>
                <w:bCs/>
                <w:szCs w:val="24"/>
                <w:lang w:eastAsia="en-GB"/>
              </w:rPr>
              <w:t xml:space="preserve"> Island   </w:t>
            </w:r>
            <w:sdt>
              <w:sdtPr>
                <w:rPr>
                  <w:bCs/>
                  <w:szCs w:val="24"/>
                  <w:lang w:eastAsia="en-GB"/>
                </w:rPr>
                <w:id w:val="1425614478"/>
                <w14:checkbox>
                  <w14:checked w14:val="0"/>
                  <w14:checkedState w14:val="2612" w14:font="MS Gothic"/>
                  <w14:uncheckedState w14:val="2610" w14:font="MS Gothic"/>
                </w14:checkbox>
              </w:sdtPr>
              <w:sdtEndPr/>
              <w:sdtContent>
                <w:r w:rsidR="009823CB">
                  <w:rPr>
                    <w:rFonts w:ascii="MS Gothic" w:eastAsia="MS Gothic" w:hAnsi="MS Gothic" w:hint="eastAsia"/>
                    <w:bCs/>
                    <w:szCs w:val="24"/>
                    <w:lang w:eastAsia="en-GB"/>
                  </w:rPr>
                  <w:t>☐</w:t>
                </w:r>
              </w:sdtContent>
            </w:sdt>
            <w:r w:rsidRPr="00A86D39">
              <w:rPr>
                <w:bCs/>
                <w:szCs w:val="24"/>
                <w:lang w:eastAsia="en-GB"/>
              </w:rPr>
              <w:t xml:space="preserve"> Liechtenstein   </w:t>
            </w:r>
            <w:sdt>
              <w:sdtPr>
                <w:rPr>
                  <w:bCs/>
                  <w:szCs w:val="24"/>
                  <w:lang w:eastAsia="en-GB"/>
                </w:rPr>
                <w:id w:val="1642154069"/>
                <w14:checkbox>
                  <w14:checked w14:val="0"/>
                  <w14:checkedState w14:val="2612" w14:font="MS Gothic"/>
                  <w14:uncheckedState w14:val="2610" w14:font="MS Gothic"/>
                </w14:checkbox>
              </w:sdtPr>
              <w:sdtEndPr/>
              <w:sdtContent>
                <w:r w:rsidR="009823CB">
                  <w:rPr>
                    <w:rFonts w:ascii="MS Gothic" w:eastAsia="MS Gothic" w:hAnsi="MS Gothic" w:hint="eastAsia"/>
                    <w:bCs/>
                    <w:szCs w:val="24"/>
                    <w:lang w:eastAsia="en-GB"/>
                  </w:rPr>
                  <w:t>☐</w:t>
                </w:r>
              </w:sdtContent>
            </w:sdt>
            <w:r w:rsidRPr="00A86D39">
              <w:rPr>
                <w:bCs/>
                <w:szCs w:val="24"/>
                <w:lang w:eastAsia="en-GB"/>
              </w:rPr>
              <w:t xml:space="preserve"> Norwegen   </w:t>
            </w:r>
            <w:sdt>
              <w:sdtPr>
                <w:rPr>
                  <w:bCs/>
                  <w:szCs w:val="24"/>
                  <w:lang w:eastAsia="en-GB"/>
                </w:rPr>
                <w:id w:val="787004531"/>
                <w14:checkbox>
                  <w14:checked w14:val="0"/>
                  <w14:checkedState w14:val="2612" w14:font="MS Gothic"/>
                  <w14:uncheckedState w14:val="2610" w14:font="MS Gothic"/>
                </w14:checkbox>
              </w:sdtPr>
              <w:sdtEndPr/>
              <w:sdtContent>
                <w:r w:rsidR="009823CB">
                  <w:rPr>
                    <w:rFonts w:ascii="MS Gothic" w:eastAsia="MS Gothic" w:hAnsi="MS Gothic" w:hint="eastAsia"/>
                    <w:bCs/>
                    <w:szCs w:val="24"/>
                    <w:lang w:eastAsia="en-GB"/>
                  </w:rPr>
                  <w:t>☐</w:t>
                </w:r>
              </w:sdtContent>
            </w:sdt>
            <w:r w:rsidRPr="00A86D39">
              <w:rPr>
                <w:bCs/>
                <w:szCs w:val="24"/>
                <w:lang w:eastAsia="en-GB"/>
              </w:rPr>
              <w:t xml:space="preserve"> Schweiz</w:t>
            </w:r>
          </w:p>
          <w:p w14:paraId="6B1B54D0" w14:textId="5C33AA9F" w:rsidR="002C5752" w:rsidRPr="00A86D39" w:rsidRDefault="00F4352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A86D39">
                  <w:rPr>
                    <w:rFonts w:ascii="MS Gothic" w:eastAsia="MS Gothic" w:hAnsi="MS Gothic"/>
                    <w:bCs/>
                    <w:szCs w:val="24"/>
                    <w:lang w:eastAsia="en-GB"/>
                  </w:rPr>
                  <w:t>☐</w:t>
                </w:r>
              </w:sdtContent>
            </w:sdt>
            <w:r w:rsidR="00C27C81" w:rsidRPr="00A86D39">
              <w:rPr>
                <w:bCs/>
                <w:szCs w:val="24"/>
                <w:lang w:eastAsia="en-GB"/>
              </w:rPr>
              <w:t xml:space="preserve"> </w:t>
            </w:r>
            <w:r w:rsidR="00AB56F9" w:rsidRPr="00A86D39">
              <w:rPr>
                <w:bCs/>
                <w:lang w:eastAsia="en-GB"/>
              </w:rPr>
              <w:t>Bedienstete</w:t>
            </w:r>
            <w:r w:rsidR="00AB56F9" w:rsidRPr="00A86D39">
              <w:rPr>
                <w:bCs/>
                <w:szCs w:val="24"/>
                <w:lang w:eastAsia="en-GB"/>
              </w:rPr>
              <w:t xml:space="preserve"> </w:t>
            </w:r>
            <w:r w:rsidR="002C5752" w:rsidRPr="00A86D39">
              <w:rPr>
                <w:bCs/>
                <w:szCs w:val="24"/>
                <w:lang w:eastAsia="en-GB"/>
              </w:rPr>
              <w:t xml:space="preserve">der folgenden Drittländer bewerben: </w:t>
            </w:r>
            <w:sdt>
              <w:sdtPr>
                <w:rPr>
                  <w:bCs/>
                  <w:szCs w:val="24"/>
                  <w:lang w:eastAsia="en-GB"/>
                </w:rPr>
                <w:id w:val="1277215715"/>
                <w:placeholder>
                  <w:docPart w:val="F1E0F6E226254FA08642D3D72DB93F47"/>
                </w:placeholder>
              </w:sdtPr>
              <w:sdtEndPr/>
              <w:sdtContent>
                <w:r w:rsidR="005953D3" w:rsidRPr="00A86D39">
                  <w:rPr>
                    <w:bCs/>
                    <w:szCs w:val="24"/>
                    <w:lang w:eastAsia="en-GB"/>
                  </w:rPr>
                  <w:t xml:space="preserve"> </w:t>
                </w:r>
              </w:sdtContent>
            </w:sdt>
          </w:p>
          <w:p w14:paraId="11A31139" w14:textId="353D6570" w:rsidR="00AB56F9" w:rsidRPr="00A86D39" w:rsidRDefault="00F4352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A86D39">
                  <w:rPr>
                    <w:rFonts w:ascii="MS Gothic" w:eastAsia="MS Gothic" w:hAnsi="MS Gothic"/>
                    <w:bCs/>
                    <w:szCs w:val="24"/>
                    <w:lang w:eastAsia="en-GB"/>
                  </w:rPr>
                  <w:t>☐</w:t>
                </w:r>
              </w:sdtContent>
            </w:sdt>
            <w:r w:rsidR="00C27C81" w:rsidRPr="00A86D39">
              <w:rPr>
                <w:bCs/>
                <w:szCs w:val="24"/>
                <w:lang w:eastAsia="en-GB"/>
              </w:rPr>
              <w:t xml:space="preserve"> </w:t>
            </w:r>
            <w:r w:rsidR="00AB56F9" w:rsidRPr="00A86D39">
              <w:rPr>
                <w:bCs/>
                <w:lang w:eastAsia="en-GB"/>
              </w:rPr>
              <w:t>Bedienstete</w:t>
            </w:r>
            <w:r w:rsidR="00AB56F9" w:rsidRPr="00A86D39">
              <w:rPr>
                <w:bCs/>
                <w:szCs w:val="24"/>
                <w:lang w:eastAsia="en-GB"/>
              </w:rPr>
              <w:t xml:space="preserve"> </w:t>
            </w:r>
            <w:r w:rsidR="002C5752" w:rsidRPr="00A86D39">
              <w:rPr>
                <w:bCs/>
                <w:szCs w:val="24"/>
                <w:lang w:eastAsia="en-GB"/>
              </w:rPr>
              <w:t>folgender zwischenstaatlicher Organisationen bewerben:</w:t>
            </w:r>
            <w:r w:rsidR="002C5752" w:rsidRPr="00A86D39">
              <w:rPr>
                <w:bCs/>
                <w:szCs w:val="24"/>
                <w:lang w:eastAsia="en-GB"/>
              </w:rPr>
              <w:tab/>
            </w:r>
            <w:sdt>
              <w:sdtPr>
                <w:rPr>
                  <w:bCs/>
                  <w:szCs w:val="24"/>
                  <w:lang w:eastAsia="en-GB"/>
                </w:rPr>
                <w:id w:val="-46761903"/>
                <w:placeholder>
                  <w:docPart w:val="FABBD6682D494043A1C923A39CFB6FDE"/>
                </w:placeholder>
              </w:sdtPr>
              <w:sdtEndPr/>
              <w:sdtContent>
                <w:r w:rsidR="00932703" w:rsidRPr="00A86D39">
                  <w:rPr>
                    <w:bCs/>
                    <w:szCs w:val="24"/>
                    <w:lang w:eastAsia="en-GB"/>
                  </w:rPr>
                  <w:t xml:space="preserve">  </w:t>
                </w:r>
              </w:sdtContent>
            </w:sdt>
            <w:r w:rsidR="002C5752" w:rsidRPr="00A86D39">
              <w:rPr>
                <w:bCs/>
                <w:szCs w:val="24"/>
                <w:lang w:eastAsia="en-GB"/>
              </w:rPr>
              <w:t xml:space="preserve"> </w:t>
            </w:r>
          </w:p>
          <w:p w14:paraId="1C760A76" w14:textId="6922A619" w:rsidR="002C5752" w:rsidRPr="00A86D39" w:rsidRDefault="002C5752" w:rsidP="00AB56F9">
            <w:pPr>
              <w:tabs>
                <w:tab w:val="left" w:pos="426"/>
              </w:tabs>
              <w:spacing w:after="120"/>
              <w:rPr>
                <w:bCs/>
                <w:lang w:eastAsia="en-GB"/>
              </w:rPr>
            </w:pPr>
            <w:r w:rsidRPr="00A86D39">
              <w:rPr>
                <w:bCs/>
                <w:szCs w:val="24"/>
                <w:lang w:eastAsia="en-GB"/>
              </w:rPr>
              <w:object w:dxaOrig="225" w:dyaOrig="225" w14:anchorId="68CE6313">
                <v:shape id="_x0000_i1043" type="#_x0000_t75" style="width:419.4pt;height:37.8pt" o:ole="">
                  <v:imagedata r:id="rId21" o:title=""/>
                </v:shape>
                <w:control r:id="rId22" w:name="OptionButton5" w:shapeid="_x0000_i1043"/>
              </w:object>
            </w:r>
            <w:r w:rsidRPr="00A86D39">
              <w:rPr>
                <w:bCs/>
                <w:szCs w:val="24"/>
                <w:lang w:eastAsia="en-GB"/>
              </w:rPr>
              <w:t xml:space="preserve"> </w:t>
            </w:r>
          </w:p>
        </w:tc>
      </w:tr>
      <w:tr w:rsidR="002C5752" w:rsidRPr="00A86D39" w14:paraId="376FC77A" w14:textId="77777777" w:rsidTr="000675FD">
        <w:tc>
          <w:tcPr>
            <w:tcW w:w="3111" w:type="dxa"/>
          </w:tcPr>
          <w:p w14:paraId="6EC1D2FB" w14:textId="4C1B41A2" w:rsidR="002C5752" w:rsidRPr="00A86D39" w:rsidRDefault="00C27C81" w:rsidP="000675FD">
            <w:pPr>
              <w:tabs>
                <w:tab w:val="left" w:pos="426"/>
              </w:tabs>
              <w:spacing w:before="180"/>
              <w:rPr>
                <w:bCs/>
                <w:lang w:eastAsia="en-GB"/>
              </w:rPr>
            </w:pPr>
            <w:r w:rsidRPr="00A86D39">
              <w:t>Bewerbungsschluss:</w:t>
            </w:r>
          </w:p>
        </w:tc>
        <w:tc>
          <w:tcPr>
            <w:tcW w:w="5491" w:type="dxa"/>
          </w:tcPr>
          <w:p w14:paraId="1AE3B716" w14:textId="498D34B0" w:rsidR="002C5752" w:rsidRPr="00A86D39" w:rsidRDefault="002C5752" w:rsidP="000675FD">
            <w:pPr>
              <w:tabs>
                <w:tab w:val="left" w:pos="426"/>
              </w:tabs>
              <w:spacing w:before="120" w:after="120"/>
              <w:rPr>
                <w:bCs/>
                <w:szCs w:val="24"/>
                <w:lang w:eastAsia="en-GB"/>
              </w:rPr>
            </w:pPr>
            <w:r w:rsidRPr="00A86D39">
              <w:rPr>
                <w:bCs/>
                <w:szCs w:val="24"/>
                <w:lang w:eastAsia="en-GB"/>
              </w:rPr>
              <w:object w:dxaOrig="225" w:dyaOrig="225" w14:anchorId="50BBD14E">
                <v:shape id="_x0000_i1045" type="#_x0000_t75" style="width:108pt;height:21.6pt" o:ole="">
                  <v:imagedata r:id="rId23" o:title=""/>
                </v:shape>
                <w:control r:id="rId24" w:name="OptionButton2" w:shapeid="_x0000_i1045"/>
              </w:object>
            </w:r>
            <w:r w:rsidRPr="00A86D39">
              <w:rPr>
                <w:bCs/>
                <w:szCs w:val="24"/>
                <w:lang w:eastAsia="en-GB"/>
              </w:rPr>
              <w:object w:dxaOrig="225" w:dyaOrig="225" w14:anchorId="50596B69">
                <v:shape id="_x0000_i1047" type="#_x0000_t75" style="width:108pt;height:21.6pt" o:ole="">
                  <v:imagedata r:id="rId25" o:title=""/>
                </v:shape>
                <w:control r:id="rId26" w:name="OptionButton3" w:shapeid="_x0000_i1047"/>
              </w:object>
            </w:r>
          </w:p>
          <w:p w14:paraId="1CC7C8D1" w14:textId="54D8BE07" w:rsidR="00785A3F" w:rsidRPr="00A86D39" w:rsidRDefault="00785A3F" w:rsidP="000675FD">
            <w:pPr>
              <w:tabs>
                <w:tab w:val="left" w:pos="426"/>
              </w:tabs>
              <w:spacing w:before="120" w:after="120"/>
              <w:rPr>
                <w:bCs/>
                <w:lang w:eastAsia="en-GB"/>
              </w:rPr>
            </w:pPr>
            <w:r w:rsidRPr="00A86D39">
              <w:t xml:space="preserve">Ende der Bewerbungsfrist: </w:t>
            </w:r>
            <w:sdt>
              <w:sdtPr>
                <w:rPr>
                  <w:bCs/>
                  <w:lang w:eastAsia="en-GB"/>
                </w:rPr>
                <w:id w:val="319154040"/>
                <w:placeholder>
                  <w:docPart w:val="7A095002B5044C529611DC1FFA548CF4"/>
                </w:placeholder>
                <w:date w:fullDate="2024-11-25T00:00:00Z">
                  <w:dateFormat w:val="dd-MM-yyyy"/>
                  <w:lid w:val="fr-BE"/>
                  <w:storeMappedDataAs w:val="dateTime"/>
                  <w:calendar w:val="gregorian"/>
                </w:date>
              </w:sdtPr>
              <w:sdtEndPr/>
              <w:sdtContent>
                <w:r w:rsidR="00FD171E">
                  <w:rPr>
                    <w:bCs/>
                    <w:lang w:val="fr-BE" w:eastAsia="en-GB"/>
                  </w:rPr>
                  <w:t>25-11-2024</w:t>
                </w:r>
              </w:sdtContent>
            </w:sdt>
          </w:p>
        </w:tc>
      </w:tr>
      <w:bookmarkEnd w:id="0"/>
    </w:tbl>
    <w:p w14:paraId="6258E347" w14:textId="77777777" w:rsidR="002C5752" w:rsidRPr="00A86D39" w:rsidRDefault="002C5752" w:rsidP="00546DB1">
      <w:pPr>
        <w:tabs>
          <w:tab w:val="left" w:pos="426"/>
        </w:tabs>
        <w:spacing w:after="0"/>
        <w:rPr>
          <w:bCs/>
          <w:lang w:eastAsia="en-GB"/>
        </w:rPr>
      </w:pPr>
    </w:p>
    <w:p w14:paraId="18EA7D7F" w14:textId="772DA3F2" w:rsidR="00803007" w:rsidRPr="00A86D39" w:rsidRDefault="00803007" w:rsidP="007C07D8">
      <w:pPr>
        <w:pStyle w:val="ListNumber"/>
        <w:numPr>
          <w:ilvl w:val="0"/>
          <w:numId w:val="0"/>
        </w:numPr>
        <w:ind w:left="709" w:hanging="709"/>
        <w:rPr>
          <w:lang w:eastAsia="en-GB"/>
        </w:rPr>
      </w:pPr>
      <w:r w:rsidRPr="00A86D39">
        <w:rPr>
          <w:b/>
          <w:bCs/>
          <w:lang w:eastAsia="en-GB"/>
        </w:rPr>
        <w:t>Wer wi</w:t>
      </w:r>
      <w:r w:rsidR="002F7504" w:rsidRPr="00A86D39">
        <w:rPr>
          <w:b/>
          <w:bCs/>
          <w:lang w:eastAsia="en-GB"/>
        </w:rPr>
        <w:t>r</w:t>
      </w:r>
      <w:r w:rsidRPr="00A86D39">
        <w:rPr>
          <w:b/>
          <w:bCs/>
          <w:lang w:eastAsia="en-GB"/>
        </w:rPr>
        <w:t xml:space="preserve"> sind</w:t>
      </w:r>
    </w:p>
    <w:sdt>
      <w:sdtPr>
        <w:rPr>
          <w:lang w:eastAsia="en-GB"/>
        </w:rPr>
        <w:id w:val="1822233941"/>
        <w:placeholder>
          <w:docPart w:val="FE6C9874556B47B1A65A432926DB0BCE"/>
        </w:placeholder>
      </w:sdtPr>
      <w:sdtEndPr/>
      <w:sdtContent>
        <w:p w14:paraId="005BA773" w14:textId="1F0B5E46" w:rsidR="00D80D57" w:rsidRPr="00A86D39" w:rsidRDefault="0049701E" w:rsidP="00D80D57">
          <w:pPr>
            <w:spacing w:after="0"/>
            <w:rPr>
              <w:lang w:eastAsia="en-GB"/>
            </w:rPr>
          </w:pPr>
          <w:r w:rsidRPr="00A86D39">
            <w:rPr>
              <w:lang w:eastAsia="en-GB"/>
            </w:rPr>
            <w:t>Die GD</w:t>
          </w:r>
          <w:r w:rsidR="00D80D57" w:rsidRPr="00A86D39">
            <w:rPr>
              <w:lang w:eastAsia="en-GB"/>
            </w:rPr>
            <w:t> INTPA</w:t>
          </w:r>
          <w:r w:rsidR="007844BC" w:rsidRPr="00A86D39">
            <w:rPr>
              <w:lang w:eastAsia="en-GB"/>
            </w:rPr>
            <w:t xml:space="preserve"> trägt</w:t>
          </w:r>
          <w:r w:rsidR="00EB2A1F" w:rsidRPr="00A86D39">
            <w:rPr>
              <w:lang w:eastAsia="en-GB"/>
            </w:rPr>
            <w:t xml:space="preserve"> </w:t>
          </w:r>
          <w:r w:rsidR="00D80D57" w:rsidRPr="00A86D39">
            <w:rPr>
              <w:lang w:eastAsia="en-GB"/>
            </w:rPr>
            <w:t xml:space="preserve">durch internationale Partnerschaften, die europäische Werte und Interessen wahren und fördern, zu nachhaltiger Entwicklung, Armutsbekämpfung, Frieden und dem Schutz der Menschenrechte bei. Die Direktion E unterstützt </w:t>
          </w:r>
          <w:r w:rsidR="007844BC" w:rsidRPr="00A86D39">
            <w:rPr>
              <w:lang w:eastAsia="en-GB"/>
            </w:rPr>
            <w:t xml:space="preserve">dabei </w:t>
          </w:r>
          <w:r w:rsidR="00D80D57" w:rsidRPr="00A86D39">
            <w:rPr>
              <w:lang w:eastAsia="en-GB"/>
            </w:rPr>
            <w:t>eine Wirtschaft, die für die Menschen arbeitet.</w:t>
          </w:r>
        </w:p>
        <w:p w14:paraId="57339169" w14:textId="77777777" w:rsidR="00D80D57" w:rsidRPr="00A86D39" w:rsidRDefault="00D80D57" w:rsidP="00D80D57">
          <w:pPr>
            <w:spacing w:after="0"/>
            <w:rPr>
              <w:lang w:eastAsia="en-GB"/>
            </w:rPr>
          </w:pPr>
        </w:p>
        <w:p w14:paraId="705E508B" w14:textId="7E5A9732" w:rsidR="00D80D57" w:rsidRPr="00A86D39" w:rsidRDefault="00D80D57" w:rsidP="00D80D57">
          <w:pPr>
            <w:spacing w:after="0"/>
            <w:rPr>
              <w:lang w:eastAsia="en-GB"/>
            </w:rPr>
          </w:pPr>
          <w:r w:rsidRPr="00A86D39">
            <w:rPr>
              <w:lang w:eastAsia="en-GB"/>
            </w:rPr>
            <w:t>D</w:t>
          </w:r>
          <w:r w:rsidR="008F1C83" w:rsidRPr="00A86D39">
            <w:rPr>
              <w:lang w:eastAsia="en-GB"/>
            </w:rPr>
            <w:t>as Referat</w:t>
          </w:r>
          <w:r w:rsidRPr="00A86D39">
            <w:rPr>
              <w:lang w:eastAsia="en-GB"/>
            </w:rPr>
            <w:t xml:space="preserve"> INTPA.E.3 ist für die Einbindung des privaten Sektors und Beschäftigung zuständig. Wir </w:t>
          </w:r>
          <w:r w:rsidR="0049701E" w:rsidRPr="00A86D39">
            <w:rPr>
              <w:lang w:eastAsia="en-GB"/>
            </w:rPr>
            <w:t>bieten Fachexpertise</w:t>
          </w:r>
          <w:r w:rsidRPr="00A86D39">
            <w:rPr>
              <w:lang w:eastAsia="en-GB"/>
            </w:rPr>
            <w:t xml:space="preserve"> für:</w:t>
          </w:r>
        </w:p>
        <w:p w14:paraId="6D44E632" w14:textId="77777777" w:rsidR="00D80D57" w:rsidRPr="00A86D39" w:rsidRDefault="00D80D57" w:rsidP="00D80D57">
          <w:pPr>
            <w:spacing w:after="0"/>
            <w:rPr>
              <w:lang w:eastAsia="en-GB"/>
            </w:rPr>
          </w:pPr>
        </w:p>
        <w:p w14:paraId="073FF631" w14:textId="113E15E1" w:rsidR="00D80D57" w:rsidRPr="00A86D39" w:rsidRDefault="00D80D57" w:rsidP="00D80D57">
          <w:pPr>
            <w:spacing w:after="0"/>
            <w:rPr>
              <w:lang w:eastAsia="en-GB"/>
            </w:rPr>
          </w:pPr>
          <w:r w:rsidRPr="00A86D39">
            <w:rPr>
              <w:lang w:eastAsia="en-GB"/>
            </w:rPr>
            <w:t>• die Einbindung des privaten Sektors, um in</w:t>
          </w:r>
          <w:r w:rsidR="0049701E" w:rsidRPr="00A86D39">
            <w:rPr>
              <w:lang w:eastAsia="en-GB"/>
            </w:rPr>
            <w:t xml:space="preserve"> INTPAs</w:t>
          </w:r>
          <w:r w:rsidR="00FC3B39" w:rsidRPr="00A86D39">
            <w:rPr>
              <w:lang w:eastAsia="en-GB"/>
            </w:rPr>
            <w:t xml:space="preserve"> </w:t>
          </w:r>
          <w:r w:rsidRPr="00A86D39">
            <w:rPr>
              <w:lang w:eastAsia="en-GB"/>
            </w:rPr>
            <w:t>Partnerländern zur Verwirklichung der nachhaltigen Entwicklungsziele beizutragen, auch als Teil des Global Gateway</w:t>
          </w:r>
        </w:p>
        <w:p w14:paraId="3BD46A2D" w14:textId="77777777" w:rsidR="00D80D57" w:rsidRPr="00A86D39" w:rsidRDefault="00D80D57" w:rsidP="00D80D57">
          <w:pPr>
            <w:spacing w:after="0"/>
            <w:rPr>
              <w:lang w:eastAsia="en-GB"/>
            </w:rPr>
          </w:pPr>
        </w:p>
        <w:p w14:paraId="5EFA18E9" w14:textId="77777777" w:rsidR="00D80D57" w:rsidRPr="00A86D39" w:rsidRDefault="00D80D57" w:rsidP="00D80D57">
          <w:pPr>
            <w:spacing w:after="0"/>
            <w:rPr>
              <w:lang w:eastAsia="en-GB"/>
            </w:rPr>
          </w:pPr>
          <w:r w:rsidRPr="00A86D39">
            <w:rPr>
              <w:lang w:eastAsia="en-GB"/>
            </w:rPr>
            <w:t>• Beschäftigung, Arbeitsrechte und -standards, einschließlich verantwortungsbewusster Geschäftstätigkeit und Sorgfaltspflicht von Unternehmen hinsichtlich der Nachhaltigkeit sowie technischer und beruflicher Aus- und Weiterbildung.</w:t>
          </w:r>
        </w:p>
        <w:p w14:paraId="3B9A974F" w14:textId="77777777" w:rsidR="00D80D57" w:rsidRPr="00A86D39" w:rsidRDefault="00D80D57" w:rsidP="00D80D57">
          <w:pPr>
            <w:spacing w:after="0"/>
            <w:rPr>
              <w:lang w:eastAsia="en-GB"/>
            </w:rPr>
          </w:pPr>
        </w:p>
        <w:p w14:paraId="76DD1EEA" w14:textId="3060EBAD" w:rsidR="00803007" w:rsidRPr="00A86D39" w:rsidRDefault="00D80D57" w:rsidP="00D80D57">
          <w:pPr>
            <w:spacing w:after="0"/>
            <w:rPr>
              <w:lang w:eastAsia="en-GB"/>
            </w:rPr>
          </w:pPr>
          <w:r w:rsidRPr="00A86D39">
            <w:rPr>
              <w:lang w:eastAsia="en-GB"/>
            </w:rPr>
            <w:t>D</w:t>
          </w:r>
          <w:r w:rsidR="005E29A9" w:rsidRPr="00A86D39">
            <w:rPr>
              <w:lang w:eastAsia="en-GB"/>
            </w:rPr>
            <w:t>as Referat</w:t>
          </w:r>
          <w:r w:rsidRPr="00A86D39">
            <w:rPr>
              <w:lang w:eastAsia="en-GB"/>
            </w:rPr>
            <w:t xml:space="preserve"> besteht derzeit aus rund 15 </w:t>
          </w:r>
          <w:r w:rsidR="0049701E" w:rsidRPr="00A86D39">
            <w:rPr>
              <w:lang w:eastAsia="en-GB"/>
            </w:rPr>
            <w:t>Mitarbeitenden</w:t>
          </w:r>
          <w:r w:rsidRPr="00A86D39">
            <w:rPr>
              <w:lang w:eastAsia="en-GB"/>
            </w:rPr>
            <w:t xml:space="preserve"> mit einem breiten Spektrum an Fachwissen und Erfahrung, die in zwei </w:t>
          </w:r>
          <w:r w:rsidR="0049701E" w:rsidRPr="00A86D39">
            <w:rPr>
              <w:lang w:eastAsia="en-GB"/>
            </w:rPr>
            <w:t>Bereiche</w:t>
          </w:r>
          <w:r w:rsidRPr="00A86D39">
            <w:rPr>
              <w:lang w:eastAsia="en-GB"/>
            </w:rPr>
            <w:t xml:space="preserve"> organisiert sind: Beschäftigung und Einbindung des privaten Sektors. D</w:t>
          </w:r>
          <w:r w:rsidR="0049701E" w:rsidRPr="00A86D39">
            <w:rPr>
              <w:lang w:eastAsia="en-GB"/>
            </w:rPr>
            <w:t>ie ausgeschriebene Position</w:t>
          </w:r>
          <w:r w:rsidRPr="00A86D39">
            <w:rPr>
              <w:lang w:eastAsia="en-GB"/>
            </w:rPr>
            <w:t xml:space="preserve"> wird dem </w:t>
          </w:r>
          <w:r w:rsidR="0049701E" w:rsidRPr="00A86D39">
            <w:rPr>
              <w:lang w:eastAsia="en-GB"/>
            </w:rPr>
            <w:t>Team</w:t>
          </w:r>
          <w:r w:rsidR="001A49B0" w:rsidRPr="00A86D39">
            <w:rPr>
              <w:lang w:eastAsia="en-GB"/>
            </w:rPr>
            <w:t xml:space="preserve"> </w:t>
          </w:r>
          <w:r w:rsidRPr="00A86D39">
            <w:rPr>
              <w:lang w:eastAsia="en-GB"/>
            </w:rPr>
            <w:t>Beschäftigung</w:t>
          </w:r>
          <w:r w:rsidR="001A49B0" w:rsidRPr="00A86D39">
            <w:rPr>
              <w:lang w:eastAsia="en-GB"/>
            </w:rPr>
            <w:t xml:space="preserve"> </w:t>
          </w:r>
          <w:r w:rsidRPr="00A86D39">
            <w:rPr>
              <w:lang w:eastAsia="en-GB"/>
            </w:rPr>
            <w:t>zugeordnet.</w:t>
          </w:r>
        </w:p>
      </w:sdtContent>
    </w:sdt>
    <w:p w14:paraId="3862387A" w14:textId="77777777" w:rsidR="00803007" w:rsidRPr="00A86D39" w:rsidRDefault="00803007" w:rsidP="00803007">
      <w:pPr>
        <w:pStyle w:val="ListNumber"/>
        <w:numPr>
          <w:ilvl w:val="0"/>
          <w:numId w:val="0"/>
        </w:numPr>
        <w:ind w:left="709" w:hanging="709"/>
        <w:rPr>
          <w:b/>
          <w:bCs/>
          <w:lang w:eastAsia="en-GB"/>
        </w:rPr>
      </w:pPr>
    </w:p>
    <w:p w14:paraId="046800D0" w14:textId="0AF9DDDF" w:rsidR="007C07D8" w:rsidRPr="00A86D39" w:rsidRDefault="00803007" w:rsidP="00803007">
      <w:pPr>
        <w:pStyle w:val="ListNumber"/>
        <w:numPr>
          <w:ilvl w:val="0"/>
          <w:numId w:val="0"/>
        </w:numPr>
        <w:ind w:left="709" w:hanging="709"/>
        <w:rPr>
          <w:lang w:eastAsia="en-GB"/>
        </w:rPr>
      </w:pPr>
      <w:r w:rsidRPr="00A86D39">
        <w:rPr>
          <w:b/>
          <w:bCs/>
          <w:lang w:eastAsia="en-GB"/>
        </w:rPr>
        <w:t>Stellenprofil</w:t>
      </w:r>
      <w:r w:rsidR="007C07D8" w:rsidRPr="00A86D39">
        <w:rPr>
          <w:b/>
          <w:bCs/>
          <w:lang w:eastAsia="en-GB"/>
        </w:rPr>
        <w:t xml:space="preserve"> (</w:t>
      </w:r>
      <w:r w:rsidR="0049701E" w:rsidRPr="00A86D39">
        <w:rPr>
          <w:b/>
          <w:bCs/>
          <w:lang w:eastAsia="en-GB"/>
        </w:rPr>
        <w:t>was wir vorschlagen</w:t>
      </w:r>
      <w:r w:rsidR="007C07D8" w:rsidRPr="00A86D39">
        <w:rPr>
          <w:b/>
          <w:bCs/>
          <w:lang w:eastAsia="en-GB"/>
        </w:rPr>
        <w:t>)</w:t>
      </w:r>
    </w:p>
    <w:sdt>
      <w:sdtPr>
        <w:rPr>
          <w:lang w:eastAsia="en-GB"/>
        </w:rPr>
        <w:id w:val="-723136291"/>
        <w:placeholder>
          <w:docPart w:val="2D9A90DC0280475D996998F2F9FD95D5"/>
        </w:placeholder>
      </w:sdtPr>
      <w:sdtEndPr/>
      <w:sdtContent>
        <w:p w14:paraId="19C2A105" w14:textId="2D5AB9E6" w:rsidR="00D80D57" w:rsidRPr="00A86D39" w:rsidRDefault="00D80D57" w:rsidP="00D80D57">
          <w:pPr>
            <w:rPr>
              <w:lang w:eastAsia="en-GB"/>
            </w:rPr>
          </w:pPr>
          <w:r w:rsidRPr="00A86D39">
            <w:rPr>
              <w:lang w:eastAsia="en-GB"/>
            </w:rPr>
            <w:t>Der</w:t>
          </w:r>
          <w:r w:rsidR="0050494A" w:rsidRPr="00A86D39">
            <w:rPr>
              <w:lang w:eastAsia="en-GB"/>
            </w:rPr>
            <w:t>/die</w:t>
          </w:r>
          <w:r w:rsidRPr="00A86D39">
            <w:rPr>
              <w:lang w:eastAsia="en-GB"/>
            </w:rPr>
            <w:t xml:space="preserve"> ANS unterstützt den Bereich Beschäftigung im Hinblick auf Arbeitsnormen und menschenwürdige Arbeit, Kinderarbeit und Beschäftigungsförderung im Einklang mit der EU-Politik. Der</w:t>
          </w:r>
          <w:r w:rsidR="0050494A" w:rsidRPr="00A86D39">
            <w:rPr>
              <w:lang w:eastAsia="en-GB"/>
            </w:rPr>
            <w:t>/die</w:t>
          </w:r>
          <w:r w:rsidRPr="00A86D39">
            <w:rPr>
              <w:lang w:eastAsia="en-GB"/>
            </w:rPr>
            <w:t xml:space="preserve"> ANS trägt zur Arbeitsdimension verantwortungsbewusste</w:t>
          </w:r>
          <w:r w:rsidR="0049701E" w:rsidRPr="00A86D39">
            <w:rPr>
              <w:lang w:eastAsia="en-GB"/>
            </w:rPr>
            <w:t>r</w:t>
          </w:r>
          <w:r w:rsidRPr="00A86D39">
            <w:rPr>
              <w:lang w:eastAsia="en-GB"/>
            </w:rPr>
            <w:t xml:space="preserve"> Geschäfts</w:t>
          </w:r>
          <w:r w:rsidR="0049701E" w:rsidRPr="00A86D39">
            <w:rPr>
              <w:lang w:eastAsia="en-GB"/>
            </w:rPr>
            <w:t>tätigkeit</w:t>
          </w:r>
          <w:r w:rsidRPr="00A86D39">
            <w:rPr>
              <w:lang w:eastAsia="en-GB"/>
            </w:rPr>
            <w:t xml:space="preserve"> und Sorgfaltspflicht bei. Unter der Aufsicht eines Beamten stellt der</w:t>
          </w:r>
          <w:r w:rsidR="0050494A" w:rsidRPr="00A86D39">
            <w:rPr>
              <w:lang w:eastAsia="en-GB"/>
            </w:rPr>
            <w:t>/die</w:t>
          </w:r>
          <w:r w:rsidRPr="00A86D39">
            <w:rPr>
              <w:lang w:eastAsia="en-GB"/>
            </w:rPr>
            <w:t xml:space="preserve"> ANS Fachwissen zur Verfügung, um Kooperationsprogramme der Abteilung zu verwalten, zur Politikanalyse und -entwicklung beizutragen und EU-Delegationen in Bezug auf Politik und Umsetzung zu beraten.</w:t>
          </w:r>
        </w:p>
        <w:p w14:paraId="5AA7F2B0" w14:textId="1E620B08" w:rsidR="00D80D57" w:rsidRPr="00A86D39" w:rsidRDefault="00D80D57" w:rsidP="00D80D57">
          <w:pPr>
            <w:rPr>
              <w:lang w:eastAsia="en-GB"/>
            </w:rPr>
          </w:pPr>
          <w:r w:rsidRPr="00A86D39">
            <w:rPr>
              <w:lang w:eastAsia="en-GB"/>
            </w:rPr>
            <w:t>Zur Arbeit gehören insbesondere Maßnahmen gegen Kinderarbeit und die Teilnahme der Kommission an der Allianz 8.7, die Weiterverfolgung der Einrichtung SOCIEUX+, die Peer-to-Peer-Unterstützung zwischen EU-Beamten und ihren Kollegen in Partnerländern in Bezug auf Beschäftigungspolitik mobilisiert, sowie die Arbeit an Beschäftigungsindikatoren und der Bewertung der Auswirkungen auf die Beschäftigung. Der</w:t>
          </w:r>
          <w:r w:rsidR="0050494A" w:rsidRPr="00A86D39">
            <w:rPr>
              <w:lang w:eastAsia="en-GB"/>
            </w:rPr>
            <w:t>/die</w:t>
          </w:r>
          <w:r w:rsidRPr="00A86D39">
            <w:rPr>
              <w:lang w:eastAsia="en-GB"/>
            </w:rPr>
            <w:t xml:space="preserve"> ANS unterstütz</w:t>
          </w:r>
          <w:r w:rsidR="00043FAC" w:rsidRPr="00A86D39">
            <w:rPr>
              <w:lang w:eastAsia="en-GB"/>
            </w:rPr>
            <w:t>t</w:t>
          </w:r>
          <w:r w:rsidRPr="00A86D39">
            <w:rPr>
              <w:lang w:eastAsia="en-GB"/>
            </w:rPr>
            <w:t xml:space="preserve"> bei anderen Themen des Bereichs, insbesondere </w:t>
          </w:r>
          <w:r w:rsidR="0049701E" w:rsidRPr="00A86D39">
            <w:rPr>
              <w:lang w:eastAsia="en-GB"/>
            </w:rPr>
            <w:t xml:space="preserve">in Bezug auf </w:t>
          </w:r>
          <w:r w:rsidRPr="00A86D39">
            <w:rPr>
              <w:lang w:eastAsia="en-GB"/>
            </w:rPr>
            <w:t xml:space="preserve">Sorgfaltspflicht und verantwortungsbewusste </w:t>
          </w:r>
          <w:r w:rsidR="0049701E" w:rsidRPr="00A86D39">
            <w:rPr>
              <w:lang w:eastAsia="en-GB"/>
            </w:rPr>
            <w:t>Geschäftstätigkeit</w:t>
          </w:r>
          <w:r w:rsidRPr="00A86D39">
            <w:rPr>
              <w:lang w:eastAsia="en-GB"/>
            </w:rPr>
            <w:t>.</w:t>
          </w:r>
        </w:p>
        <w:p w14:paraId="78163AC7" w14:textId="05ACF098" w:rsidR="00D80D57" w:rsidRPr="00A86D39" w:rsidRDefault="00D80D57" w:rsidP="00D80D57">
          <w:pPr>
            <w:rPr>
              <w:lang w:eastAsia="en-GB"/>
            </w:rPr>
          </w:pPr>
          <w:r w:rsidRPr="00A86D39">
            <w:rPr>
              <w:lang w:eastAsia="en-GB"/>
            </w:rPr>
            <w:t>Der</w:t>
          </w:r>
          <w:r w:rsidR="0050494A" w:rsidRPr="00A86D39">
            <w:rPr>
              <w:lang w:eastAsia="en-GB"/>
            </w:rPr>
            <w:t>/die</w:t>
          </w:r>
          <w:r w:rsidRPr="00A86D39">
            <w:rPr>
              <w:lang w:eastAsia="en-GB"/>
            </w:rPr>
            <w:t xml:space="preserve"> ANS unterstützt außerdem bei der Überwachung der Zusammenarbeit mit der Internationalen Arbeitsorganisation (ILO) innerhalb der GD INTPA, wozu auch die Überwachung der Internationalen Arbeitskonferenz und damit verbundener Verwaltungsprozesse sowie des internationalen Aufsichtssystems für Arbeitsnormen gehört.</w:t>
          </w:r>
        </w:p>
        <w:p w14:paraId="12B9C59B" w14:textId="324DEC80" w:rsidR="00803007" w:rsidRPr="00A86D39" w:rsidRDefault="00D80D57" w:rsidP="00D80D57">
          <w:pPr>
            <w:rPr>
              <w:lang w:eastAsia="en-GB"/>
            </w:rPr>
          </w:pPr>
          <w:r w:rsidRPr="00A86D39">
            <w:rPr>
              <w:lang w:eastAsia="en-GB"/>
            </w:rPr>
            <w:t xml:space="preserve">Es wird mit anderen </w:t>
          </w:r>
          <w:r w:rsidR="00EF6926" w:rsidRPr="00A86D39">
            <w:rPr>
              <w:lang w:eastAsia="en-GB"/>
            </w:rPr>
            <w:t>Referat</w:t>
          </w:r>
          <w:r w:rsidRPr="00A86D39">
            <w:rPr>
              <w:lang w:eastAsia="en-GB"/>
            </w:rPr>
            <w:t>en de</w:t>
          </w:r>
          <w:r w:rsidR="00EF7C67" w:rsidRPr="00A86D39">
            <w:rPr>
              <w:lang w:eastAsia="en-GB"/>
            </w:rPr>
            <w:t>r GD</w:t>
          </w:r>
          <w:r w:rsidRPr="00A86D39">
            <w:rPr>
              <w:lang w:eastAsia="en-GB"/>
            </w:rPr>
            <w:t xml:space="preserve"> INTPA sowie mit anderen Generaldirektionen, insbesondere der Generaldirektion Beschäftigung, zusammengearbeitet.</w:t>
          </w:r>
        </w:p>
      </w:sdtContent>
    </w:sdt>
    <w:p w14:paraId="221E4883" w14:textId="77777777" w:rsidR="00803007" w:rsidRPr="00A86D39" w:rsidRDefault="00803007" w:rsidP="00803007">
      <w:pPr>
        <w:pStyle w:val="ListNumber"/>
        <w:numPr>
          <w:ilvl w:val="0"/>
          <w:numId w:val="0"/>
        </w:numPr>
        <w:ind w:left="709" w:hanging="709"/>
        <w:rPr>
          <w:b/>
          <w:bCs/>
          <w:lang w:eastAsia="en-GB"/>
        </w:rPr>
      </w:pPr>
    </w:p>
    <w:p w14:paraId="7BDE8AFF" w14:textId="347A0E6C" w:rsidR="00803007" w:rsidRPr="00A86D39" w:rsidRDefault="00803007" w:rsidP="00803007">
      <w:pPr>
        <w:pStyle w:val="ListNumber"/>
        <w:numPr>
          <w:ilvl w:val="0"/>
          <w:numId w:val="0"/>
        </w:numPr>
        <w:ind w:left="709" w:hanging="709"/>
        <w:rPr>
          <w:lang w:eastAsia="en-GB"/>
        </w:rPr>
      </w:pPr>
      <w:r w:rsidRPr="00A86D39">
        <w:rPr>
          <w:b/>
          <w:bCs/>
          <w:lang w:eastAsia="en-GB"/>
        </w:rPr>
        <w:t>Auswahlkriterien</w:t>
      </w:r>
      <w:r w:rsidR="007C07D8" w:rsidRPr="00A86D39">
        <w:rPr>
          <w:b/>
          <w:bCs/>
          <w:lang w:eastAsia="en-GB"/>
        </w:rPr>
        <w:t xml:space="preserve"> (</w:t>
      </w:r>
      <w:r w:rsidR="00EF7C67" w:rsidRPr="00A86D39">
        <w:rPr>
          <w:b/>
          <w:bCs/>
          <w:lang w:eastAsia="en-GB"/>
        </w:rPr>
        <w:t xml:space="preserve">was </w:t>
      </w:r>
      <w:r w:rsidR="007C07D8" w:rsidRPr="00A86D39">
        <w:rPr>
          <w:b/>
          <w:bCs/>
          <w:lang w:eastAsia="en-GB"/>
        </w:rPr>
        <w:t>wir suchen)</w:t>
      </w:r>
    </w:p>
    <w:sdt>
      <w:sdtPr>
        <w:rPr>
          <w:lang w:eastAsia="en-GB"/>
        </w:rPr>
        <w:id w:val="-1767066427"/>
        <w:placeholder>
          <w:docPart w:val="B30E44B90B7F435497E9EE7D5097ED0B"/>
        </w:placeholder>
      </w:sdtPr>
      <w:sdtEndPr/>
      <w:sdtContent>
        <w:p w14:paraId="1D5DB34E" w14:textId="122C6824" w:rsidR="0061647D" w:rsidRPr="00A86D39" w:rsidRDefault="0061647D" w:rsidP="0061647D">
          <w:pPr>
            <w:rPr>
              <w:lang w:eastAsia="en-GB"/>
            </w:rPr>
          </w:pPr>
          <w:r w:rsidRPr="00A86D39">
            <w:rPr>
              <w:lang w:eastAsia="en-GB"/>
            </w:rPr>
            <w:t>Wir suchen eine</w:t>
          </w:r>
          <w:r w:rsidR="00EF7C67" w:rsidRPr="00A86D39">
            <w:rPr>
              <w:lang w:eastAsia="en-GB"/>
            </w:rPr>
            <w:t xml:space="preserve">/n geeignete/n </w:t>
          </w:r>
          <w:r w:rsidRPr="00A86D39">
            <w:rPr>
              <w:lang w:eastAsia="en-GB"/>
            </w:rPr>
            <w:t>Kandidate</w:t>
          </w:r>
          <w:r w:rsidR="00EF7C67" w:rsidRPr="00A86D39">
            <w:rPr>
              <w:lang w:eastAsia="en-GB"/>
            </w:rPr>
            <w:t>n</w:t>
          </w:r>
          <w:r w:rsidR="00EB2A1F" w:rsidRPr="00A86D39">
            <w:rPr>
              <w:lang w:eastAsia="en-GB"/>
            </w:rPr>
            <w:t>/</w:t>
          </w:r>
          <w:r w:rsidR="00EF7C67" w:rsidRPr="00A86D39">
            <w:rPr>
              <w:lang w:eastAsia="en-GB"/>
            </w:rPr>
            <w:t>in</w:t>
          </w:r>
          <w:r w:rsidRPr="00A86D39">
            <w:rPr>
              <w:lang w:eastAsia="en-GB"/>
            </w:rPr>
            <w:t xml:space="preserve"> mit Hintergrund in (Arbeits-)Ökonomie und/oder internationalem/europäischem (Arbeits-)Recht und/oder internationalen Beziehungen.</w:t>
          </w:r>
        </w:p>
        <w:p w14:paraId="2EB47C7F" w14:textId="39EDA116" w:rsidR="0061647D" w:rsidRPr="00A86D39" w:rsidRDefault="0061647D" w:rsidP="0061647D">
          <w:pPr>
            <w:rPr>
              <w:lang w:eastAsia="en-GB"/>
            </w:rPr>
          </w:pPr>
          <w:r w:rsidRPr="00A86D39">
            <w:rPr>
              <w:lang w:eastAsia="en-GB"/>
            </w:rPr>
            <w:lastRenderedPageBreak/>
            <w:t xml:space="preserve">Die </w:t>
          </w:r>
          <w:r w:rsidR="00EF7C67" w:rsidRPr="00A86D39">
            <w:rPr>
              <w:lang w:eastAsia="en-GB"/>
            </w:rPr>
            <w:t>Person</w:t>
          </w:r>
          <w:r w:rsidRPr="00A86D39">
            <w:rPr>
              <w:lang w:eastAsia="en-GB"/>
            </w:rPr>
            <w:t xml:space="preserve"> sollte über gute Analyse- und Redaktionsfähigkeiten sowie ein Auge für Details verfügen, ohne den Blick für das große Ganze zu verlieren. Die Zusammenarbeit mit internen und externen Stakeholdern und </w:t>
          </w:r>
          <w:r w:rsidR="00EF7C67" w:rsidRPr="00A86D39">
            <w:rPr>
              <w:lang w:eastAsia="en-GB"/>
            </w:rPr>
            <w:t xml:space="preserve">das </w:t>
          </w:r>
          <w:r w:rsidRPr="00A86D39">
            <w:rPr>
              <w:lang w:eastAsia="en-GB"/>
            </w:rPr>
            <w:t>Präsent</w:t>
          </w:r>
          <w:r w:rsidR="00EF7C67" w:rsidRPr="00A86D39">
            <w:rPr>
              <w:lang w:eastAsia="en-GB"/>
            </w:rPr>
            <w:t>ieren</w:t>
          </w:r>
          <w:r w:rsidRPr="00A86D39">
            <w:rPr>
              <w:lang w:eastAsia="en-GB"/>
            </w:rPr>
            <w:t xml:space="preserve"> vor einem breiten Publikum werden Teil der Arbeit sein. Die Fähigkeit, komplexe Themen in klare Botschaften und konkrete Unterstützungsmaßnahmen zu übersetzen, wird als Vorteil angesehen. Der</w:t>
          </w:r>
          <w:r w:rsidR="00EF7C67" w:rsidRPr="00A86D39">
            <w:rPr>
              <w:lang w:eastAsia="en-GB"/>
            </w:rPr>
            <w:t>/die</w:t>
          </w:r>
          <w:r w:rsidRPr="00A86D39">
            <w:rPr>
              <w:lang w:eastAsia="en-GB"/>
            </w:rPr>
            <w:t xml:space="preserve"> Stelleninhaber</w:t>
          </w:r>
          <w:r w:rsidR="00EF7C67" w:rsidRPr="00A86D39">
            <w:rPr>
              <w:lang w:eastAsia="en-GB"/>
            </w:rPr>
            <w:t>/in</w:t>
          </w:r>
          <w:r w:rsidRPr="00A86D39">
            <w:rPr>
              <w:lang w:eastAsia="en-GB"/>
            </w:rPr>
            <w:t xml:space="preserve"> wird zu anderen Arbeitsabläufen im Team beitragen, insbesondere </w:t>
          </w:r>
          <w:r w:rsidR="00EF7C67" w:rsidRPr="00A86D39">
            <w:rPr>
              <w:lang w:eastAsia="en-GB"/>
            </w:rPr>
            <w:t xml:space="preserve">im Bereich </w:t>
          </w:r>
          <w:r w:rsidRPr="00A86D39">
            <w:rPr>
              <w:lang w:eastAsia="en-GB"/>
            </w:rPr>
            <w:t>verantwortungsvolle</w:t>
          </w:r>
          <w:r w:rsidR="00EF7C67" w:rsidRPr="00A86D39">
            <w:rPr>
              <w:lang w:eastAsia="en-GB"/>
            </w:rPr>
            <w:t xml:space="preserve"> </w:t>
          </w:r>
          <w:r w:rsidRPr="00A86D39">
            <w:rPr>
              <w:lang w:eastAsia="en-GB"/>
            </w:rPr>
            <w:t>Geschäfts</w:t>
          </w:r>
          <w:r w:rsidR="00EF7C67" w:rsidRPr="00A86D39">
            <w:rPr>
              <w:lang w:eastAsia="en-GB"/>
            </w:rPr>
            <w:t>tätigkeit</w:t>
          </w:r>
          <w:r w:rsidRPr="00A86D39">
            <w:rPr>
              <w:lang w:eastAsia="en-GB"/>
            </w:rPr>
            <w:t>.</w:t>
          </w:r>
        </w:p>
        <w:p w14:paraId="5D18E0B6" w14:textId="13F0A86E" w:rsidR="0061647D" w:rsidRPr="00A86D39" w:rsidRDefault="0061647D" w:rsidP="0061647D">
          <w:pPr>
            <w:rPr>
              <w:lang w:eastAsia="en-GB"/>
            </w:rPr>
          </w:pPr>
          <w:r w:rsidRPr="00A86D39">
            <w:rPr>
              <w:lang w:eastAsia="en-GB"/>
            </w:rPr>
            <w:t>Der</w:t>
          </w:r>
          <w:r w:rsidR="00EF7C67" w:rsidRPr="00A86D39">
            <w:rPr>
              <w:lang w:eastAsia="en-GB"/>
            </w:rPr>
            <w:t>/die</w:t>
          </w:r>
          <w:r w:rsidRPr="00A86D39">
            <w:rPr>
              <w:lang w:eastAsia="en-GB"/>
            </w:rPr>
            <w:t xml:space="preserve"> Kandidat</w:t>
          </w:r>
          <w:r w:rsidR="00EF7C67" w:rsidRPr="00A86D39">
            <w:rPr>
              <w:lang w:eastAsia="en-GB"/>
            </w:rPr>
            <w:t>/in</w:t>
          </w:r>
          <w:r w:rsidRPr="00A86D39">
            <w:rPr>
              <w:lang w:eastAsia="en-GB"/>
            </w:rPr>
            <w:t xml:space="preserve"> </w:t>
          </w:r>
          <w:r w:rsidR="00EF7C67" w:rsidRPr="00A86D39">
            <w:rPr>
              <w:lang w:eastAsia="en-GB"/>
            </w:rPr>
            <w:t xml:space="preserve">sollte </w:t>
          </w:r>
          <w:r w:rsidRPr="00A86D39">
            <w:rPr>
              <w:lang w:eastAsia="en-GB"/>
            </w:rPr>
            <w:t xml:space="preserve">gut organisiert und in der Lage sein, mehrere Aufgaben gleichzeitig zu erledigen. Er/sie sollte über ausgezeichnete zwischenmenschliche und kommunikative Fähigkeiten verfügen und in der Lage sein, </w:t>
          </w:r>
          <w:r w:rsidR="00FE425A" w:rsidRPr="00A86D39">
            <w:rPr>
              <w:lang w:eastAsia="en-GB"/>
            </w:rPr>
            <w:t>gute Arbeitsb</w:t>
          </w:r>
          <w:r w:rsidRPr="00A86D39">
            <w:rPr>
              <w:lang w:eastAsia="en-GB"/>
            </w:rPr>
            <w:t xml:space="preserve">eziehungen zu </w:t>
          </w:r>
          <w:r w:rsidR="00EF7C67" w:rsidRPr="00A86D39">
            <w:rPr>
              <w:lang w:eastAsia="en-GB"/>
            </w:rPr>
            <w:t xml:space="preserve">Mitarbeitenden </w:t>
          </w:r>
          <w:r w:rsidRPr="00A86D39">
            <w:rPr>
              <w:lang w:eastAsia="en-GB"/>
            </w:rPr>
            <w:t xml:space="preserve">in der Generaldirektion, der Kommission, den EU-Delegationen und dem EAD zu </w:t>
          </w:r>
          <w:r w:rsidR="00EF7C67" w:rsidRPr="00A86D39">
            <w:rPr>
              <w:lang w:eastAsia="en-GB"/>
            </w:rPr>
            <w:t xml:space="preserve">pflegen, </w:t>
          </w:r>
          <w:r w:rsidRPr="00A86D39">
            <w:rPr>
              <w:lang w:eastAsia="en-GB"/>
            </w:rPr>
            <w:t xml:space="preserve">und </w:t>
          </w:r>
          <w:r w:rsidR="00EF7C67" w:rsidRPr="00A86D39">
            <w:rPr>
              <w:lang w:eastAsia="en-GB"/>
            </w:rPr>
            <w:t>diesen bei Bedarf</w:t>
          </w:r>
          <w:r w:rsidR="00EB2A1F" w:rsidRPr="00A86D39">
            <w:rPr>
              <w:lang w:eastAsia="en-GB"/>
            </w:rPr>
            <w:t xml:space="preserve"> </w:t>
          </w:r>
          <w:r w:rsidRPr="00A86D39">
            <w:rPr>
              <w:lang w:eastAsia="en-GB"/>
            </w:rPr>
            <w:t>Hilfe und Unterstützung an</w:t>
          </w:r>
          <w:r w:rsidR="00EF7C67" w:rsidRPr="00A86D39">
            <w:rPr>
              <w:lang w:eastAsia="en-GB"/>
            </w:rPr>
            <w:t>zu</w:t>
          </w:r>
          <w:r w:rsidRPr="00A86D39">
            <w:rPr>
              <w:lang w:eastAsia="en-GB"/>
            </w:rPr>
            <w:t xml:space="preserve">bieten und gleichzeitig eine schnelle und qualitativ hochwertige Leistungserbringung gewährleisten. Er/sie sollte PC-Kenntnisse besitzen und über ein ausgeprägtes Gespür für Eigeninitiative und Arbeitsmoral sowie </w:t>
          </w:r>
          <w:r w:rsidR="00EF7C67" w:rsidRPr="00A86D39">
            <w:rPr>
              <w:lang w:eastAsia="en-GB"/>
            </w:rPr>
            <w:t>eine</w:t>
          </w:r>
          <w:r w:rsidRPr="00A86D39">
            <w:rPr>
              <w:lang w:eastAsia="en-GB"/>
            </w:rPr>
            <w:t xml:space="preserve"> nachgewiesene Fähigkeit zur Teamarbeit verfügen.</w:t>
          </w:r>
        </w:p>
        <w:p w14:paraId="1E719863" w14:textId="0C7BC2A7" w:rsidR="0061647D" w:rsidRPr="00A86D39" w:rsidRDefault="0061647D" w:rsidP="0061647D">
          <w:pPr>
            <w:rPr>
              <w:lang w:eastAsia="en-GB"/>
            </w:rPr>
          </w:pPr>
          <w:r w:rsidRPr="00A86D39">
            <w:rPr>
              <w:lang w:eastAsia="en-GB"/>
            </w:rPr>
            <w:t xml:space="preserve">Die </w:t>
          </w:r>
          <w:r w:rsidR="00EF7C67" w:rsidRPr="00A86D39">
            <w:rPr>
              <w:lang w:eastAsia="en-GB"/>
            </w:rPr>
            <w:t>ausgeschriebene Position</w:t>
          </w:r>
          <w:r w:rsidRPr="00A86D39">
            <w:rPr>
              <w:lang w:eastAsia="en-GB"/>
            </w:rPr>
            <w:t xml:space="preserve"> erfordert ein hohes Maß an Eigeninitiative und Verantwortung. Sie beinhaltet die Arbeit in einem Umfeld mit hohem Druck und engen Fristen.</w:t>
          </w:r>
        </w:p>
        <w:p w14:paraId="2A0F153A" w14:textId="7A3A4B20" w:rsidR="009321C6" w:rsidRPr="00A86D39" w:rsidRDefault="0061647D" w:rsidP="0061647D">
          <w:pPr>
            <w:rPr>
              <w:lang w:eastAsia="en-GB"/>
            </w:rPr>
          </w:pPr>
          <w:r w:rsidRPr="00A86D39">
            <w:rPr>
              <w:lang w:eastAsia="en-GB"/>
            </w:rPr>
            <w:t>Der</w:t>
          </w:r>
          <w:r w:rsidR="00EF7C67" w:rsidRPr="00A86D39">
            <w:rPr>
              <w:lang w:eastAsia="en-GB"/>
            </w:rPr>
            <w:t>/die</w:t>
          </w:r>
          <w:r w:rsidRPr="00A86D39">
            <w:rPr>
              <w:lang w:eastAsia="en-GB"/>
            </w:rPr>
            <w:t xml:space="preserve"> erfolgreiche Bewerber</w:t>
          </w:r>
          <w:r w:rsidR="00EF7C67" w:rsidRPr="00A86D39">
            <w:rPr>
              <w:lang w:eastAsia="en-GB"/>
            </w:rPr>
            <w:t>/in</w:t>
          </w:r>
          <w:r w:rsidRPr="00A86D39">
            <w:rPr>
              <w:lang w:eastAsia="en-GB"/>
            </w:rPr>
            <w:t xml:space="preserve"> sollte in der Lage sein, in Englisch (mündlich und schriftlich) zu arbeiten. Gute Kenntnisse der französischen Sprache sind von Vorteil.</w:t>
          </w:r>
        </w:p>
      </w:sdtContent>
    </w:sdt>
    <w:p w14:paraId="3CF70F22" w14:textId="77777777" w:rsidR="00546DB1" w:rsidRPr="00A86D39" w:rsidRDefault="00546DB1" w:rsidP="00546DB1">
      <w:pPr>
        <w:tabs>
          <w:tab w:val="left" w:pos="426"/>
        </w:tabs>
        <w:spacing w:after="0"/>
        <w:rPr>
          <w:b/>
          <w:lang w:eastAsia="en-GB"/>
        </w:rPr>
      </w:pPr>
    </w:p>
    <w:p w14:paraId="0C0698E7" w14:textId="666391D3" w:rsidR="00546DB1" w:rsidRPr="00A86D39" w:rsidRDefault="007C07D8" w:rsidP="007C07D8">
      <w:pPr>
        <w:pStyle w:val="ListNumber"/>
        <w:numPr>
          <w:ilvl w:val="0"/>
          <w:numId w:val="0"/>
        </w:numPr>
        <w:ind w:left="709" w:hanging="709"/>
        <w:rPr>
          <w:b/>
          <w:bCs/>
          <w:u w:val="single"/>
          <w:lang w:eastAsia="en-GB"/>
        </w:rPr>
      </w:pPr>
      <w:r w:rsidRPr="00A86D39">
        <w:rPr>
          <w:b/>
          <w:bCs/>
          <w:u w:val="single"/>
          <w:lang w:eastAsia="en-GB"/>
        </w:rPr>
        <w:t>Zulassungsbedingungen</w:t>
      </w:r>
    </w:p>
    <w:p w14:paraId="107D341A" w14:textId="2E447A9A" w:rsidR="007C07D8" w:rsidRPr="00A86D39" w:rsidRDefault="007C07D8" w:rsidP="007C07D8">
      <w:pPr>
        <w:rPr>
          <w:lang w:eastAsia="en-GB"/>
        </w:rPr>
      </w:pPr>
      <w:r w:rsidRPr="00A86D39">
        <w:rPr>
          <w:lang w:eastAsia="en-GB"/>
        </w:rPr>
        <w:t xml:space="preserve">Abordnungen fallen unter den </w:t>
      </w:r>
      <w:r w:rsidRPr="00A86D39">
        <w:rPr>
          <w:b/>
          <w:lang w:eastAsia="en-GB"/>
        </w:rPr>
        <w:t>Beschluss C(2008) 6866 der Kommission vom 12.11.2008</w:t>
      </w:r>
      <w:r w:rsidRPr="00A86D39">
        <w:rPr>
          <w:lang w:eastAsia="en-GB"/>
        </w:rPr>
        <w:t xml:space="preserve"> über die Regelung für zur Kommission abgeordnete oder sich zu Zwecken der beruflichen Weiterbildung bei der Kommission aufhaltende nationale Sachverständige (ANS-Beschluss).</w:t>
      </w:r>
    </w:p>
    <w:p w14:paraId="56462DDE" w14:textId="1BEE87AB" w:rsidR="007C07D8" w:rsidRPr="00A86D39" w:rsidRDefault="007C07D8" w:rsidP="00AE6941">
      <w:pPr>
        <w:rPr>
          <w:lang w:eastAsia="en-GB"/>
        </w:rPr>
      </w:pPr>
      <w:r w:rsidRPr="00A86D39">
        <w:rPr>
          <w:lang w:eastAsia="en-GB"/>
        </w:rPr>
        <w:t>Gemäß dem ANS-Beschluss</w:t>
      </w:r>
      <w:r w:rsidR="00F60E71" w:rsidRPr="00A86D39">
        <w:rPr>
          <w:lang w:eastAsia="en-GB"/>
        </w:rPr>
        <w:t xml:space="preserve"> müssen </w:t>
      </w:r>
      <w:r w:rsidRPr="00A86D39">
        <w:rPr>
          <w:b/>
          <w:bCs/>
          <w:lang w:eastAsia="en-GB"/>
        </w:rPr>
        <w:t>zu Beginn der Abordnung</w:t>
      </w:r>
      <w:r w:rsidRPr="00A86D39">
        <w:rPr>
          <w:lang w:eastAsia="en-GB"/>
        </w:rPr>
        <w:t xml:space="preserve"> die folgenden Zulassungskriterien erfüll</w:t>
      </w:r>
      <w:r w:rsidR="00EF7C67" w:rsidRPr="00A86D39">
        <w:rPr>
          <w:lang w:eastAsia="en-GB"/>
        </w:rPr>
        <w:t>t sein</w:t>
      </w:r>
      <w:r w:rsidRPr="00A86D39">
        <w:rPr>
          <w:lang w:eastAsia="en-GB"/>
        </w:rPr>
        <w:t>:</w:t>
      </w:r>
    </w:p>
    <w:p w14:paraId="2B2FF37F" w14:textId="530B647B" w:rsidR="00546DB1" w:rsidRPr="00A86D39" w:rsidRDefault="00546DB1" w:rsidP="007C07D8">
      <w:pPr>
        <w:rPr>
          <w:lang w:eastAsia="en-GB"/>
        </w:rPr>
      </w:pPr>
      <w:r w:rsidRPr="00A86D39">
        <w:rPr>
          <w:u w:val="single"/>
          <w:lang w:eastAsia="en-GB"/>
        </w:rPr>
        <w:t>Berufserfahrung</w:t>
      </w:r>
      <w:r w:rsidRPr="00A86D39">
        <w:rPr>
          <w:lang w:eastAsia="en-GB"/>
        </w:rPr>
        <w:t>: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12E33E32" w:rsidR="00546DB1" w:rsidRPr="00A86D39" w:rsidRDefault="00546DB1" w:rsidP="007C07D8">
      <w:pPr>
        <w:rPr>
          <w:lang w:eastAsia="en-GB"/>
        </w:rPr>
      </w:pPr>
      <w:r w:rsidRPr="00A86D39">
        <w:rPr>
          <w:u w:val="single"/>
          <w:lang w:eastAsia="en-GB"/>
        </w:rPr>
        <w:t>Dienstalter</w:t>
      </w:r>
      <w:r w:rsidRPr="00A86D39">
        <w:rPr>
          <w:lang w:eastAsia="en-GB"/>
        </w:rPr>
        <w:t xml:space="preserve">: ein Dienstalter von mindestens einem Jahr </w:t>
      </w:r>
      <w:r w:rsidR="007C07D8" w:rsidRPr="00A86D39">
        <w:rPr>
          <w:lang w:eastAsia="en-GB"/>
        </w:rPr>
        <w:t xml:space="preserve">(12 Monate) </w:t>
      </w:r>
      <w:r w:rsidRPr="00A86D39">
        <w:rPr>
          <w:lang w:eastAsia="en-GB"/>
        </w:rPr>
        <w:t>bei</w:t>
      </w:r>
      <w:r w:rsidR="00F60E71" w:rsidRPr="00A86D39">
        <w:rPr>
          <w:lang w:eastAsia="en-GB"/>
        </w:rPr>
        <w:t xml:space="preserve"> Ihrem derzeitigen</w:t>
      </w:r>
      <w:r w:rsidRPr="00A86D39">
        <w:rPr>
          <w:lang w:eastAsia="en-GB"/>
        </w:rPr>
        <w:t xml:space="preserve"> Arbeitgeber in einem dienst- oder vertragsrechtlichen Verhältnis.</w:t>
      </w:r>
    </w:p>
    <w:p w14:paraId="0B28567C" w14:textId="4FFC8EBB" w:rsidR="00546DB1" w:rsidRPr="00A86D39" w:rsidRDefault="007C07D8" w:rsidP="007C07D8">
      <w:pPr>
        <w:rPr>
          <w:lang w:eastAsia="en-GB"/>
        </w:rPr>
      </w:pPr>
      <w:r w:rsidRPr="00A86D39">
        <w:rPr>
          <w:u w:val="single"/>
          <w:lang w:eastAsia="en-GB"/>
        </w:rPr>
        <w:t>Arbeitgeber</w:t>
      </w:r>
      <w:r w:rsidRPr="00A86D39">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A86D39">
        <w:rPr>
          <w:lang w:eastAsia="en-GB"/>
        </w:rPr>
        <w:t>Ihrem</w:t>
      </w:r>
      <w:r w:rsidRPr="00A86D39">
        <w:rPr>
          <w:lang w:eastAsia="en-GB"/>
        </w:rPr>
        <w:t xml:space="preserve"> Arbeitgeber um eine öffentliche Stelle (z. B. eine Agentur oder ein Regulierungsinstitut), eine Universität oder ein unabhängiges Forschungsinstitut handelt.</w:t>
      </w:r>
    </w:p>
    <w:p w14:paraId="258A857A" w14:textId="5B49B9E8" w:rsidR="00546DB1" w:rsidRPr="00A86D39" w:rsidRDefault="00546DB1" w:rsidP="007C07D8">
      <w:pPr>
        <w:rPr>
          <w:lang w:eastAsia="en-GB"/>
        </w:rPr>
      </w:pPr>
      <w:r w:rsidRPr="00A86D39">
        <w:rPr>
          <w:u w:val="single"/>
          <w:lang w:eastAsia="en-GB"/>
        </w:rPr>
        <w:t>Sprachkenntnisse</w:t>
      </w:r>
      <w:r w:rsidRPr="00A86D39">
        <w:rPr>
          <w:lang w:eastAsia="en-GB"/>
        </w:rPr>
        <w:t xml:space="preserve">: gründliche Kenntnisse einer Sprache der Europäischen Union und ausreichende Kenntnisse einer weiteren Sprache der Europäischen Union in dem für die Wahrnehmung </w:t>
      </w:r>
      <w:r w:rsidR="000D7B5E" w:rsidRPr="00A86D39">
        <w:rPr>
          <w:lang w:eastAsia="en-GB"/>
        </w:rPr>
        <w:t>d</w:t>
      </w:r>
      <w:r w:rsidRPr="00A86D39">
        <w:rPr>
          <w:lang w:eastAsia="en-GB"/>
        </w:rPr>
        <w:t xml:space="preserve">er Funktion erforderlichen Maße. </w:t>
      </w:r>
      <w:r w:rsidR="008102E0" w:rsidRPr="00A86D39">
        <w:rPr>
          <w:lang w:eastAsia="en-GB"/>
        </w:rPr>
        <w:t xml:space="preserve">Sollten Sie aus einem </w:t>
      </w:r>
      <w:r w:rsidRPr="00A86D39">
        <w:rPr>
          <w:lang w:eastAsia="en-GB"/>
        </w:rPr>
        <w:t>Drittland</w:t>
      </w:r>
      <w:r w:rsidR="008102E0" w:rsidRPr="00A86D39">
        <w:rPr>
          <w:lang w:eastAsia="en-GB"/>
        </w:rPr>
        <w:t xml:space="preserve"> </w:t>
      </w:r>
      <w:r w:rsidR="008102E0" w:rsidRPr="00A86D39">
        <w:rPr>
          <w:lang w:eastAsia="en-GB"/>
        </w:rPr>
        <w:lastRenderedPageBreak/>
        <w:t>kommen, müssen Sie</w:t>
      </w:r>
      <w:r w:rsidRPr="00A86D39">
        <w:rPr>
          <w:lang w:eastAsia="en-GB"/>
        </w:rPr>
        <w:t xml:space="preserve"> nachweisen, dass </w:t>
      </w:r>
      <w:r w:rsidR="008102E0" w:rsidRPr="00A86D39">
        <w:rPr>
          <w:lang w:eastAsia="en-GB"/>
        </w:rPr>
        <w:t>Sie</w:t>
      </w:r>
      <w:r w:rsidRPr="00A86D39">
        <w:rPr>
          <w:lang w:eastAsia="en-GB"/>
        </w:rPr>
        <w:t xml:space="preserve"> über gründliche Kenntnisse in </w:t>
      </w:r>
      <w:r w:rsidR="000D7B5E" w:rsidRPr="00A86D39">
        <w:rPr>
          <w:lang w:eastAsia="en-GB"/>
        </w:rPr>
        <w:t>der</w:t>
      </w:r>
      <w:r w:rsidRPr="00A86D39">
        <w:rPr>
          <w:lang w:eastAsia="en-GB"/>
        </w:rPr>
        <w:t xml:space="preserve"> zur Ausübung </w:t>
      </w:r>
      <w:r w:rsidR="008102E0" w:rsidRPr="00A86D39">
        <w:rPr>
          <w:lang w:eastAsia="en-GB"/>
        </w:rPr>
        <w:t>Ihrer</w:t>
      </w:r>
      <w:r w:rsidRPr="00A86D39">
        <w:rPr>
          <w:lang w:eastAsia="en-GB"/>
        </w:rPr>
        <w:t xml:space="preserve"> Tätigkeit erforderlichen Sprache der Europäischen Union verfüg</w:t>
      </w:r>
      <w:r w:rsidR="008102E0" w:rsidRPr="00A86D39">
        <w:rPr>
          <w:lang w:eastAsia="en-GB"/>
        </w:rPr>
        <w:t>en</w:t>
      </w:r>
      <w:r w:rsidRPr="00A86D39">
        <w:rPr>
          <w:lang w:eastAsia="en-GB"/>
        </w:rPr>
        <w:t>.</w:t>
      </w:r>
    </w:p>
    <w:p w14:paraId="21E64871" w14:textId="404E2E9C" w:rsidR="00546DB1" w:rsidRPr="00A86D39" w:rsidRDefault="00546DB1" w:rsidP="007B514A">
      <w:pPr>
        <w:tabs>
          <w:tab w:val="left" w:pos="709"/>
        </w:tabs>
        <w:spacing w:after="0"/>
        <w:ind w:right="60"/>
        <w:rPr>
          <w:lang w:eastAsia="en-GB"/>
        </w:rPr>
      </w:pPr>
    </w:p>
    <w:p w14:paraId="5A0F8122" w14:textId="470FCE9B" w:rsidR="000D7B5E" w:rsidRPr="00A86D39" w:rsidRDefault="000D7B5E" w:rsidP="009442BE">
      <w:pPr>
        <w:pStyle w:val="ListNumber"/>
        <w:numPr>
          <w:ilvl w:val="0"/>
          <w:numId w:val="0"/>
        </w:numPr>
        <w:ind w:left="709" w:hanging="709"/>
        <w:rPr>
          <w:b/>
          <w:bCs/>
          <w:u w:val="single"/>
          <w:lang w:eastAsia="en-GB"/>
        </w:rPr>
      </w:pPr>
      <w:r w:rsidRPr="00A86D39">
        <w:rPr>
          <w:b/>
          <w:bCs/>
          <w:u w:val="single"/>
          <w:lang w:eastAsia="en-GB"/>
        </w:rPr>
        <w:t>Bedingungen für die Abordnung nationaler Sachverständiger</w:t>
      </w:r>
    </w:p>
    <w:p w14:paraId="3D706995" w14:textId="0B72BCE8" w:rsidR="000D7B5E" w:rsidRPr="00A86D39" w:rsidRDefault="00CD33B4" w:rsidP="000D7B5E">
      <w:pPr>
        <w:rPr>
          <w:lang w:eastAsia="en-GB"/>
        </w:rPr>
      </w:pPr>
      <w:r w:rsidRPr="00A86D39">
        <w:rPr>
          <w:lang w:eastAsia="en-GB"/>
        </w:rPr>
        <w:t>W</w:t>
      </w:r>
      <w:r w:rsidR="000D7B5E" w:rsidRPr="00A86D39">
        <w:rPr>
          <w:lang w:eastAsia="en-GB"/>
        </w:rPr>
        <w:t>ährend der gesamten Dauer der Abordnung</w:t>
      </w:r>
      <w:r w:rsidRPr="00A86D39">
        <w:rPr>
          <w:lang w:eastAsia="en-GB"/>
        </w:rPr>
        <w:t xml:space="preserve"> müssen Sie </w:t>
      </w:r>
      <w:r w:rsidR="000D7B5E" w:rsidRPr="00A86D39">
        <w:rPr>
          <w:lang w:eastAsia="en-GB"/>
        </w:rPr>
        <w:t xml:space="preserve">bei </w:t>
      </w:r>
      <w:r w:rsidRPr="00A86D39">
        <w:rPr>
          <w:lang w:eastAsia="en-GB"/>
        </w:rPr>
        <w:t>I</w:t>
      </w:r>
      <w:r w:rsidR="0089735C" w:rsidRPr="00A86D39">
        <w:rPr>
          <w:lang w:eastAsia="en-GB"/>
        </w:rPr>
        <w:t>hrem</w:t>
      </w:r>
      <w:r w:rsidR="000D7B5E" w:rsidRPr="00A86D39">
        <w:rPr>
          <w:lang w:eastAsia="en-GB"/>
        </w:rPr>
        <w:t xml:space="preserve"> Arbeitgeber angestellt</w:t>
      </w:r>
      <w:r w:rsidRPr="00A86D39">
        <w:rPr>
          <w:lang w:eastAsia="en-GB"/>
        </w:rPr>
        <w:t xml:space="preserve"> bleiben, von diesem Ihre </w:t>
      </w:r>
      <w:r w:rsidR="000D7B5E" w:rsidRPr="00A86D39">
        <w:rPr>
          <w:lang w:eastAsia="en-GB"/>
        </w:rPr>
        <w:t>Bezüge</w:t>
      </w:r>
      <w:r w:rsidRPr="00A86D39">
        <w:rPr>
          <w:lang w:eastAsia="en-GB"/>
        </w:rPr>
        <w:t xml:space="preserve"> erhalten </w:t>
      </w:r>
      <w:r w:rsidR="000D7B5E" w:rsidRPr="00A86D39">
        <w:rPr>
          <w:lang w:eastAsia="en-GB"/>
        </w:rPr>
        <w:t xml:space="preserve">und auch weiterhin </w:t>
      </w:r>
      <w:r w:rsidRPr="00A86D39">
        <w:rPr>
          <w:lang w:eastAsia="en-GB"/>
        </w:rPr>
        <w:t>Ihrem</w:t>
      </w:r>
      <w:r w:rsidR="000D7B5E" w:rsidRPr="00A86D39">
        <w:rPr>
          <w:lang w:eastAsia="en-GB"/>
        </w:rPr>
        <w:t xml:space="preserve"> (nationalen) Sozialversicherungssystem angeschlossen</w:t>
      </w:r>
      <w:r w:rsidRPr="00A86D39">
        <w:rPr>
          <w:lang w:eastAsia="en-GB"/>
        </w:rPr>
        <w:t xml:space="preserve"> bleiben</w:t>
      </w:r>
      <w:r w:rsidR="000D7B5E" w:rsidRPr="00A86D39">
        <w:rPr>
          <w:lang w:eastAsia="en-GB"/>
        </w:rPr>
        <w:t>.</w:t>
      </w:r>
    </w:p>
    <w:p w14:paraId="43A7463E" w14:textId="4A5AB29D" w:rsidR="000D7B5E" w:rsidRPr="00A86D39" w:rsidRDefault="0089735C" w:rsidP="000D7B5E">
      <w:pPr>
        <w:rPr>
          <w:lang w:eastAsia="en-GB"/>
        </w:rPr>
      </w:pPr>
      <w:r w:rsidRPr="00A86D39">
        <w:rPr>
          <w:lang w:eastAsia="en-GB"/>
        </w:rPr>
        <w:t>Sie</w:t>
      </w:r>
      <w:r w:rsidR="000D7B5E" w:rsidRPr="00A86D39">
        <w:rPr>
          <w:lang w:eastAsia="en-GB"/>
        </w:rPr>
        <w:t xml:space="preserve"> </w:t>
      </w:r>
      <w:r w:rsidR="00CD33B4" w:rsidRPr="00A86D39">
        <w:rPr>
          <w:lang w:eastAsia="en-GB"/>
        </w:rPr>
        <w:t>werden Ihre</w:t>
      </w:r>
      <w:r w:rsidR="000D7B5E" w:rsidRPr="00A86D39">
        <w:rPr>
          <w:lang w:eastAsia="en-GB"/>
        </w:rPr>
        <w:t xml:space="preserve"> Aufgaben innerhalb der Kommission nach Maßgabe des genannten ANS-Beschlusses aus</w:t>
      </w:r>
      <w:r w:rsidR="00CD33B4" w:rsidRPr="00A86D39">
        <w:rPr>
          <w:lang w:eastAsia="en-GB"/>
        </w:rPr>
        <w:t>üben</w:t>
      </w:r>
      <w:r w:rsidR="000D7B5E" w:rsidRPr="00A86D39">
        <w:rPr>
          <w:lang w:eastAsia="en-GB"/>
        </w:rPr>
        <w:t xml:space="preserve"> und den darin festgelegten Bestimmungen über Vertraulichkeit, Loyalität und Nichtvorliegen von Interessenkonflikten</w:t>
      </w:r>
      <w:r w:rsidR="00CD33B4" w:rsidRPr="00A86D39">
        <w:rPr>
          <w:lang w:eastAsia="en-GB"/>
        </w:rPr>
        <w:t xml:space="preserve"> unterliegen</w:t>
      </w:r>
      <w:r w:rsidR="000D7B5E" w:rsidRPr="00A86D39">
        <w:rPr>
          <w:lang w:eastAsia="en-GB"/>
        </w:rPr>
        <w:t>.</w:t>
      </w:r>
    </w:p>
    <w:p w14:paraId="1C8F3D04" w14:textId="14B60DB2" w:rsidR="000D7B5E" w:rsidRPr="00A86D39" w:rsidRDefault="00BF6139" w:rsidP="000D7B5E">
      <w:pPr>
        <w:rPr>
          <w:lang w:eastAsia="en-GB"/>
        </w:rPr>
      </w:pPr>
      <w:r w:rsidRPr="00A86D39">
        <w:rPr>
          <w:lang w:eastAsia="en-GB"/>
        </w:rPr>
        <w:t>Falls diese Stelle mit Vergütungen ausgeschrieben wird, können diese nur</w:t>
      </w:r>
      <w:r w:rsidR="000D7B5E" w:rsidRPr="00A86D39">
        <w:rPr>
          <w:lang w:eastAsia="en-GB"/>
        </w:rPr>
        <w:t xml:space="preserve"> gewährt werden, wenn </w:t>
      </w:r>
      <w:r w:rsidRPr="00A86D39">
        <w:rPr>
          <w:lang w:eastAsia="en-GB"/>
        </w:rPr>
        <w:t>Sie</w:t>
      </w:r>
      <w:r w:rsidR="000D7B5E" w:rsidRPr="00A86D39">
        <w:rPr>
          <w:lang w:eastAsia="en-GB"/>
        </w:rPr>
        <w:t xml:space="preserve"> die Bedingungen gemäß Artikel 17 des ANS-Beschlusses erfüll</w:t>
      </w:r>
      <w:r w:rsidRPr="00A86D39">
        <w:rPr>
          <w:lang w:eastAsia="en-GB"/>
        </w:rPr>
        <w:t>en</w:t>
      </w:r>
      <w:r w:rsidR="000D7B5E" w:rsidRPr="00A86D39">
        <w:rPr>
          <w:lang w:eastAsia="en-GB"/>
        </w:rPr>
        <w:t>.</w:t>
      </w:r>
    </w:p>
    <w:p w14:paraId="4553B535" w14:textId="127A42C1" w:rsidR="000D7B5E" w:rsidRPr="00A86D39" w:rsidRDefault="000D7B5E" w:rsidP="000D7B5E">
      <w:pPr>
        <w:rPr>
          <w:lang w:eastAsia="en-GB"/>
        </w:rPr>
      </w:pPr>
      <w:r w:rsidRPr="00A86D39">
        <w:t>Mitarbeiter</w:t>
      </w:r>
      <w:r w:rsidR="0089735C" w:rsidRPr="00A86D39">
        <w:t>/Mitarbeiterinnen</w:t>
      </w:r>
      <w:r w:rsidRPr="00A86D39">
        <w:t xml:space="preserve">, die in eine </w:t>
      </w:r>
      <w:r w:rsidRPr="00A86D39">
        <w:rPr>
          <w:bCs/>
        </w:rPr>
        <w:t>Delegation der Europäischen Union</w:t>
      </w:r>
      <w:r w:rsidRPr="00A86D39">
        <w:t xml:space="preserve"> entsandt werden, benötigen eine Sicherheitsüberprüfung (nach SECRET UE/EU SECRET Niveau gemäß der Entscheidung der Kommission (EU-Euratom) 2015/444, O.J. L 72, 17.03.2015, p.53). </w:t>
      </w:r>
      <w:r w:rsidR="00BF6139" w:rsidRPr="00A86D39">
        <w:rPr>
          <w:lang w:eastAsia="en-GB"/>
        </w:rPr>
        <w:t>Es obliegt Ihnen</w:t>
      </w:r>
      <w:r w:rsidRPr="00A86D39">
        <w:rPr>
          <w:lang w:eastAsia="en-GB"/>
        </w:rPr>
        <w:t>, das Überprüfungsverfahren vor der Abordnung einzuleiten.</w:t>
      </w:r>
    </w:p>
    <w:p w14:paraId="481B2BC2" w14:textId="77777777" w:rsidR="000D7B5E" w:rsidRPr="00A86D39" w:rsidRDefault="000D7B5E" w:rsidP="000D7B5E">
      <w:pPr>
        <w:rPr>
          <w:lang w:eastAsia="en-GB"/>
        </w:rPr>
      </w:pPr>
    </w:p>
    <w:p w14:paraId="1A75D71E" w14:textId="35F381C2" w:rsidR="00546DB1" w:rsidRPr="00A86D39" w:rsidRDefault="00546DB1" w:rsidP="009442BE">
      <w:pPr>
        <w:pStyle w:val="ListNumber"/>
        <w:numPr>
          <w:ilvl w:val="0"/>
          <w:numId w:val="0"/>
        </w:numPr>
        <w:ind w:left="709" w:hanging="709"/>
        <w:rPr>
          <w:b/>
          <w:bCs/>
          <w:u w:val="single"/>
          <w:lang w:eastAsia="en-GB"/>
        </w:rPr>
      </w:pPr>
      <w:r w:rsidRPr="00A86D39">
        <w:rPr>
          <w:b/>
          <w:bCs/>
          <w:u w:val="single"/>
          <w:lang w:eastAsia="en-GB"/>
        </w:rPr>
        <w:t>Bewerbung und Auswahlverfahren</w:t>
      </w:r>
    </w:p>
    <w:p w14:paraId="7A9D12D1" w14:textId="77777777" w:rsidR="00E35460" w:rsidRPr="00A86D39" w:rsidRDefault="00E35460" w:rsidP="000D7B5E">
      <w:pPr>
        <w:rPr>
          <w:lang w:eastAsia="en-GB"/>
        </w:rPr>
      </w:pPr>
      <w:r w:rsidRPr="00A86D39">
        <w:rPr>
          <w:lang w:eastAsia="en-GB"/>
        </w:rPr>
        <w:t>Wenn Sie interessiert sind, befolgen Sie bitte die Anweisungen Ihres Arbeitgebers zur Bewerbung.</w:t>
      </w:r>
    </w:p>
    <w:p w14:paraId="35C428E1" w14:textId="41DA60F1" w:rsidR="00E35460" w:rsidRPr="00A86D39" w:rsidRDefault="00E35460" w:rsidP="000D7B5E">
      <w:pPr>
        <w:rPr>
          <w:lang w:eastAsia="en-GB"/>
        </w:rPr>
      </w:pPr>
      <w:r w:rsidRPr="00A86D39">
        <w:rPr>
          <w:lang w:eastAsia="en-GB"/>
        </w:rPr>
        <w:t xml:space="preserve">Die Europäische Kommission akzeptiert nur Bewerbungen, die über die Ständige Vertretung/Diplomatische Vertretung </w:t>
      </w:r>
      <w:r w:rsidR="00676119" w:rsidRPr="00A86D39">
        <w:rPr>
          <w:lang w:eastAsia="en-GB"/>
        </w:rPr>
        <w:t>bei</w:t>
      </w:r>
      <w:r w:rsidRPr="00A86D39">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10E77E8C" w:rsidR="00795C41" w:rsidRPr="00A86D39" w:rsidRDefault="001A49B0" w:rsidP="000D7B5E">
      <w:pPr>
        <w:rPr>
          <w:lang w:eastAsia="en-GB"/>
        </w:rPr>
      </w:pPr>
      <w:r w:rsidRPr="00A86D39">
        <w:rPr>
          <w:lang w:eastAsia="en-GB"/>
        </w:rPr>
        <w:t>Bitte verfassen Sie</w:t>
      </w:r>
      <w:r w:rsidR="00795C41" w:rsidRPr="00A86D39">
        <w:rPr>
          <w:lang w:eastAsia="en-GB"/>
        </w:rPr>
        <w:t xml:space="preserve"> Ihren Lebenslauf auf Englisch, Französisch oder Deutsch im Europass CV Format  (Erstellen Sie Ihren Europass-Lebenslauf | Europass). Ihre Nationalität muss angegeben </w:t>
      </w:r>
      <w:r w:rsidRPr="00A86D39">
        <w:rPr>
          <w:lang w:eastAsia="en-GB"/>
        </w:rPr>
        <w:t>werde</w:t>
      </w:r>
      <w:r w:rsidR="00795C41" w:rsidRPr="00A86D39">
        <w:rPr>
          <w:lang w:eastAsia="en-GB"/>
        </w:rPr>
        <w:t>n.</w:t>
      </w:r>
    </w:p>
    <w:p w14:paraId="2EC4B981" w14:textId="432529F9" w:rsidR="00546DB1" w:rsidRPr="00A86D39" w:rsidRDefault="00795C41" w:rsidP="000D7B5E">
      <w:pPr>
        <w:rPr>
          <w:lang w:eastAsia="en-GB"/>
        </w:rPr>
      </w:pPr>
      <w:r w:rsidRPr="00A86D39">
        <w:rPr>
          <w:lang w:eastAsia="en-GB"/>
        </w:rPr>
        <w:t>Bitte fügen Sie</w:t>
      </w:r>
      <w:r w:rsidR="00546DB1" w:rsidRPr="00A86D39">
        <w:rPr>
          <w:lang w:eastAsia="en-GB"/>
        </w:rPr>
        <w:t xml:space="preserve"> </w:t>
      </w:r>
      <w:r w:rsidRPr="00A86D39">
        <w:rPr>
          <w:lang w:eastAsia="en-GB"/>
        </w:rPr>
        <w:t>I</w:t>
      </w:r>
      <w:r w:rsidR="00546DB1" w:rsidRPr="00A86D39">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A86D39" w:rsidRDefault="00546DB1" w:rsidP="00546DB1">
      <w:pPr>
        <w:spacing w:after="0"/>
        <w:rPr>
          <w:lang w:eastAsia="en-GB"/>
        </w:rPr>
      </w:pPr>
    </w:p>
    <w:p w14:paraId="0509E6EC" w14:textId="64F431A5" w:rsidR="00546DB1" w:rsidRPr="00A86D39" w:rsidRDefault="00546DB1" w:rsidP="009442BE">
      <w:pPr>
        <w:pStyle w:val="ListNumber"/>
        <w:numPr>
          <w:ilvl w:val="0"/>
          <w:numId w:val="0"/>
        </w:numPr>
        <w:ind w:left="709" w:hanging="709"/>
        <w:rPr>
          <w:b/>
          <w:bCs/>
          <w:u w:val="single"/>
          <w:lang w:eastAsia="en-GB"/>
        </w:rPr>
      </w:pPr>
      <w:r w:rsidRPr="00A86D39">
        <w:rPr>
          <w:b/>
          <w:bCs/>
          <w:u w:val="single"/>
          <w:lang w:eastAsia="en-GB"/>
        </w:rPr>
        <w:t>Verarbeitung personenbezogener Daten</w:t>
      </w:r>
    </w:p>
    <w:p w14:paraId="20E56DF8" w14:textId="1900D334" w:rsidR="007716E4" w:rsidRPr="00A86D39" w:rsidRDefault="007716E4" w:rsidP="007716E4">
      <w:pPr>
        <w:rPr>
          <w:lang w:eastAsia="en-GB"/>
        </w:rPr>
      </w:pPr>
      <w:r w:rsidRPr="00A86D39">
        <w:rPr>
          <w:lang w:eastAsia="en-GB"/>
        </w:rPr>
        <w:t>Die Kommission trägt dafür Sorge, dass die personenbezogenen Daten der Bewerber/innen gemäß den Anforderungen der Verordnung (EU) 2018/1725 des Europäischen Parlaments und des Rates verarbeitet werden (</w:t>
      </w:r>
      <w:r w:rsidRPr="00A86D39">
        <w:rPr>
          <w:rStyle w:val="FootnoteReference"/>
          <w:lang w:eastAsia="en-GB"/>
        </w:rPr>
        <w:footnoteReference w:id="1"/>
      </w:r>
      <w:r w:rsidRPr="00A86D39">
        <w:rPr>
          <w:lang w:eastAsia="en-GB"/>
        </w:rPr>
        <w:t xml:space="preserve">). Dies gilt insbesondere für die Vertraulichkeit und </w:t>
      </w:r>
      <w:r w:rsidRPr="00A86D39">
        <w:rPr>
          <w:lang w:eastAsia="en-GB"/>
        </w:rPr>
        <w:lastRenderedPageBreak/>
        <w:t xml:space="preserve">Sicherheit dieser Daten. </w:t>
      </w:r>
      <w:r w:rsidRPr="00A86D39">
        <w:t>Bevor Sie sich bewerben, lesen Sie bitte die beigefügte Datenschutzerklärung.</w:t>
      </w:r>
    </w:p>
    <w:sectPr w:rsidR="007716E4" w:rsidRPr="00A86D39">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Pr="00384AAA" w:rsidRDefault="007716E4">
    <w:pPr>
      <w:pStyle w:val="FooterLine"/>
      <w:jc w:val="center"/>
      <w:rPr>
        <w:sz w:val="20"/>
      </w:rPr>
    </w:pPr>
    <w:r w:rsidRPr="00384AAA">
      <w:rPr>
        <w:sz w:val="20"/>
      </w:rPr>
      <w:fldChar w:fldCharType="begin"/>
    </w:r>
    <w:r w:rsidRPr="00384AAA">
      <w:rPr>
        <w:sz w:val="20"/>
      </w:rPr>
      <w:instrText>PAGE   \* MERGEFORMAT</w:instrText>
    </w:r>
    <w:r w:rsidRPr="00384AAA">
      <w:rPr>
        <w:sz w:val="20"/>
      </w:rPr>
      <w:fldChar w:fldCharType="separate"/>
    </w:r>
    <w:r w:rsidR="008D52CF" w:rsidRPr="00384AAA">
      <w:rPr>
        <w:noProof/>
        <w:sz w:val="20"/>
      </w:rPr>
      <w:t>3</w:t>
    </w:r>
    <w:r w:rsidRPr="00384AAA">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03815477"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Pr="00303135" w:rsidRDefault="007D0EC6">
    <w:pPr>
      <w:pStyle w:val="Header"/>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43FAC"/>
    <w:rsid w:val="000D7B5E"/>
    <w:rsid w:val="001203F8"/>
    <w:rsid w:val="001A49B0"/>
    <w:rsid w:val="0020496E"/>
    <w:rsid w:val="002C5752"/>
    <w:rsid w:val="002D6207"/>
    <w:rsid w:val="002F7504"/>
    <w:rsid w:val="00303135"/>
    <w:rsid w:val="00324D8D"/>
    <w:rsid w:val="00340937"/>
    <w:rsid w:val="0035094A"/>
    <w:rsid w:val="00384AAA"/>
    <w:rsid w:val="003874E2"/>
    <w:rsid w:val="0039387D"/>
    <w:rsid w:val="00394A86"/>
    <w:rsid w:val="003B2E38"/>
    <w:rsid w:val="0049701E"/>
    <w:rsid w:val="004D75AF"/>
    <w:rsid w:val="0050494A"/>
    <w:rsid w:val="00546DB1"/>
    <w:rsid w:val="0057256B"/>
    <w:rsid w:val="005953D3"/>
    <w:rsid w:val="005E29A9"/>
    <w:rsid w:val="0061647D"/>
    <w:rsid w:val="006243BB"/>
    <w:rsid w:val="00676119"/>
    <w:rsid w:val="00696947"/>
    <w:rsid w:val="006F44C9"/>
    <w:rsid w:val="006F6197"/>
    <w:rsid w:val="00746CE1"/>
    <w:rsid w:val="00767E7E"/>
    <w:rsid w:val="007716E4"/>
    <w:rsid w:val="007844BC"/>
    <w:rsid w:val="00785A3F"/>
    <w:rsid w:val="00795C41"/>
    <w:rsid w:val="007A795D"/>
    <w:rsid w:val="007A7CF4"/>
    <w:rsid w:val="007A7FB7"/>
    <w:rsid w:val="007B514A"/>
    <w:rsid w:val="007C07D8"/>
    <w:rsid w:val="007D0EC6"/>
    <w:rsid w:val="00803007"/>
    <w:rsid w:val="008102E0"/>
    <w:rsid w:val="0089735C"/>
    <w:rsid w:val="008D52CF"/>
    <w:rsid w:val="008F1C83"/>
    <w:rsid w:val="009321C6"/>
    <w:rsid w:val="00932703"/>
    <w:rsid w:val="009442BE"/>
    <w:rsid w:val="009823CB"/>
    <w:rsid w:val="009F216F"/>
    <w:rsid w:val="00A86D39"/>
    <w:rsid w:val="00AA7F58"/>
    <w:rsid w:val="00AB56F9"/>
    <w:rsid w:val="00AC5FF8"/>
    <w:rsid w:val="00AE6941"/>
    <w:rsid w:val="00B25739"/>
    <w:rsid w:val="00B73B91"/>
    <w:rsid w:val="00BC03ED"/>
    <w:rsid w:val="00BF6139"/>
    <w:rsid w:val="00C07259"/>
    <w:rsid w:val="00C27C81"/>
    <w:rsid w:val="00CD33B4"/>
    <w:rsid w:val="00D605F4"/>
    <w:rsid w:val="00D80D57"/>
    <w:rsid w:val="00DA711C"/>
    <w:rsid w:val="00DC1DB0"/>
    <w:rsid w:val="00E01792"/>
    <w:rsid w:val="00E35460"/>
    <w:rsid w:val="00EB2A1F"/>
    <w:rsid w:val="00EB3060"/>
    <w:rsid w:val="00EC5C6B"/>
    <w:rsid w:val="00ED6452"/>
    <w:rsid w:val="00EE5F91"/>
    <w:rsid w:val="00EF6926"/>
    <w:rsid w:val="00EF7C67"/>
    <w:rsid w:val="00F4352F"/>
    <w:rsid w:val="00F54181"/>
    <w:rsid w:val="00F60E71"/>
    <w:rsid w:val="00FB431D"/>
    <w:rsid w:val="00FC3B39"/>
    <w:rsid w:val="00FD171E"/>
    <w:rsid w:val="00FE42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1411</Words>
  <Characters>8045</Characters>
  <Application>Microsoft Office Word</Application>
  <DocSecurity>0</DocSecurity>
  <PresentationFormat>Microsoft Word 14.0</PresentationFormat>
  <Lines>67</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2024-08-23T15:39:00Z</cp:lastPrinted>
  <dcterms:created xsi:type="dcterms:W3CDTF">2024-09-09T14:16:00Z</dcterms:created>
  <dcterms:modified xsi:type="dcterms:W3CDTF">2024-09-12T12:33:00Z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